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28F303B3" w:rsidR="0016385D" w:rsidRPr="00EB7CEA" w:rsidRDefault="00AF2725" w:rsidP="00D30640">
      <w:pPr>
        <w:pStyle w:val="PaperTitle"/>
        <w:spacing w:before="0"/>
        <w:rPr>
          <w:b w:val="0"/>
          <w:bCs/>
          <w:szCs w:val="36"/>
        </w:rPr>
      </w:pPr>
      <w:r>
        <w:rPr>
          <w:szCs w:val="36"/>
        </w:rPr>
        <w:t>An</w:t>
      </w:r>
      <w:r w:rsidR="000B190C" w:rsidRPr="00EB7CEA">
        <w:rPr>
          <w:szCs w:val="36"/>
        </w:rPr>
        <w:t xml:space="preserve"> Efficient Federated Learning Human Activity Recognition </w:t>
      </w:r>
      <w:r w:rsidR="007C16B7" w:rsidRPr="00EB7CEA">
        <w:rPr>
          <w:szCs w:val="36"/>
        </w:rPr>
        <w:t>with</w:t>
      </w:r>
      <w:r w:rsidR="000B190C" w:rsidRPr="00EB7CEA">
        <w:rPr>
          <w:szCs w:val="36"/>
        </w:rPr>
        <w:t xml:space="preserve"> </w:t>
      </w:r>
      <w:r w:rsidR="007C16B7" w:rsidRPr="00EB7CEA">
        <w:rPr>
          <w:szCs w:val="36"/>
        </w:rPr>
        <w:t xml:space="preserve">CNN and </w:t>
      </w:r>
      <w:r w:rsidR="000B190C" w:rsidRPr="00EB7CEA">
        <w:rPr>
          <w:szCs w:val="36"/>
        </w:rPr>
        <w:t xml:space="preserve">Pyramid Pooling </w:t>
      </w:r>
    </w:p>
    <w:p w14:paraId="47A0CFC7" w14:textId="02D6C79C" w:rsidR="00812793" w:rsidRDefault="00812793" w:rsidP="00812793">
      <w:pPr>
        <w:pStyle w:val="AuthorName"/>
        <w:rPr>
          <w:vertAlign w:val="superscript"/>
        </w:rPr>
      </w:pPr>
      <w:bookmarkStart w:id="0" w:name="_Hlk191389587"/>
      <w:r w:rsidRPr="00311DDB">
        <w:t>Xian Wu</w:t>
      </w:r>
      <w:bookmarkEnd w:id="0"/>
      <w:r w:rsidR="00EE6269">
        <w:t xml:space="preserve"> Ting</w:t>
      </w:r>
      <w:r w:rsidRPr="00035BD0">
        <w:rPr>
          <w:vertAlign w:val="superscript"/>
        </w:rPr>
        <w:t>1</w:t>
      </w:r>
      <w:r w:rsidR="00A7178D">
        <w:rPr>
          <w:vertAlign w:val="superscript"/>
        </w:rPr>
        <w:t xml:space="preserve">, </w:t>
      </w:r>
      <w:r w:rsidR="00A7178D" w:rsidRPr="00D82B86">
        <w:rPr>
          <w:vertAlign w:val="superscript"/>
        </w:rPr>
        <w:t>b)</w:t>
      </w:r>
      <w:r w:rsidRPr="00311DDB">
        <w:t xml:space="preserve">, </w:t>
      </w:r>
      <w:bookmarkStart w:id="1" w:name="_Hlk191389603"/>
      <w:r w:rsidRPr="00311DDB">
        <w:t>Ying Han Pang</w:t>
      </w:r>
      <w:bookmarkEnd w:id="1"/>
      <w:r w:rsidRPr="00A46BB1">
        <w:rPr>
          <w:vertAlign w:val="superscript"/>
        </w:rPr>
        <w:t>1</w:t>
      </w:r>
      <w:r>
        <w:rPr>
          <w:vertAlign w:val="superscript"/>
        </w:rPr>
        <w:t>,</w:t>
      </w:r>
      <w:r w:rsidR="006E0C74">
        <w:rPr>
          <w:vertAlign w:val="superscript"/>
        </w:rPr>
        <w:t xml:space="preserve"> </w:t>
      </w:r>
      <w:r>
        <w:rPr>
          <w:vertAlign w:val="superscript"/>
        </w:rPr>
        <w:t>2</w:t>
      </w:r>
      <w:r w:rsidR="00A7178D">
        <w:rPr>
          <w:vertAlign w:val="superscript"/>
        </w:rPr>
        <w:t>, a)</w:t>
      </w:r>
      <w:r w:rsidRPr="00311DDB">
        <w:t xml:space="preserve">, </w:t>
      </w:r>
      <w:bookmarkStart w:id="2" w:name="_Hlk191389633"/>
      <w:r w:rsidRPr="00311DDB">
        <w:t>Zheng You Lim</w:t>
      </w:r>
      <w:bookmarkEnd w:id="2"/>
      <w:r>
        <w:rPr>
          <w:vertAlign w:val="superscript"/>
        </w:rPr>
        <w:t>2</w:t>
      </w:r>
      <w:r w:rsidR="00A7178D">
        <w:rPr>
          <w:vertAlign w:val="superscript"/>
        </w:rPr>
        <w:t>, c)</w:t>
      </w:r>
      <w:r w:rsidRPr="00311DDB">
        <w:t xml:space="preserve">, </w:t>
      </w:r>
      <w:bookmarkStart w:id="3" w:name="_Hlk191389680"/>
      <w:r w:rsidRPr="00311DDB">
        <w:t>Shih Yin Ooi</w:t>
      </w:r>
      <w:bookmarkEnd w:id="3"/>
      <w:r w:rsidRPr="00A46BB1">
        <w:rPr>
          <w:vertAlign w:val="superscript"/>
        </w:rPr>
        <w:t>1</w:t>
      </w:r>
      <w:r>
        <w:rPr>
          <w:vertAlign w:val="superscript"/>
        </w:rPr>
        <w:t>,</w:t>
      </w:r>
      <w:r w:rsidR="00C82F7A">
        <w:rPr>
          <w:vertAlign w:val="superscript"/>
        </w:rPr>
        <w:t xml:space="preserve"> </w:t>
      </w:r>
      <w:r>
        <w:rPr>
          <w:vertAlign w:val="superscript"/>
        </w:rPr>
        <w:t>2</w:t>
      </w:r>
      <w:r w:rsidR="00A7178D">
        <w:rPr>
          <w:vertAlign w:val="superscript"/>
        </w:rPr>
        <w:t>, d)</w:t>
      </w:r>
      <w:r w:rsidR="00C82F7A">
        <w:t xml:space="preserve"> and</w:t>
      </w:r>
      <w:r w:rsidRPr="00311DDB">
        <w:t xml:space="preserve"> </w:t>
      </w:r>
      <w:bookmarkStart w:id="4" w:name="_Hlk191389695"/>
      <w:r w:rsidRPr="00311DDB">
        <w:t>Fu San</w:t>
      </w:r>
      <w:r w:rsidR="005B1ACA">
        <w:t xml:space="preserve"> </w:t>
      </w:r>
      <w:r w:rsidR="005B1ACA" w:rsidRPr="00311DDB">
        <w:t>Hiew</w:t>
      </w:r>
      <w:r>
        <w:rPr>
          <w:vertAlign w:val="superscript"/>
        </w:rPr>
        <w:t>3</w:t>
      </w:r>
      <w:r w:rsidR="00A7178D">
        <w:rPr>
          <w:vertAlign w:val="superscript"/>
        </w:rPr>
        <w:t xml:space="preserve">, e) </w:t>
      </w:r>
    </w:p>
    <w:bookmarkEnd w:id="4"/>
    <w:p w14:paraId="0F06F31C" w14:textId="745B6FE4" w:rsidR="00311DDB" w:rsidRPr="00994E85" w:rsidRDefault="00CC47BD" w:rsidP="00311DDB">
      <w:pPr>
        <w:pStyle w:val="AuthorAffiliation"/>
        <w:rPr>
          <w:iCs/>
        </w:rPr>
      </w:pPr>
      <w:r w:rsidRPr="0001203F">
        <w:rPr>
          <w:i w:val="0"/>
          <w:iCs/>
          <w:vertAlign w:val="superscript"/>
        </w:rPr>
        <w:t>1</w:t>
      </w:r>
      <w:r w:rsidR="00311DDB" w:rsidRPr="00994E85">
        <w:rPr>
          <w:iCs/>
        </w:rPr>
        <w:t xml:space="preserve">Faculty of Information Science and Technology, Multimedia University, </w:t>
      </w:r>
      <w:r w:rsidR="003C6DAD" w:rsidRPr="00994E85">
        <w:rPr>
          <w:iCs/>
        </w:rPr>
        <w:t xml:space="preserve">Jalan Ayer Keroh Lama, </w:t>
      </w:r>
      <w:r w:rsidR="00311DDB" w:rsidRPr="00994E85">
        <w:rPr>
          <w:iCs/>
        </w:rPr>
        <w:t>75450</w:t>
      </w:r>
      <w:r w:rsidR="003C6DAD" w:rsidRPr="00994E85">
        <w:rPr>
          <w:iCs/>
        </w:rPr>
        <w:t xml:space="preserve"> Bukit </w:t>
      </w:r>
      <w:proofErr w:type="spellStart"/>
      <w:r w:rsidR="003C6DAD" w:rsidRPr="00994E85">
        <w:rPr>
          <w:iCs/>
        </w:rPr>
        <w:t>Beruang</w:t>
      </w:r>
      <w:proofErr w:type="spellEnd"/>
      <w:r w:rsidR="003C6DAD" w:rsidRPr="00994E85">
        <w:rPr>
          <w:iCs/>
        </w:rPr>
        <w:t>,</w:t>
      </w:r>
      <w:r w:rsidR="00311DDB" w:rsidRPr="00994E85">
        <w:rPr>
          <w:iCs/>
        </w:rPr>
        <w:t xml:space="preserve"> Melaka</w:t>
      </w:r>
      <w:r w:rsidR="003C6DAD" w:rsidRPr="00994E85">
        <w:rPr>
          <w:iCs/>
        </w:rPr>
        <w:t>,</w:t>
      </w:r>
      <w:r w:rsidR="00311DDB" w:rsidRPr="00994E85">
        <w:rPr>
          <w:iCs/>
        </w:rPr>
        <w:t xml:space="preserve"> Malaysia</w:t>
      </w:r>
    </w:p>
    <w:p w14:paraId="63082AD8" w14:textId="72E06560" w:rsidR="00812793" w:rsidRPr="006E0C74" w:rsidRDefault="00CC47BD" w:rsidP="006E0C74">
      <w:pPr>
        <w:pStyle w:val="AuthorAffiliation"/>
        <w:rPr>
          <w:iCs/>
        </w:rPr>
      </w:pPr>
      <w:r w:rsidRPr="0001203F">
        <w:rPr>
          <w:i w:val="0"/>
          <w:iCs/>
          <w:vertAlign w:val="superscript"/>
        </w:rPr>
        <w:t>2</w:t>
      </w:r>
      <w:r w:rsidR="00812793" w:rsidRPr="00994E85">
        <w:rPr>
          <w:iCs/>
        </w:rPr>
        <w:t xml:space="preserve">Centre for Advanced Analytics, </w:t>
      </w:r>
      <w:proofErr w:type="spellStart"/>
      <w:r w:rsidR="00812793" w:rsidRPr="00994E85">
        <w:rPr>
          <w:iCs/>
        </w:rPr>
        <w:t>CoE</w:t>
      </w:r>
      <w:proofErr w:type="spellEnd"/>
      <w:r w:rsidR="00812793" w:rsidRPr="00994E85">
        <w:rPr>
          <w:iCs/>
        </w:rPr>
        <w:t xml:space="preserve"> for Artificial Intelligence, Multimedia University, Jalan Ayer Keroh Lama, 75450 Bukit </w:t>
      </w:r>
      <w:proofErr w:type="spellStart"/>
      <w:r w:rsidR="00812793" w:rsidRPr="00994E85">
        <w:rPr>
          <w:iCs/>
        </w:rPr>
        <w:t>Beruang</w:t>
      </w:r>
      <w:proofErr w:type="spellEnd"/>
      <w:r w:rsidR="00812793" w:rsidRPr="00994E85">
        <w:rPr>
          <w:iCs/>
        </w:rPr>
        <w:t>, Melaka, Malaysia</w:t>
      </w:r>
    </w:p>
    <w:p w14:paraId="3EAF16AE" w14:textId="259E1547" w:rsidR="0096316E" w:rsidRDefault="00812793" w:rsidP="006E0C74">
      <w:pPr>
        <w:pStyle w:val="AuthorAffiliation"/>
        <w:rPr>
          <w:iCs/>
        </w:rPr>
      </w:pPr>
      <w:r w:rsidRPr="0001203F">
        <w:rPr>
          <w:i w:val="0"/>
          <w:iCs/>
          <w:vertAlign w:val="superscript"/>
        </w:rPr>
        <w:t>3</w:t>
      </w:r>
      <w:r w:rsidR="00311DDB" w:rsidRPr="00994E85">
        <w:rPr>
          <w:iCs/>
        </w:rPr>
        <w:t xml:space="preserve">Infineon Technologies </w:t>
      </w:r>
      <w:proofErr w:type="spellStart"/>
      <w:r w:rsidR="00311DDB" w:rsidRPr="00994E85">
        <w:rPr>
          <w:iCs/>
        </w:rPr>
        <w:t>Sdn</w:t>
      </w:r>
      <w:proofErr w:type="spellEnd"/>
      <w:r w:rsidR="00311DDB" w:rsidRPr="00994E85">
        <w:rPr>
          <w:iCs/>
        </w:rPr>
        <w:t xml:space="preserve"> </w:t>
      </w:r>
      <w:proofErr w:type="spellStart"/>
      <w:r w:rsidR="00311DDB" w:rsidRPr="00994E85">
        <w:rPr>
          <w:iCs/>
        </w:rPr>
        <w:t>Bhd</w:t>
      </w:r>
      <w:proofErr w:type="spellEnd"/>
      <w:r w:rsidR="00311DDB" w:rsidRPr="00994E85">
        <w:rPr>
          <w:iCs/>
        </w:rPr>
        <w:t>, Free Trade Zone,</w:t>
      </w:r>
      <w:r w:rsidRPr="00994E85">
        <w:rPr>
          <w:iCs/>
        </w:rPr>
        <w:t xml:space="preserve"> Batu </w:t>
      </w:r>
      <w:proofErr w:type="spellStart"/>
      <w:r w:rsidRPr="00994E85">
        <w:rPr>
          <w:iCs/>
        </w:rPr>
        <w:t>Berendam</w:t>
      </w:r>
      <w:proofErr w:type="spellEnd"/>
      <w:r w:rsidRPr="00994E85">
        <w:rPr>
          <w:iCs/>
        </w:rPr>
        <w:t>,</w:t>
      </w:r>
      <w:r w:rsidR="00311DDB" w:rsidRPr="00994E85">
        <w:rPr>
          <w:iCs/>
        </w:rPr>
        <w:t xml:space="preserve"> 75350 Melaka, Malaysia</w:t>
      </w:r>
    </w:p>
    <w:p w14:paraId="5D9F3ADE" w14:textId="77777777" w:rsidR="00FD77A9" w:rsidRPr="00812793" w:rsidRDefault="00FD77A9" w:rsidP="00812793">
      <w:pPr>
        <w:pStyle w:val="AuthorAffiliation"/>
        <w:rPr>
          <w:vertAlign w:val="superscript"/>
        </w:rPr>
      </w:pPr>
    </w:p>
    <w:p w14:paraId="676A5C6D" w14:textId="0402A408" w:rsidR="002E7D67" w:rsidRPr="00584011" w:rsidRDefault="00003D7C">
      <w:pPr>
        <w:pStyle w:val="AuthorEmail"/>
        <w:rPr>
          <w:color w:val="000000" w:themeColor="text1"/>
        </w:rPr>
      </w:pPr>
      <w:r w:rsidRPr="00075EA6">
        <w:rPr>
          <w:szCs w:val="28"/>
          <w:vertAlign w:val="superscript"/>
        </w:rPr>
        <w:t>a)</w:t>
      </w:r>
      <w:r w:rsidRPr="00075EA6">
        <w:t xml:space="preserve"> </w:t>
      </w:r>
      <w:r w:rsidR="002E7D67" w:rsidRPr="002E7D67">
        <w:t xml:space="preserve">Corresponding </w:t>
      </w:r>
      <w:r w:rsidR="0001203F">
        <w:t>a</w:t>
      </w:r>
      <w:r w:rsidR="002E7D67" w:rsidRPr="002E7D67">
        <w:t>uthor: yhpang@mmu.edu.my</w:t>
      </w:r>
      <w:r w:rsidR="001D469C" w:rsidRPr="00075EA6">
        <w:rPr>
          <w:i/>
        </w:rPr>
        <w:br/>
      </w:r>
      <w:proofErr w:type="gramStart"/>
      <w:r w:rsidR="003A5C85" w:rsidRPr="00075EA6">
        <w:rPr>
          <w:szCs w:val="28"/>
          <w:vertAlign w:val="superscript"/>
        </w:rPr>
        <w:t>b)</w:t>
      </w:r>
      <w:r w:rsidR="0001203F" w:rsidRPr="0001203F">
        <w:t>ting.xian.wu@student.mmu.edu.my</w:t>
      </w:r>
      <w:proofErr w:type="gramEnd"/>
    </w:p>
    <w:p w14:paraId="75BDD6A5" w14:textId="7C76068D" w:rsidR="002E7D67" w:rsidRPr="00584011" w:rsidRDefault="002E7D67">
      <w:pPr>
        <w:pStyle w:val="AuthorEmail"/>
        <w:rPr>
          <w:color w:val="000000" w:themeColor="text1"/>
        </w:rPr>
      </w:pPr>
      <w:r w:rsidRPr="00584011">
        <w:rPr>
          <w:color w:val="000000" w:themeColor="text1"/>
          <w:szCs w:val="28"/>
          <w:vertAlign w:val="superscript"/>
        </w:rPr>
        <w:t>c)</w:t>
      </w:r>
      <w:r w:rsidR="0001203F" w:rsidRPr="0001203F">
        <w:t>lim.zhengyou@mmu.edu.my</w:t>
      </w:r>
    </w:p>
    <w:p w14:paraId="5E05E235" w14:textId="02CC7CC5" w:rsidR="003A5C85" w:rsidRDefault="0096316E" w:rsidP="0096316E">
      <w:pPr>
        <w:pStyle w:val="AuthorEmail"/>
      </w:pPr>
      <w:r>
        <w:rPr>
          <w:szCs w:val="28"/>
          <w:vertAlign w:val="superscript"/>
        </w:rPr>
        <w:t>d</w:t>
      </w:r>
      <w:r w:rsidRPr="00075EA6">
        <w:rPr>
          <w:szCs w:val="28"/>
          <w:vertAlign w:val="superscript"/>
        </w:rPr>
        <w:t>)</w:t>
      </w:r>
      <w:r w:rsidR="0001203F" w:rsidRPr="0001203F">
        <w:t>syooi@mmu.edu.my</w:t>
      </w:r>
    </w:p>
    <w:p w14:paraId="75866C95" w14:textId="6D3C392A" w:rsidR="005B1ACA" w:rsidRPr="00075EA6" w:rsidRDefault="005B1ACA" w:rsidP="0096316E">
      <w:pPr>
        <w:pStyle w:val="AuthorEmail"/>
      </w:pPr>
      <w:proofErr w:type="gramStart"/>
      <w:r>
        <w:rPr>
          <w:szCs w:val="28"/>
          <w:vertAlign w:val="superscript"/>
        </w:rPr>
        <w:t>e</w:t>
      </w:r>
      <w:r w:rsidRPr="00075EA6">
        <w:rPr>
          <w:szCs w:val="28"/>
          <w:vertAlign w:val="superscript"/>
        </w:rPr>
        <w:t>)</w:t>
      </w:r>
      <w:r w:rsidRPr="005B1ACA">
        <w:t>fusan.hiew@infineon.com</w:t>
      </w:r>
      <w:proofErr w:type="gramEnd"/>
      <w:r w:rsidRPr="005B1ACA">
        <w:t xml:space="preserve"> </w:t>
      </w:r>
    </w:p>
    <w:p w14:paraId="22C3F2A8" w14:textId="6EFB6F68" w:rsidR="0016385D" w:rsidRPr="00075EA6" w:rsidRDefault="0016385D" w:rsidP="0094375C">
      <w:pPr>
        <w:pStyle w:val="Abstract"/>
      </w:pPr>
      <w:r w:rsidRPr="00075EA6">
        <w:rPr>
          <w:b/>
          <w:bCs/>
        </w:rPr>
        <w:t>Abstract.</w:t>
      </w:r>
      <w:r w:rsidRPr="00075EA6">
        <w:t xml:space="preserve"> </w:t>
      </w:r>
      <w:r w:rsidR="00FD7B48" w:rsidRPr="00FD7B48">
        <w:t>Sensor-based Human Activity Recognition (HAR) has been widely used in several fields, including interactive gaming, healthcare, and activity monitoring</w:t>
      </w:r>
      <w:r w:rsidR="007B2430">
        <w:t xml:space="preserve">. Deep learning-based models, particularly Convolutional Neural Networks (CNNs), have advanced HAR by enabling automatic feature learning from raw sensor signals. Nevertheless, these conventional CNNs are suboptimal for effectively extracting multiscale features, thus limiting their capability to accurately recognize diversified activities. </w:t>
      </w:r>
      <w:r w:rsidR="00441CD0" w:rsidRPr="00441CD0">
        <w:t xml:space="preserve">Furthermore, centralized training is a requirement of traditional deep learning-based HAR systems. There is a greater chance of data leakage because user data is sent to a central server. By storing data on client devices for decentralized model training, Federated Learning (FL) offers a superior solution while maintaining privacy. We suggest </w:t>
      </w:r>
      <w:proofErr w:type="spellStart"/>
      <w:r w:rsidR="00441CD0" w:rsidRPr="00441CD0">
        <w:t>FedPyramidCNN</w:t>
      </w:r>
      <w:proofErr w:type="spellEnd"/>
      <w:r w:rsidR="00441CD0" w:rsidRPr="00441CD0">
        <w:t xml:space="preserve">, which uses </w:t>
      </w:r>
      <w:proofErr w:type="gramStart"/>
      <w:r w:rsidR="00441CD0" w:rsidRPr="00441CD0">
        <w:t>a one</w:t>
      </w:r>
      <w:proofErr w:type="gramEnd"/>
      <w:r w:rsidR="00441CD0" w:rsidRPr="00441CD0">
        <w:t>-dimensional CNN architecture with a pyramid pooling</w:t>
      </w:r>
      <w:r w:rsidR="000E7AD9">
        <w:t xml:space="preserve"> </w:t>
      </w:r>
      <w:r w:rsidR="00441CD0" w:rsidRPr="00441CD0">
        <w:t xml:space="preserve">strategy to overcome the privacy and feature extraction issues. By capturing multiscale features, </w:t>
      </w:r>
      <w:r w:rsidR="00D165AD">
        <w:t xml:space="preserve">the </w:t>
      </w:r>
      <w:r w:rsidR="00441CD0" w:rsidRPr="00441CD0">
        <w:t>pyramid pooling</w:t>
      </w:r>
      <w:r w:rsidR="00D165AD">
        <w:t xml:space="preserve"> module</w:t>
      </w:r>
      <w:r w:rsidR="00441CD0" w:rsidRPr="00441CD0">
        <w:t xml:space="preserve"> enhances HAR performance. </w:t>
      </w:r>
      <w:proofErr w:type="gramStart"/>
      <w:r w:rsidR="00441CD0" w:rsidRPr="00441CD0">
        <w:t>In order to</w:t>
      </w:r>
      <w:proofErr w:type="gramEnd"/>
      <w:r w:rsidR="00441CD0" w:rsidRPr="00441CD0">
        <w:t xml:space="preserve"> give the data model rich information and help it discover both short-term and long-term dependencies concerning the inertial data, this module specifically extracts data patterns at various scales. According to the collected testing data, the </w:t>
      </w:r>
      <w:proofErr w:type="spellStart"/>
      <w:r w:rsidR="00441CD0" w:rsidRPr="00441CD0">
        <w:t>FedPyramidCNN</w:t>
      </w:r>
      <w:proofErr w:type="spellEnd"/>
      <w:r w:rsidR="00441CD0" w:rsidRPr="00441CD0">
        <w:t xml:space="preserve"> that was proposed obtains </w:t>
      </w:r>
      <w:r w:rsidR="00E44627">
        <w:t>an</w:t>
      </w:r>
      <w:r w:rsidR="00441CD0" w:rsidRPr="00441CD0">
        <w:t xml:space="preserve"> accuracy of </w:t>
      </w:r>
      <w:r w:rsidR="00BF61D8">
        <w:t>96.85</w:t>
      </w:r>
      <w:r w:rsidR="00441CD0" w:rsidRPr="00441CD0">
        <w:t>%.</w:t>
      </w:r>
    </w:p>
    <w:p w14:paraId="5240E3FB" w14:textId="414554AF" w:rsidR="003A287B" w:rsidRPr="00075EA6" w:rsidRDefault="002E4F38" w:rsidP="007C059F">
      <w:pPr>
        <w:pStyle w:val="Heading1"/>
        <w:ind w:left="360"/>
        <w:rPr>
          <w:b w:val="0"/>
          <w:caps w:val="0"/>
          <w:sz w:val="20"/>
        </w:rPr>
      </w:pPr>
      <w:r>
        <w:t>Introduction</w:t>
      </w:r>
    </w:p>
    <w:p w14:paraId="51F55684" w14:textId="329A8A4E" w:rsidR="00897048" w:rsidRDefault="002E4F38" w:rsidP="00C82F7A">
      <w:pPr>
        <w:pStyle w:val="Paragraph"/>
      </w:pPr>
      <w:r>
        <w:t>H</w:t>
      </w:r>
      <w:r w:rsidR="00C8118A">
        <w:t>uman Activity Recognition (H</w:t>
      </w:r>
      <w:r>
        <w:t>AR</w:t>
      </w:r>
      <w:r w:rsidR="00C8118A">
        <w:t>)</w:t>
      </w:r>
      <w:r>
        <w:t xml:space="preserve"> </w:t>
      </w:r>
      <w:r w:rsidR="00C8118A">
        <w:t xml:space="preserve">systems are widely implemented </w:t>
      </w:r>
      <w:r>
        <w:t>in various applications, including health monitoring, fitness tracking, smart homes, and rehabilitation</w:t>
      </w:r>
      <w:bookmarkStart w:id="5" w:name="_Hlk191385530"/>
      <w:r w:rsidR="004C4CF6">
        <w:t xml:space="preserve"> </w:t>
      </w:r>
      <w:sdt>
        <w:sdtPr>
          <w:rPr>
            <w:color w:val="000000"/>
          </w:rPr>
          <w:tag w:val="MENDELEY_CITATION_v3_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"/>
          <w:id w:val="529839288"/>
          <w:placeholder>
            <w:docPart w:val="22FD4494747D44D5AC89BCD77984F0AB"/>
          </w:placeholder>
        </w:sdtPr>
        <w:sdtContent>
          <w:r w:rsidR="00480015" w:rsidRPr="00AA3BFA">
            <w:rPr>
              <w:color w:val="000000"/>
            </w:rPr>
            <w:t>[1</w:t>
          </w:r>
        </w:sdtContent>
      </w:sdt>
      <w:r w:rsidR="00480015">
        <w:t>-</w:t>
      </w:r>
      <w:sdt>
        <w:sdtPr>
          <w:rPr>
            <w:color w:val="000000"/>
          </w:rPr>
          <w:tag w:val="MENDELEY_CITATION_v3_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"/>
          <w:id w:val="689957493"/>
          <w:placeholder>
            <w:docPart w:val="22FD4494747D44D5AC89BCD77984F0AB"/>
          </w:placeholder>
        </w:sdtPr>
        <w:sdtContent>
          <w:r w:rsidR="00480015" w:rsidRPr="00AA3BFA">
            <w:rPr>
              <w:color w:val="000000"/>
            </w:rPr>
            <w:t>3]</w:t>
          </w:r>
        </w:sdtContent>
      </w:sdt>
      <w:bookmarkEnd w:id="5"/>
      <w:r w:rsidR="00563F03">
        <w:t>.</w:t>
      </w:r>
      <w:r>
        <w:t xml:space="preserve"> </w:t>
      </w:r>
      <w:r w:rsidR="002F537E" w:rsidRPr="002F537E">
        <w:t xml:space="preserve">Deep Learning (DL) </w:t>
      </w:r>
      <w:r w:rsidR="00C8118A">
        <w:t>approach</w:t>
      </w:r>
      <w:r w:rsidR="00FC31F1">
        <w:t xml:space="preserve"> </w:t>
      </w:r>
      <w:r w:rsidR="00BA1750">
        <w:t xml:space="preserve">has </w:t>
      </w:r>
      <w:r w:rsidR="00FC31F1">
        <w:t>become a popular</w:t>
      </w:r>
      <w:r w:rsidR="00C8118A">
        <w:t xml:space="preserve"> </w:t>
      </w:r>
      <w:r w:rsidR="002F537E" w:rsidRPr="002F537E">
        <w:t xml:space="preserve">approach </w:t>
      </w:r>
      <w:r w:rsidR="00FC31F1">
        <w:t xml:space="preserve">for HAR model training because it </w:t>
      </w:r>
      <w:r w:rsidR="002F537E" w:rsidRPr="002F537E">
        <w:t>automatically learn</w:t>
      </w:r>
      <w:r w:rsidR="00FC31F1">
        <w:t>s</w:t>
      </w:r>
      <w:r w:rsidR="002F537E" w:rsidRPr="002F537E">
        <w:t xml:space="preserve"> </w:t>
      </w:r>
      <w:r w:rsidR="00FC31F1">
        <w:t xml:space="preserve">and analyzes </w:t>
      </w:r>
      <w:r w:rsidR="002F537E" w:rsidRPr="002F537E">
        <w:t>feature</w:t>
      </w:r>
      <w:r w:rsidR="00FC31F1">
        <w:t>s</w:t>
      </w:r>
      <w:r w:rsidR="002F537E" w:rsidRPr="002F537E">
        <w:t xml:space="preserve"> from raw </w:t>
      </w:r>
      <w:r w:rsidR="00FC31F1">
        <w:t xml:space="preserve">inertial </w:t>
      </w:r>
      <w:r w:rsidR="002F537E" w:rsidRPr="002F537E">
        <w:t>data</w:t>
      </w:r>
      <w:bookmarkStart w:id="6" w:name="_Hlk191444639"/>
      <w:r w:rsidR="00E96400">
        <w:t xml:space="preserve"> </w:t>
      </w:r>
      <w:sdt>
        <w:sdtPr>
          <w:rPr>
            <w:color w:val="000000"/>
          </w:rPr>
          <w:tag w:val="MENDELEY_CITATION_v3_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"/>
          <w:id w:val="1891769828"/>
          <w:placeholder>
            <w:docPart w:val="175D4DF9AF234DB28E1B3B152FEA5E26"/>
          </w:placeholder>
        </w:sdtPr>
        <w:sdtContent>
          <w:r w:rsidR="00BA1750" w:rsidRPr="00AA3BFA">
            <w:rPr>
              <w:color w:val="000000"/>
            </w:rPr>
            <w:t>[4</w:t>
          </w:r>
          <w:r w:rsidR="0057703C">
            <w:rPr>
              <w:color w:val="000000"/>
            </w:rPr>
            <w:t xml:space="preserve">, </w:t>
          </w:r>
        </w:sdtContent>
      </w:sdt>
      <w:sdt>
        <w:sdtPr>
          <w:rPr>
            <w:color w:val="000000"/>
          </w:rPr>
          <w:tag w:val="MENDELEY_CITATION_v3_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"/>
          <w:id w:val="-1136488024"/>
          <w:placeholder>
            <w:docPart w:val="175D4DF9AF234DB28E1B3B152FEA5E26"/>
          </w:placeholder>
        </w:sdtPr>
        <w:sdtContent>
          <w:r w:rsidR="00BA1750" w:rsidRPr="00AA3BFA">
            <w:rPr>
              <w:color w:val="000000"/>
            </w:rPr>
            <w:t>5]</w:t>
          </w:r>
        </w:sdtContent>
      </w:sdt>
      <w:bookmarkEnd w:id="6"/>
      <w:r w:rsidR="002F537E" w:rsidRPr="002F537E">
        <w:t xml:space="preserve">. However, conventional DL </w:t>
      </w:r>
      <w:r w:rsidR="00FC31F1">
        <w:t xml:space="preserve">methods rely </w:t>
      </w:r>
      <w:r w:rsidR="002F537E" w:rsidRPr="002F537E">
        <w:t xml:space="preserve">on centralized </w:t>
      </w:r>
      <w:r w:rsidR="00FC31F1">
        <w:t xml:space="preserve">model </w:t>
      </w:r>
      <w:r w:rsidR="002F537E" w:rsidRPr="002F537E">
        <w:t xml:space="preserve">training, </w:t>
      </w:r>
      <w:r w:rsidR="00441CD0" w:rsidRPr="00441CD0">
        <w:t xml:space="preserve">which aggregates raw sensor data from numerous users on a central server for data learning. </w:t>
      </w:r>
      <w:r w:rsidR="00C73785" w:rsidRPr="00C73785">
        <w:t>This centralized approach has significant privacy concerns. Specifically, the requirement that raw data be transmitted to a central server increases the possibility of data leaks and unauthorized exposure</w:t>
      </w:r>
      <w:r w:rsidR="00C73785">
        <w:t xml:space="preserve"> </w:t>
      </w:r>
      <w:r w:rsidR="00441CD0" w:rsidRPr="00441CD0">
        <w:t>[6–8]. Federated Learning (FL) has become a viable way to deal with these issues.</w:t>
      </w:r>
      <w:r>
        <w:t xml:space="preserve"> </w:t>
      </w:r>
      <w:r w:rsidR="004122A1">
        <w:t xml:space="preserve">In </w:t>
      </w:r>
      <w:r>
        <w:t>FL</w:t>
      </w:r>
      <w:r w:rsidR="004122A1">
        <w:t xml:space="preserve">-based HAR systems, </w:t>
      </w:r>
      <w:r>
        <w:t xml:space="preserve">data processing and model training occur in a decentralized manner, </w:t>
      </w:r>
      <w:r w:rsidR="00496A3B">
        <w:t xml:space="preserve">ensuring </w:t>
      </w:r>
      <w:r>
        <w:t xml:space="preserve">sensitive information </w:t>
      </w:r>
      <w:r w:rsidR="00496A3B">
        <w:t xml:space="preserve">remains </w:t>
      </w:r>
      <w:r>
        <w:t>on local devices</w:t>
      </w:r>
      <w:bookmarkStart w:id="7" w:name="_Hlk191385904"/>
      <w:r w:rsidR="00542E96">
        <w:t xml:space="preserve"> </w:t>
      </w:r>
      <w:sdt>
        <w:sdtPr>
          <w:rPr>
            <w:color w:val="000000"/>
          </w:rPr>
          <w:tag w:val="MENDELEY_CITATION_v3_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"/>
          <w:id w:val="1535003430"/>
          <w:placeholder>
            <w:docPart w:val="FB914B6D728C4492B5A860BCC147269A"/>
          </w:placeholder>
        </w:sdtPr>
        <w:sdtContent>
          <w:r w:rsidR="00BB02E8" w:rsidRPr="00AA3BFA">
            <w:rPr>
              <w:color w:val="000000"/>
            </w:rPr>
            <w:t>[9</w:t>
          </w:r>
        </w:sdtContent>
      </w:sdt>
      <w:r w:rsidR="009857E1">
        <w:rPr>
          <w:color w:val="000000"/>
        </w:rPr>
        <w:t>,</w:t>
      </w:r>
      <w:r w:rsidR="0051704A">
        <w:rPr>
          <w:color w:val="000000"/>
        </w:rPr>
        <w:t xml:space="preserve"> </w:t>
      </w:r>
      <w:sdt>
        <w:sdtPr>
          <w:rPr>
            <w:color w:val="000000"/>
          </w:rPr>
          <w:tag w:val="MENDELEY_CITATION_v3_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"/>
          <w:id w:val="-19784396"/>
          <w:placeholder>
            <w:docPart w:val="FB914B6D728C4492B5A860BCC147269A"/>
          </w:placeholder>
        </w:sdtPr>
        <w:sdtContent>
          <w:r w:rsidR="00BB02E8" w:rsidRPr="00AA3BFA">
            <w:rPr>
              <w:color w:val="000000"/>
            </w:rPr>
            <w:t>10]</w:t>
          </w:r>
        </w:sdtContent>
      </w:sdt>
      <w:bookmarkEnd w:id="7"/>
      <w:r w:rsidR="00542E96">
        <w:rPr>
          <w:color w:val="000000"/>
        </w:rPr>
        <w:t>.</w:t>
      </w:r>
      <w:r w:rsidR="000B5DB2">
        <w:t xml:space="preserve"> </w:t>
      </w:r>
    </w:p>
    <w:p w14:paraId="17434A14" w14:textId="409AFE83" w:rsidR="002E4F38" w:rsidRDefault="002A7FDE" w:rsidP="00547596">
      <w:pPr>
        <w:pStyle w:val="Paragraph"/>
        <w:rPr>
          <w:lang w:val="en-MY"/>
        </w:rPr>
      </w:pPr>
      <w:r w:rsidRPr="00480015">
        <w:rPr>
          <w:lang w:val="en-MY"/>
        </w:rPr>
        <w:t xml:space="preserve">In </w:t>
      </w:r>
      <w:r w:rsidR="00C51BD3">
        <w:rPr>
          <w:lang w:val="en-MY"/>
        </w:rPr>
        <w:t xml:space="preserve">the </w:t>
      </w:r>
      <w:r w:rsidRPr="00480015">
        <w:rPr>
          <w:lang w:val="en-MY"/>
        </w:rPr>
        <w:t xml:space="preserve">literature, one-dimensional Convolutional </w:t>
      </w:r>
      <w:r w:rsidRPr="002A7FDE">
        <w:rPr>
          <w:lang w:val="en-MY"/>
        </w:rPr>
        <w:t>Neural</w:t>
      </w:r>
      <w:r w:rsidRPr="00480015">
        <w:rPr>
          <w:lang w:val="en-MY"/>
        </w:rPr>
        <w:t xml:space="preserve"> Network</w:t>
      </w:r>
      <w:r>
        <w:rPr>
          <w:lang w:val="en-MY"/>
        </w:rPr>
        <w:t>s</w:t>
      </w:r>
      <w:r w:rsidRPr="00480015">
        <w:rPr>
          <w:lang w:val="en-MY"/>
        </w:rPr>
        <w:t xml:space="preserve"> (1D CNN</w:t>
      </w:r>
      <w:r>
        <w:rPr>
          <w:lang w:val="en-MY"/>
        </w:rPr>
        <w:t>s</w:t>
      </w:r>
      <w:r w:rsidRPr="00480015">
        <w:rPr>
          <w:lang w:val="en-MY"/>
        </w:rPr>
        <w:t xml:space="preserve">) </w:t>
      </w:r>
      <w:r w:rsidR="003A589D">
        <w:rPr>
          <w:lang w:val="en-MY"/>
        </w:rPr>
        <w:t>have</w:t>
      </w:r>
      <w:r w:rsidRPr="00480015">
        <w:rPr>
          <w:lang w:val="en-MY"/>
        </w:rPr>
        <w:t xml:space="preserve"> be</w:t>
      </w:r>
      <w:r>
        <w:rPr>
          <w:lang w:val="en-MY"/>
        </w:rPr>
        <w:t>en applied to HAR</w:t>
      </w:r>
      <w:r w:rsidR="00FC6173">
        <w:rPr>
          <w:lang w:val="en-MY"/>
        </w:rPr>
        <w:t xml:space="preserve"> </w:t>
      </w:r>
      <w:r w:rsidR="00EA4ADA" w:rsidRPr="00EA4ADA">
        <w:rPr>
          <w:lang w:val="en-MY"/>
        </w:rPr>
        <w:t>[11</w:t>
      </w:r>
      <w:r w:rsidR="00EA4ADA">
        <w:rPr>
          <w:lang w:val="en-MY"/>
        </w:rPr>
        <w:t>-</w:t>
      </w:r>
      <w:r w:rsidR="00EA4ADA" w:rsidRPr="00EA4ADA">
        <w:rPr>
          <w:lang w:val="en-MY"/>
        </w:rPr>
        <w:t>13]</w:t>
      </w:r>
      <w:r w:rsidR="00EA4ADA">
        <w:rPr>
          <w:lang w:val="en-MY"/>
        </w:rPr>
        <w:t xml:space="preserve">. </w:t>
      </w:r>
      <w:r>
        <w:rPr>
          <w:lang w:val="en-MY"/>
        </w:rPr>
        <w:t xml:space="preserve">However, conventional 1D CNNs are suboptimal </w:t>
      </w:r>
      <w:r w:rsidR="004A2502">
        <w:rPr>
          <w:lang w:val="en-MY"/>
        </w:rPr>
        <w:t xml:space="preserve">in capturing </w:t>
      </w:r>
      <w:r>
        <w:rPr>
          <w:lang w:val="en-MY"/>
        </w:rPr>
        <w:t>multiscale feature representation</w:t>
      </w:r>
      <w:r w:rsidR="002D1B78">
        <w:rPr>
          <w:lang w:val="en-MY"/>
        </w:rPr>
        <w:t>s</w:t>
      </w:r>
      <w:r>
        <w:rPr>
          <w:lang w:val="en-MY"/>
        </w:rPr>
        <w:t xml:space="preserve">. </w:t>
      </w:r>
      <w:r w:rsidR="001F533D" w:rsidRPr="001F533D">
        <w:rPr>
          <w:lang w:val="en-MY"/>
        </w:rPr>
        <w:t>To address privacy and feature extraction challenges, in this paper</w:t>
      </w:r>
      <w:r w:rsidR="00BD0B6E">
        <w:rPr>
          <w:lang w:val="en-MY"/>
        </w:rPr>
        <w:t>,</w:t>
      </w:r>
      <w:r w:rsidR="001F533D" w:rsidRPr="001F533D">
        <w:rPr>
          <w:lang w:val="en-MY"/>
        </w:rPr>
        <w:t xml:space="preserve"> we propose a privacy-preserving federated </w:t>
      </w:r>
      <w:proofErr w:type="gramStart"/>
      <w:r w:rsidR="001F533D" w:rsidRPr="001F533D">
        <w:rPr>
          <w:lang w:val="en-MY"/>
        </w:rPr>
        <w:t>learning based</w:t>
      </w:r>
      <w:proofErr w:type="gramEnd"/>
      <w:r w:rsidR="001F533D" w:rsidRPr="001F533D">
        <w:rPr>
          <w:lang w:val="en-MY"/>
        </w:rPr>
        <w:t xml:space="preserve"> smartphone-enabled HAR system for decentralized training. We develop a 1D CNN extension with a </w:t>
      </w:r>
      <w:r w:rsidR="000E6FD5">
        <w:rPr>
          <w:lang w:val="en-MY"/>
        </w:rPr>
        <w:t>p</w:t>
      </w:r>
      <w:r w:rsidR="001F533D" w:rsidRPr="001F533D">
        <w:rPr>
          <w:lang w:val="en-MY"/>
        </w:rPr>
        <w:t xml:space="preserve">yramid </w:t>
      </w:r>
      <w:r w:rsidR="000E6FD5">
        <w:rPr>
          <w:lang w:val="en-MY"/>
        </w:rPr>
        <w:t>p</w:t>
      </w:r>
      <w:r w:rsidR="001F533D" w:rsidRPr="001F533D">
        <w:rPr>
          <w:lang w:val="en-MY"/>
        </w:rPr>
        <w:t xml:space="preserve">ooling </w:t>
      </w:r>
      <w:r w:rsidR="000E6FD5">
        <w:rPr>
          <w:lang w:val="en-MY"/>
        </w:rPr>
        <w:t>m</w:t>
      </w:r>
      <w:r w:rsidR="001F533D" w:rsidRPr="001F533D">
        <w:rPr>
          <w:lang w:val="en-MY"/>
        </w:rPr>
        <w:t xml:space="preserve">odule named </w:t>
      </w:r>
      <w:proofErr w:type="spellStart"/>
      <w:r w:rsidR="001F533D" w:rsidRPr="001F533D">
        <w:rPr>
          <w:lang w:val="en-MY"/>
        </w:rPr>
        <w:t>FedPyramidCNN</w:t>
      </w:r>
      <w:proofErr w:type="spellEnd"/>
      <w:r w:rsidR="001F533D" w:rsidRPr="001F533D">
        <w:rPr>
          <w:lang w:val="en-MY"/>
        </w:rPr>
        <w:t xml:space="preserve"> for extracting short and long-term activity patterns through multiscale pooling.</w:t>
      </w:r>
    </w:p>
    <w:p w14:paraId="708AEAB0" w14:textId="4CF7216D" w:rsidR="00897048" w:rsidRDefault="001F533D" w:rsidP="00C82F7A">
      <w:pPr>
        <w:pStyle w:val="Paragraph"/>
      </w:pPr>
      <w:r w:rsidRPr="001F533D">
        <w:t xml:space="preserve">Several approaches have been proposed to improve HAR. For example, Sharen et al. introduced </w:t>
      </w:r>
      <w:proofErr w:type="spellStart"/>
      <w:r w:rsidRPr="001F533D">
        <w:t>WISNet</w:t>
      </w:r>
      <w:proofErr w:type="spellEnd"/>
      <w:r w:rsidRPr="001F533D">
        <w:t xml:space="preserve">, a CNN-based model that uses identity blocks for stable training, attention modules for better feature extraction, and a Convolved Normalized Pooled block for refined representations, to outperform conventional models, though it relies on centralized training </w:t>
      </w:r>
      <w:sdt>
        <w:sdtPr>
          <w:rPr>
            <w:color w:val="000000"/>
          </w:rPr>
          <w:tag w:val="MENDELEY_CITATION_v3_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"/>
          <w:id w:val="1596898319"/>
          <w:placeholder>
            <w:docPart w:val="80775FB66BDF4134B2857DEE41F9AAF8"/>
          </w:placeholder>
        </w:sdtPr>
        <w:sdtContent>
          <w:r w:rsidRPr="007F0AA2">
            <w:rPr>
              <w:color w:val="000000"/>
            </w:rPr>
            <w:t>[14]</w:t>
          </w:r>
        </w:sdtContent>
      </w:sdt>
      <w:r w:rsidRPr="001F533D">
        <w:t xml:space="preserve">. In contrast, Liu et al. developed the Privacy-Protected Federated Personalized Random </w:t>
      </w:r>
      <w:r w:rsidRPr="001F533D">
        <w:lastRenderedPageBreak/>
        <w:t xml:space="preserve">Forest (PP-FPRF) model, which uses locality-sensitive hashing to group similar users for training and employs ensemble learning with differential privacy to protect user data </w:t>
      </w:r>
      <w:sdt>
        <w:sdtPr>
          <w:rPr>
            <w:color w:val="000000"/>
          </w:rPr>
          <w:tag w:val="MENDELEY_CITATION_v3_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"/>
          <w:id w:val="-750277679"/>
          <w:placeholder>
            <w:docPart w:val="9AF01C86C9E04E21BC5220FC2F0BD8EB"/>
          </w:placeholder>
        </w:sdtPr>
        <w:sdtContent>
          <w:r w:rsidRPr="007F0AA2">
            <w:rPr>
              <w:color w:val="000000"/>
            </w:rPr>
            <w:t>[15]</w:t>
          </w:r>
        </w:sdtContent>
      </w:sdt>
      <w:r w:rsidRPr="001F533D">
        <w:t>.</w:t>
      </w:r>
    </w:p>
    <w:p w14:paraId="50135A0D" w14:textId="728DE0D9" w:rsidR="00897048" w:rsidRDefault="00AD1A8D" w:rsidP="00C82F7A">
      <w:pPr>
        <w:pStyle w:val="Paragraph"/>
      </w:pPr>
      <w:r w:rsidRPr="00AD1A8D">
        <w:t xml:space="preserve">Ouyang et al. introduced </w:t>
      </w:r>
      <w:proofErr w:type="spellStart"/>
      <w:r w:rsidRPr="00AD1A8D">
        <w:t>ClusterFL</w:t>
      </w:r>
      <w:proofErr w:type="spellEnd"/>
      <w:r w:rsidRPr="00AD1A8D">
        <w:t xml:space="preserve">, which is a clustering-aware federated learning framework for HAR with performance improved with reduced communication overhead utilizing data clustering for discarding slower or less correlated nodes, accelerating convergence </w:t>
      </w:r>
      <w:sdt>
        <w:sdtPr>
          <w:rPr>
            <w:color w:val="000000"/>
          </w:rPr>
          <w:tag w:val="MENDELEY_CITATION_v3_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"/>
          <w:id w:val="-441687383"/>
          <w:placeholder>
            <w:docPart w:val="063A05007C0E4ABC8F0A8CE9AD06BF94"/>
          </w:placeholder>
        </w:sdtPr>
        <w:sdtContent>
          <w:r w:rsidRPr="007F0AA2">
            <w:rPr>
              <w:color w:val="000000"/>
            </w:rPr>
            <w:t>[16]</w:t>
          </w:r>
        </w:sdtContent>
      </w:sdt>
      <w:r w:rsidRPr="00AD1A8D">
        <w:t xml:space="preserve">. Shen et al. introduced </w:t>
      </w:r>
      <w:proofErr w:type="spellStart"/>
      <w:r w:rsidRPr="00AD1A8D">
        <w:t>FedMAT</w:t>
      </w:r>
      <w:proofErr w:type="spellEnd"/>
      <w:r w:rsidRPr="00AD1A8D">
        <w:t xml:space="preserve"> for HAR, addressing the privacy challenge by treating every user as a unique task. </w:t>
      </w:r>
      <w:proofErr w:type="spellStart"/>
      <w:r w:rsidRPr="00AD1A8D">
        <w:t>FedMAT</w:t>
      </w:r>
      <w:proofErr w:type="spellEnd"/>
      <w:r w:rsidRPr="00AD1A8D">
        <w:t xml:space="preserve"> uses a shared network for shared features and tailored attention modules for personalized information, achieving a balance between generalization and personalization </w:t>
      </w:r>
      <w:r w:rsidR="00DF37BF">
        <w:t>to serve multiple users better</w:t>
      </w:r>
      <w:r w:rsidRPr="00AD1A8D">
        <w:t xml:space="preserve"> </w:t>
      </w:r>
      <w:sdt>
        <w:sdtPr>
          <w:rPr>
            <w:color w:val="000000"/>
          </w:rPr>
          <w:tag w:val="MENDELEY_CITATION_v3_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"/>
          <w:id w:val="106706373"/>
          <w:placeholder>
            <w:docPart w:val="43C77AC5690D4D97A1B8239828A9665C"/>
          </w:placeholder>
        </w:sdtPr>
        <w:sdtContent>
          <w:r w:rsidRPr="007F0AA2">
            <w:rPr>
              <w:color w:val="000000"/>
            </w:rPr>
            <w:t>[17]</w:t>
          </w:r>
        </w:sdtContent>
      </w:sdt>
      <w:r w:rsidRPr="00AD1A8D">
        <w:t>.</w:t>
      </w:r>
    </w:p>
    <w:p w14:paraId="160EB084" w14:textId="08F2C733" w:rsidR="00B564E3" w:rsidRPr="00B564E3" w:rsidRDefault="00B564E3" w:rsidP="00B564E3">
      <w:pPr>
        <w:pStyle w:val="Paragraph"/>
        <w:rPr>
          <w:lang w:val="en-MY"/>
        </w:rPr>
      </w:pPr>
      <w:r w:rsidRPr="00B564E3">
        <w:rPr>
          <w:lang w:val="en-MY"/>
        </w:rPr>
        <w:t xml:space="preserve">This study develops </w:t>
      </w:r>
      <w:proofErr w:type="spellStart"/>
      <w:r w:rsidRPr="00B564E3">
        <w:rPr>
          <w:lang w:val="en-MY"/>
        </w:rPr>
        <w:t>FedPyramidCNN</w:t>
      </w:r>
      <w:proofErr w:type="spellEnd"/>
      <w:r w:rsidRPr="00B564E3">
        <w:rPr>
          <w:lang w:val="en-MY"/>
        </w:rPr>
        <w:t xml:space="preserve">, an enhanced 1D CNN-based model to improve local data training in a federated learning environment, motivated by the developments in federated learning. The architecture of the suggested method includes </w:t>
      </w:r>
      <w:r w:rsidR="00411475">
        <w:rPr>
          <w:lang w:val="en-MY"/>
        </w:rPr>
        <w:t>multiple</w:t>
      </w:r>
      <w:r w:rsidRPr="00B564E3">
        <w:rPr>
          <w:lang w:val="en-MY"/>
        </w:rPr>
        <w:t xml:space="preserve"> clients, each with its own dataset, and uses a pyramid pooling strategy for local training </w:t>
      </w:r>
      <w:r w:rsidR="00DF37BF">
        <w:rPr>
          <w:lang w:val="en-MY"/>
        </w:rPr>
        <w:t>to</w:t>
      </w:r>
      <w:r w:rsidRPr="00B564E3">
        <w:rPr>
          <w:lang w:val="en-MY"/>
        </w:rPr>
        <w:t xml:space="preserve"> extract multiscale feature representation, as shown in Figure 1. A central server receives the generated model changes, aggregates them, and then sends the modified weights back to the clients. Because raw sensor data is stored on local devices, this decentralized procedure guarantees privacy preservation.</w:t>
      </w:r>
    </w:p>
    <w:p w14:paraId="5E21BA75" w14:textId="77777777" w:rsidR="000B2D22" w:rsidRPr="00B564E3" w:rsidRDefault="000B2D22" w:rsidP="002E4F38">
      <w:pPr>
        <w:pStyle w:val="Paragraph"/>
        <w:rPr>
          <w:lang w:val="en-MY"/>
        </w:rPr>
      </w:pPr>
    </w:p>
    <w:p w14:paraId="50DB679E" w14:textId="20D0426D" w:rsidR="00C21E0A" w:rsidRPr="00C21E0A" w:rsidRDefault="00C21E0A" w:rsidP="00C21E0A">
      <w:pPr>
        <w:pStyle w:val="Paragraph"/>
        <w:jc w:val="center"/>
      </w:pPr>
      <w:r w:rsidRPr="00C21E0A">
        <w:rPr>
          <w:noProof/>
          <w:sz w:val="18"/>
        </w:rPr>
        <w:drawing>
          <wp:inline distT="0" distB="0" distL="0" distR="0" wp14:anchorId="72FE49B7" wp14:editId="3DBA7421">
            <wp:extent cx="2781300" cy="2839546"/>
            <wp:effectExtent l="0" t="0" r="0" b="0"/>
            <wp:docPr id="897133914" name="Picture 1" descr="A diagram of a serv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7133914" name="Picture 1" descr="A diagram of a server&#10;&#10;AI-generated content may be incorrect."/>
                    <pic:cNvPicPr/>
                  </pic:nvPicPr>
                  <pic:blipFill>
                    <a:blip r:embed="rId11"/>
                    <a:stretch>
                      <a:fillRect/>
                    </a:stretch>
                  </pic:blipFill>
                  <pic:spPr>
                    <a:xfrm>
                      <a:off x="0" y="0"/>
                      <a:ext cx="2795824" cy="2854374"/>
                    </a:xfrm>
                    <a:prstGeom prst="rect">
                      <a:avLst/>
                    </a:prstGeom>
                  </pic:spPr>
                </pic:pic>
              </a:graphicData>
            </a:graphic>
          </wp:inline>
        </w:drawing>
      </w:r>
    </w:p>
    <w:p w14:paraId="2F0C7EDA" w14:textId="708CAC40" w:rsidR="002E4F38" w:rsidRPr="00361082" w:rsidRDefault="002E4F38" w:rsidP="002E4F38">
      <w:pPr>
        <w:pStyle w:val="FigureCaption"/>
        <w:rPr>
          <w:szCs w:val="18"/>
        </w:rPr>
      </w:pPr>
      <w:r w:rsidRPr="00361082">
        <w:rPr>
          <w:b/>
          <w:caps/>
          <w:szCs w:val="18"/>
        </w:rPr>
        <w:t>Figure 1.</w:t>
      </w:r>
      <w:r w:rsidRPr="00361082">
        <w:rPr>
          <w:szCs w:val="18"/>
        </w:rPr>
        <w:t xml:space="preserve"> Architecture of </w:t>
      </w:r>
      <w:proofErr w:type="spellStart"/>
      <w:r w:rsidR="001B5182" w:rsidRPr="00361082">
        <w:rPr>
          <w:szCs w:val="18"/>
        </w:rPr>
        <w:t>FedPyramidCNN</w:t>
      </w:r>
      <w:proofErr w:type="spellEnd"/>
    </w:p>
    <w:p w14:paraId="73840CD0" w14:textId="77777777" w:rsidR="00E93565" w:rsidRDefault="00E93565" w:rsidP="004306A1">
      <w:pPr>
        <w:pStyle w:val="Paragraph"/>
        <w:ind w:firstLine="0"/>
      </w:pPr>
    </w:p>
    <w:p w14:paraId="2E6D3810" w14:textId="0637E062" w:rsidR="002E4F38" w:rsidRDefault="002C4654" w:rsidP="002E4F38">
      <w:pPr>
        <w:pStyle w:val="Paragraph"/>
      </w:pPr>
      <w:r w:rsidRPr="002C4654">
        <w:t>The contributions made by this paper</w:t>
      </w:r>
      <w:r w:rsidR="008608FA">
        <w:t xml:space="preserve"> are</w:t>
      </w:r>
      <w:r w:rsidRPr="002C4654">
        <w:t>:</w:t>
      </w:r>
    </w:p>
    <w:p w14:paraId="42CD4C26" w14:textId="77777777" w:rsidR="00FB2105" w:rsidRDefault="00FB2105" w:rsidP="002E4F38">
      <w:pPr>
        <w:pStyle w:val="Paragraph"/>
      </w:pPr>
    </w:p>
    <w:p w14:paraId="442E5FC8" w14:textId="77777777" w:rsidR="00E13632" w:rsidRDefault="00E13632" w:rsidP="00C82F7A">
      <w:pPr>
        <w:pStyle w:val="Paragraphbulleted"/>
      </w:pPr>
      <w:r w:rsidRPr="00E13632">
        <w:t>The development of a federated learning platform-based, privacy-preserving smartphone-based HAR system that decentralizes model training. While raw sensor data is stored on local devices, this model makes sure that the resulting model updates are shared.</w:t>
      </w:r>
    </w:p>
    <w:p w14:paraId="5E7377DA" w14:textId="534D3395" w:rsidR="00D560CF" w:rsidRDefault="00E93565" w:rsidP="00C82F7A">
      <w:pPr>
        <w:pStyle w:val="Paragraphbulleted"/>
      </w:pPr>
      <w:r>
        <w:t xml:space="preserve">Incorporation of </w:t>
      </w:r>
      <w:r w:rsidR="00D165AD">
        <w:t xml:space="preserve">the </w:t>
      </w:r>
      <w:r w:rsidR="000E6FD5">
        <w:t>p</w:t>
      </w:r>
      <w:r w:rsidR="00D560CF">
        <w:t xml:space="preserve">yramid </w:t>
      </w:r>
      <w:r w:rsidR="000E6FD5">
        <w:t>p</w:t>
      </w:r>
      <w:r w:rsidR="00D560CF">
        <w:t>ooling</w:t>
      </w:r>
      <w:r w:rsidR="00D165AD">
        <w:t xml:space="preserve"> module</w:t>
      </w:r>
      <w:r w:rsidR="00D560CF">
        <w:t xml:space="preserve"> in the deep learning architecture to produce a multiscale feature representation. </w:t>
      </w:r>
      <w:r>
        <w:t>With this, t</w:t>
      </w:r>
      <w:r w:rsidR="00D560CF">
        <w:t xml:space="preserve">he model </w:t>
      </w:r>
      <w:proofErr w:type="gramStart"/>
      <w:r>
        <w:t>is able to</w:t>
      </w:r>
      <w:proofErr w:type="gramEnd"/>
      <w:r>
        <w:t xml:space="preserve"> capture data patterns through pyramid </w:t>
      </w:r>
      <w:r w:rsidR="00D560CF">
        <w:t>pooling operations of different scales.</w:t>
      </w:r>
    </w:p>
    <w:p w14:paraId="49FA1D39" w14:textId="4546EAA7" w:rsidR="005F1D35" w:rsidRPr="005F1D35" w:rsidRDefault="000234ED" w:rsidP="007C059F">
      <w:pPr>
        <w:pStyle w:val="Heading1"/>
      </w:pPr>
      <w:r>
        <w:t>Methodology</w:t>
      </w:r>
    </w:p>
    <w:p w14:paraId="381491DE" w14:textId="7E6BEC2E" w:rsidR="000234ED" w:rsidRPr="00075EA6" w:rsidRDefault="000234ED" w:rsidP="007C059F">
      <w:pPr>
        <w:pStyle w:val="Heading2"/>
      </w:pPr>
      <w:r>
        <w:t>Dataset</w:t>
      </w:r>
    </w:p>
    <w:p w14:paraId="0B68F0BF" w14:textId="4F2C263A" w:rsidR="00E3792B" w:rsidRPr="007F48E2" w:rsidRDefault="00E3792B" w:rsidP="00E3792B">
      <w:pPr>
        <w:pStyle w:val="Paragraph"/>
      </w:pPr>
      <w:r>
        <w:t>The data utilized for the detection of human activity in this research is wireless sensor data mining (WISDM</w:t>
      </w:r>
      <w:r w:rsidRPr="007F48E2">
        <w:t>)</w:t>
      </w:r>
      <w:bookmarkStart w:id="8" w:name="_Hlk191385950"/>
      <w:r w:rsidR="00F85229" w:rsidRPr="007F48E2">
        <w:t xml:space="preserve"> </w:t>
      </w:r>
      <w:sdt>
        <w:sdtPr>
          <w:rPr>
            <w:color w:val="000000"/>
          </w:rPr>
          <w:tag w:val="MENDELEY_CITATION_v3_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"/>
          <w:id w:val="-486022718"/>
          <w:placeholder>
            <w:docPart w:val="1D0553100C104FAA821471D7118D26A7"/>
          </w:placeholder>
        </w:sdtPr>
        <w:sdtContent>
          <w:r w:rsidR="00F85229" w:rsidRPr="007F48E2">
            <w:rPr>
              <w:color w:val="000000"/>
            </w:rPr>
            <w:t>[18]</w:t>
          </w:r>
        </w:sdtContent>
      </w:sdt>
      <w:bookmarkEnd w:id="8"/>
    </w:p>
    <w:p w14:paraId="0D740C9D" w14:textId="5A149C58" w:rsidR="000234ED" w:rsidRPr="007F48E2" w:rsidRDefault="00847ADC" w:rsidP="00E3792B">
      <w:pPr>
        <w:pStyle w:val="Paragraph"/>
        <w:ind w:firstLine="0"/>
      </w:pPr>
      <w:r w:rsidRPr="007F48E2">
        <w:t>The</w:t>
      </w:r>
      <w:r w:rsidR="00E3792B" w:rsidRPr="007F48E2">
        <w:t xml:space="preserve"> data is </w:t>
      </w:r>
      <w:r w:rsidR="001E22E5" w:rsidRPr="007F48E2">
        <w:t xml:space="preserve">available </w:t>
      </w:r>
      <w:r w:rsidR="00E3792B" w:rsidRPr="007F48E2">
        <w:t xml:space="preserve">at </w:t>
      </w:r>
      <w:bookmarkStart w:id="9" w:name="_Hlk191391353"/>
      <w:r w:rsidR="00E3792B" w:rsidRPr="007F48E2">
        <w:t>https://www.cis.fordham.edu/wisdm/dataset.php</w:t>
      </w:r>
      <w:bookmarkEnd w:id="9"/>
      <w:r w:rsidR="00E3792B" w:rsidRPr="007F48E2">
        <w:t xml:space="preserve"> on the </w:t>
      </w:r>
      <w:proofErr w:type="spellStart"/>
      <w:r w:rsidR="00E3792B" w:rsidRPr="007F48E2">
        <w:t>Wisdm</w:t>
      </w:r>
      <w:proofErr w:type="spellEnd"/>
      <w:r w:rsidR="00E3792B" w:rsidRPr="007F48E2">
        <w:t xml:space="preserve"> website. </w:t>
      </w:r>
      <w:r w:rsidR="00556030" w:rsidRPr="00556030">
        <w:t>It has six features: user, activity, timestamp, x-, y-, and z-accelerations, and 1,098,207 examples of different physical activities (sampled at 20 Hz). Walking, jogging, sitting, standing, and going upstairs and downstairs are the activities.</w:t>
      </w:r>
      <w:r w:rsidR="00D64E10">
        <w:t xml:space="preserve"> </w:t>
      </w:r>
      <w:r w:rsidR="00D64E10" w:rsidRPr="00D64E10">
        <w:t xml:space="preserve">The dataset is split into </w:t>
      </w:r>
      <w:r w:rsidR="00CC044D">
        <w:t xml:space="preserve">a 75 % </w:t>
      </w:r>
      <w:r w:rsidR="00D64E10" w:rsidRPr="00D64E10">
        <w:t xml:space="preserve">training </w:t>
      </w:r>
      <w:r w:rsidR="00C11A83">
        <w:t xml:space="preserve">and </w:t>
      </w:r>
      <w:r w:rsidR="00CC044D">
        <w:t xml:space="preserve">a </w:t>
      </w:r>
      <w:r w:rsidR="00E10C58">
        <w:t>2</w:t>
      </w:r>
      <w:r w:rsidR="0053489A">
        <w:t>5</w:t>
      </w:r>
      <w:r w:rsidR="00D64E10" w:rsidRPr="00D64E10">
        <w:t>%</w:t>
      </w:r>
      <w:r w:rsidR="00CC044D">
        <w:t xml:space="preserve"> testing set </w:t>
      </w:r>
      <w:r w:rsidR="00D64E10" w:rsidRPr="00D64E10">
        <w:t>to facilitate model development and evaluation.</w:t>
      </w:r>
    </w:p>
    <w:p w14:paraId="478293DF" w14:textId="7C288C55" w:rsidR="005F1D35" w:rsidRDefault="005F1D35" w:rsidP="005F1D35">
      <w:pPr>
        <w:pStyle w:val="Heading2"/>
      </w:pPr>
      <w:r>
        <w:lastRenderedPageBreak/>
        <w:t>Deep Learning Model</w:t>
      </w:r>
    </w:p>
    <w:p w14:paraId="57986622" w14:textId="3B1AD96A" w:rsidR="00897048" w:rsidRDefault="005F1D35" w:rsidP="00C82F7A">
      <w:pPr>
        <w:pStyle w:val="Paragraph"/>
      </w:pPr>
      <w:r>
        <w:t>Due to data heterogeneity, Federated Learning in sensor-based HAR encounters challenges</w:t>
      </w:r>
      <w:r w:rsidRPr="000234ED">
        <w:t xml:space="preserve">, which can degrade model performance. Traditional models such as 1D CNNs may struggle to extract the intrinsic complex features for reliable activity recognition. </w:t>
      </w:r>
      <w:r>
        <w:t>W</w:t>
      </w:r>
      <w:r w:rsidRPr="000234ED">
        <w:t xml:space="preserve">e introduce a federated learning </w:t>
      </w:r>
      <w:r>
        <w:t>HAR</w:t>
      </w:r>
      <w:r w:rsidRPr="000234ED">
        <w:t xml:space="preserve"> with an improved convolutional-based local training model</w:t>
      </w:r>
      <w:r w:rsidR="003512AA">
        <w:t xml:space="preserve"> (refer to Figure 2)</w:t>
      </w:r>
      <w:r w:rsidR="00FD5B08">
        <w:t xml:space="preserve">. </w:t>
      </w:r>
      <w:r w:rsidRPr="000234ED">
        <w:t xml:space="preserve">In the proposed decentralized system, </w:t>
      </w:r>
      <w:r w:rsidR="00232F09">
        <w:t>the</w:t>
      </w:r>
      <w:r w:rsidR="0040334E" w:rsidRPr="0040334E">
        <w:t xml:space="preserve"> convolutional feature extractor contains two 1D convolutional layers: one with 32 filters</w:t>
      </w:r>
      <w:r w:rsidR="000768D7">
        <w:t xml:space="preserve"> and another with 64 filters.</w:t>
      </w:r>
      <w:r w:rsidR="0040334E" w:rsidRPr="0040334E">
        <w:t xml:space="preserve"> </w:t>
      </w:r>
      <w:proofErr w:type="gramStart"/>
      <w:r w:rsidR="0040334E" w:rsidRPr="0040334E">
        <w:t>Both of them</w:t>
      </w:r>
      <w:proofErr w:type="gramEnd"/>
      <w:r w:rsidR="0040334E" w:rsidRPr="0040334E">
        <w:t xml:space="preserve"> are</w:t>
      </w:r>
      <w:r w:rsidR="000768D7">
        <w:t xml:space="preserve"> kernel size </w:t>
      </w:r>
      <w:r w:rsidR="006800F3">
        <w:t>4</w:t>
      </w:r>
      <w:r w:rsidR="000768D7">
        <w:t>,</w:t>
      </w:r>
      <w:r w:rsidR="0040334E" w:rsidRPr="0040334E">
        <w:t xml:space="preserve"> followed by Batch Normalization, </w:t>
      </w:r>
      <w:proofErr w:type="spellStart"/>
      <w:r w:rsidR="0040334E" w:rsidRPr="0040334E">
        <w:t>ReLU</w:t>
      </w:r>
      <w:proofErr w:type="spellEnd"/>
      <w:r w:rsidR="0040334E" w:rsidRPr="0040334E">
        <w:t xml:space="preserve"> activation, and </w:t>
      </w:r>
      <w:proofErr w:type="spellStart"/>
      <w:r w:rsidR="0040334E" w:rsidRPr="0040334E">
        <w:t>MaxPooling</w:t>
      </w:r>
      <w:proofErr w:type="spellEnd"/>
      <w:r w:rsidR="0040334E" w:rsidRPr="0040334E">
        <w:t xml:space="preserve"> layers with a kernel size of 2 for </w:t>
      </w:r>
      <w:proofErr w:type="spellStart"/>
      <w:r w:rsidR="0040334E" w:rsidRPr="0040334E">
        <w:t>downsampling</w:t>
      </w:r>
      <w:proofErr w:type="spellEnd"/>
      <w:r w:rsidR="0040334E" w:rsidRPr="0040334E">
        <w:t xml:space="preserve"> the feature maps.</w:t>
      </w:r>
      <w:r w:rsidR="0040334E">
        <w:t xml:space="preserve"> </w:t>
      </w:r>
    </w:p>
    <w:p w14:paraId="1714FAA6" w14:textId="70254BAA" w:rsidR="005F1D35" w:rsidRDefault="00910B68" w:rsidP="005F1D35">
      <w:pPr>
        <w:pStyle w:val="Paragraph"/>
      </w:pPr>
      <w:r w:rsidRPr="00910B68">
        <w:t xml:space="preserve">Each client trains the model using local inertial data. To effectively capture the multiscale features of the inertial data, the </w:t>
      </w:r>
      <w:proofErr w:type="spellStart"/>
      <w:r w:rsidRPr="00910B68">
        <w:t>FedPyramidCNN</w:t>
      </w:r>
      <w:proofErr w:type="spellEnd"/>
      <w:r w:rsidRPr="00910B68">
        <w:t xml:space="preserve"> incorporates the pyramid pooling module into its design. The changes made to the locally trained model are subsequently sent to a central server, where they are </w:t>
      </w:r>
      <w:r w:rsidR="002116E7">
        <w:t>aggregate</w:t>
      </w:r>
      <w:r w:rsidR="009D0B3C">
        <w:t>d</w:t>
      </w:r>
      <w:r w:rsidRPr="00910B68">
        <w:t xml:space="preserve"> to create a global model. This collaborative learning enhances the generalizability of the global model while protecting data privacy by keeping the raw data locally</w:t>
      </w:r>
      <w:r w:rsidR="009F657D" w:rsidRPr="009F657D">
        <w:t>.</w:t>
      </w:r>
    </w:p>
    <w:p w14:paraId="1AE08135" w14:textId="3486CED7" w:rsidR="005F1D35" w:rsidRDefault="003B3915" w:rsidP="00721A7B">
      <w:pPr>
        <w:pStyle w:val="Paragraph"/>
        <w:jc w:val="center"/>
      </w:pPr>
      <w:r w:rsidRPr="003B3915">
        <w:rPr>
          <w:noProof/>
        </w:rPr>
        <w:drawing>
          <wp:inline distT="0" distB="0" distL="0" distR="0" wp14:anchorId="32B9CDDF" wp14:editId="6F28FAA8">
            <wp:extent cx="4716780" cy="1880665"/>
            <wp:effectExtent l="0" t="0" r="7620" b="5715"/>
            <wp:docPr id="1543859914" name="Picture 1" descr="A diagram of a proces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3859914" name="Picture 1" descr="A diagram of a process&#10;&#10;AI-generated content may be incorrect."/>
                    <pic:cNvPicPr/>
                  </pic:nvPicPr>
                  <pic:blipFill>
                    <a:blip r:embed="rId12"/>
                    <a:stretch>
                      <a:fillRect/>
                    </a:stretch>
                  </pic:blipFill>
                  <pic:spPr>
                    <a:xfrm>
                      <a:off x="0" y="0"/>
                      <a:ext cx="4737702" cy="1889007"/>
                    </a:xfrm>
                    <a:prstGeom prst="rect">
                      <a:avLst/>
                    </a:prstGeom>
                  </pic:spPr>
                </pic:pic>
              </a:graphicData>
            </a:graphic>
          </wp:inline>
        </w:drawing>
      </w:r>
    </w:p>
    <w:p w14:paraId="31C98BFF" w14:textId="73DE3A89" w:rsidR="005F1D35" w:rsidRDefault="005F1D35" w:rsidP="005F1D35">
      <w:pPr>
        <w:pStyle w:val="FigureCaption"/>
      </w:pPr>
      <w:r>
        <w:rPr>
          <w:b/>
          <w:caps/>
        </w:rPr>
        <w:t xml:space="preserve">Figure </w:t>
      </w:r>
      <w:r w:rsidR="00DF6AB7">
        <w:rPr>
          <w:b/>
          <w:caps/>
        </w:rPr>
        <w:t>2</w:t>
      </w:r>
      <w:r>
        <w:rPr>
          <w:b/>
          <w:caps/>
        </w:rPr>
        <w:t>.</w:t>
      </w:r>
      <w:r>
        <w:t xml:space="preserve"> A</w:t>
      </w:r>
      <w:r w:rsidRPr="001B0E81">
        <w:t>rchitecture of the model</w:t>
      </w:r>
      <w:r w:rsidR="002748FA">
        <w:t xml:space="preserve"> </w:t>
      </w:r>
    </w:p>
    <w:p w14:paraId="1C0C82E4" w14:textId="77777777" w:rsidR="005F1D35" w:rsidRPr="001B56A1" w:rsidRDefault="005F1D35" w:rsidP="005F1D35">
      <w:pPr>
        <w:pStyle w:val="Paragraph"/>
      </w:pPr>
    </w:p>
    <w:p w14:paraId="0448DE94" w14:textId="103D5D8B" w:rsidR="00B742E9" w:rsidRDefault="003F0404" w:rsidP="00C82F7A">
      <w:pPr>
        <w:pStyle w:val="Paragraph"/>
      </w:pPr>
      <w:proofErr w:type="spellStart"/>
      <w:r w:rsidRPr="003F0404">
        <w:t>FedPyramidCNN</w:t>
      </w:r>
      <w:proofErr w:type="spellEnd"/>
      <w:r w:rsidRPr="003F0404">
        <w:t xml:space="preserve"> </w:t>
      </w:r>
      <w:proofErr w:type="gramStart"/>
      <w:r w:rsidR="004622DB" w:rsidRPr="003851D9">
        <w:t>is able to</w:t>
      </w:r>
      <w:proofErr w:type="gramEnd"/>
      <w:r w:rsidR="004622DB" w:rsidRPr="003851D9">
        <w:t xml:space="preserve"> </w:t>
      </w:r>
      <w:r w:rsidRPr="003851D9">
        <w:t>capture</w:t>
      </w:r>
      <w:r w:rsidRPr="003F0404">
        <w:t xml:space="preserve"> distant and local features. </w:t>
      </w:r>
      <w:r w:rsidR="00BB0E0B" w:rsidRPr="00BB0E0B">
        <w:t xml:space="preserve">It starts with two </w:t>
      </w:r>
      <w:r w:rsidR="00D53577">
        <w:t>4</w:t>
      </w:r>
      <w:r w:rsidR="00BB0E0B" w:rsidRPr="00BB0E0B">
        <w:t xml:space="preserve">-sized kernel convolutional blocks, </w:t>
      </w:r>
      <w:r w:rsidR="001C4DBF">
        <w:t xml:space="preserve">followed by </w:t>
      </w:r>
      <w:r w:rsidRPr="003F0404">
        <w:t xml:space="preserve">batch normalization, </w:t>
      </w:r>
      <w:proofErr w:type="spellStart"/>
      <w:r w:rsidRPr="003F0404">
        <w:t>ReLU</w:t>
      </w:r>
      <w:proofErr w:type="spellEnd"/>
      <w:r w:rsidRPr="003F0404">
        <w:t xml:space="preserve">, and </w:t>
      </w:r>
      <w:r w:rsidR="00AF2725">
        <w:t xml:space="preserve">2-sized kernel </w:t>
      </w:r>
      <w:r w:rsidRPr="003F0404">
        <w:t xml:space="preserve">max pooling. The </w:t>
      </w:r>
      <w:r w:rsidR="000E6FD5">
        <w:t>p</w:t>
      </w:r>
      <w:r w:rsidRPr="003F0404">
        <w:t xml:space="preserve">yramid </w:t>
      </w:r>
      <w:r w:rsidR="000E6FD5">
        <w:t>p</w:t>
      </w:r>
      <w:r w:rsidRPr="003F0404">
        <w:t xml:space="preserve">ooling </w:t>
      </w:r>
      <w:r w:rsidR="00F31B7D">
        <w:t>module</w:t>
      </w:r>
      <w:r w:rsidRPr="003F0404">
        <w:t xml:space="preserve"> then applies adaptive average pooling of scales 1, 2, and 4, stacks the outputs </w:t>
      </w:r>
      <w:proofErr w:type="gramStart"/>
      <w:r w:rsidRPr="003F0404">
        <w:t>together,  then</w:t>
      </w:r>
      <w:proofErr w:type="gramEnd"/>
      <w:r w:rsidRPr="003F0404">
        <w:t xml:space="preserve"> flattens them</w:t>
      </w:r>
      <w:r w:rsidR="00D54AE9" w:rsidRPr="00D54AE9">
        <w:t xml:space="preserve"> and </w:t>
      </w:r>
      <w:r w:rsidR="00D54AE9">
        <w:t>passes</w:t>
      </w:r>
      <w:r w:rsidR="00D54AE9" w:rsidRPr="00D54AE9">
        <w:t xml:space="preserve"> </w:t>
      </w:r>
      <w:r w:rsidR="00D54AE9">
        <w:t xml:space="preserve">them </w:t>
      </w:r>
      <w:r w:rsidR="00D54AE9" w:rsidRPr="00D54AE9">
        <w:t>through a fully connected layer with dropout, followed by a final classification layer</w:t>
      </w:r>
      <w:r w:rsidRPr="003F0404">
        <w:t>.</w:t>
      </w:r>
    </w:p>
    <w:p w14:paraId="6C1D42EF" w14:textId="356F5F67" w:rsidR="00A0136E" w:rsidRDefault="00FE5ED3" w:rsidP="007A1B5F">
      <w:pPr>
        <w:pStyle w:val="Paragraph"/>
      </w:pPr>
      <w:bookmarkStart w:id="10" w:name="_Hlk191385939"/>
      <w:r w:rsidRPr="00FE5ED3">
        <w:t>The pyramid pooling module captures contextual information by applying adaptive average pooling at multiple scales</w:t>
      </w:r>
      <w:r w:rsidR="0069447C">
        <w:t xml:space="preserve"> </w:t>
      </w:r>
      <w:sdt>
        <w:sdtPr>
          <w:rPr>
            <w:rFonts w:ascii="Palatino Linotype" w:hAnsi="Palatino Linotype" w:cstheme="minorHAnsi"/>
            <w:color w:val="000000"/>
          </w:rPr>
          <w:tag w:val="MENDELEY_CITATION_v3_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"/>
          <w:id w:val="-962343041"/>
          <w:placeholder>
            <w:docPart w:val="3420BFCA6DEB41BC9F84FE082E13B001"/>
          </w:placeholder>
        </w:sdtPr>
        <w:sdtContent>
          <w:r w:rsidR="005D181C" w:rsidRPr="001E5564">
            <w:rPr>
              <w:rFonts w:ascii="Palatino Linotype" w:hAnsi="Palatino Linotype" w:cstheme="minorHAnsi"/>
              <w:color w:val="000000"/>
            </w:rPr>
            <w:t>[19]</w:t>
          </w:r>
        </w:sdtContent>
      </w:sdt>
      <w:bookmarkEnd w:id="10"/>
      <w:r w:rsidR="005D181C">
        <w:rPr>
          <w:rFonts w:ascii="Palatino Linotype" w:hAnsi="Palatino Linotype" w:cstheme="minorHAnsi"/>
          <w:color w:val="000000"/>
        </w:rPr>
        <w:t xml:space="preserve">. </w:t>
      </w:r>
      <w:r w:rsidR="005F1D35" w:rsidRPr="00196EB7">
        <w:t xml:space="preserve">It </w:t>
      </w:r>
      <w:r w:rsidR="00EB0460">
        <w:t>enhances</w:t>
      </w:r>
      <w:r w:rsidR="005F1D35" w:rsidRPr="00196EB7">
        <w:t xml:space="preserve"> feature extraction by capturing significant multiscale </w:t>
      </w:r>
      <w:r w:rsidR="000E6E78">
        <w:t>features</w:t>
      </w:r>
      <w:r w:rsidR="005F1D35" w:rsidRPr="00196EB7">
        <w:t xml:space="preserve"> </w:t>
      </w:r>
      <w:r w:rsidR="00EB0460">
        <w:t>from</w:t>
      </w:r>
      <w:r w:rsidR="005F1D35" w:rsidRPr="00196EB7">
        <w:t xml:space="preserve"> sensor data. Adaptive average pooling is applied at different scales</w:t>
      </w:r>
      <w:r w:rsidR="005F7770">
        <w:t xml:space="preserve">, </w:t>
      </w:r>
      <w:r w:rsidR="005F1D35" w:rsidRPr="00196EB7">
        <w:t xml:space="preserve">then </w:t>
      </w:r>
      <w:r w:rsidR="004A3775">
        <w:t>each</w:t>
      </w:r>
      <w:r w:rsidR="004A3775" w:rsidRPr="004A3775">
        <w:t xml:space="preserve"> pooled output is </w:t>
      </w:r>
      <w:proofErr w:type="spellStart"/>
      <w:r w:rsidR="004A3775" w:rsidRPr="004A3775">
        <w:t>upsampled</w:t>
      </w:r>
      <w:proofErr w:type="spellEnd"/>
      <w:r w:rsidR="004A3775" w:rsidRPr="004A3775">
        <w:t xml:space="preserve"> to match the original feature map size before being concatenated</w:t>
      </w:r>
      <w:r w:rsidR="005F1D35" w:rsidRPr="00196EB7">
        <w:t>.</w:t>
      </w:r>
      <w:r w:rsidR="007467F0">
        <w:t xml:space="preserve"> </w:t>
      </w:r>
      <w:r w:rsidR="007467F0" w:rsidRPr="007467F0">
        <w:t xml:space="preserve">The original feature map is also included in the concatenation to preserve raw feature information alongside </w:t>
      </w:r>
      <w:r w:rsidR="00ED25BE">
        <w:t>multiscale</w:t>
      </w:r>
      <w:r w:rsidR="007467F0" w:rsidRPr="007467F0">
        <w:t xml:space="preserve"> context.</w:t>
      </w:r>
      <w:r w:rsidR="005F1D35" w:rsidRPr="00196EB7">
        <w:t xml:space="preserve"> </w:t>
      </w:r>
      <w:r w:rsidR="000E34B8" w:rsidRPr="000E34B8">
        <w:t>After concatenation, the feature map is flattened and processed by fully connected layers to produce the final classification output.</w:t>
      </w:r>
      <w:r w:rsidR="000E34B8">
        <w:t xml:space="preserve"> </w:t>
      </w:r>
      <w:r w:rsidR="000E6E78">
        <w:t>D</w:t>
      </w:r>
      <w:r w:rsidR="005F1D35" w:rsidRPr="00196EB7">
        <w:t>iversity of features enhances, helping distinguish between simultaneous activities and preservation of global and local contexts. In contrast to vanilla pooling, which can lose relevant features,</w:t>
      </w:r>
      <w:r w:rsidR="00046155">
        <w:t xml:space="preserve"> </w:t>
      </w:r>
      <w:r w:rsidR="005F1D35" w:rsidRPr="00196EB7">
        <w:t>pyramid pooling enriches the learned representation, avoiding overfitting and enhancing generalization</w:t>
      </w:r>
      <w:r w:rsidR="005F1D35">
        <w:t>.</w:t>
      </w:r>
    </w:p>
    <w:p w14:paraId="4024EC21" w14:textId="058540C0" w:rsidR="00155B67" w:rsidRPr="00075EA6" w:rsidRDefault="00136580" w:rsidP="00274622">
      <w:pPr>
        <w:pStyle w:val="Heading2"/>
      </w:pPr>
      <w:r>
        <w:t>Model Aggregation</w:t>
      </w:r>
    </w:p>
    <w:p w14:paraId="6383771E" w14:textId="658BDBBA" w:rsidR="00155B67" w:rsidRDefault="008F73C6" w:rsidP="00155B67">
      <w:pPr>
        <w:pStyle w:val="Paragraph"/>
      </w:pPr>
      <w:r w:rsidRPr="008F73C6">
        <w:t xml:space="preserve">To address </w:t>
      </w:r>
      <w:r>
        <w:t xml:space="preserve">the </w:t>
      </w:r>
      <w:r w:rsidRPr="008F73C6">
        <w:t xml:space="preserve">deep learning challenge, </w:t>
      </w:r>
      <w:r w:rsidR="00297FB2" w:rsidRPr="003851D9">
        <w:t>aggregating</w:t>
      </w:r>
      <w:r w:rsidR="00297FB2" w:rsidRPr="008F73C6">
        <w:t xml:space="preserve"> </w:t>
      </w:r>
      <w:r w:rsidRPr="008F73C6">
        <w:t>weighting is used in global model aggregation to give equal contributions even in the case of non-IID and imbalanced data. Client contributions are weighted proportionally to their data sizes, ensuring that larger datasets have a stronger influence while maintaining model integrity. This decentralized aggregation technique ensures a well-representative global model across heterogeneous client environments. In the proposed model, the central server merges local updates proportionally to client data sizes</w:t>
      </w:r>
      <w:bookmarkStart w:id="11" w:name="_Hlk191385965"/>
      <w:r w:rsidR="00A951AD">
        <w:t xml:space="preserve"> </w:t>
      </w:r>
      <w:sdt>
        <w:sdtPr>
          <w:rPr>
            <w:rFonts w:ascii="Palatino Linotype" w:hAnsi="Palatino Linotype" w:cstheme="minorHAnsi"/>
            <w:color w:val="000000"/>
          </w:rPr>
          <w:tag w:val="MENDELEY_CITATION_v3_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"/>
          <w:id w:val="276148654"/>
          <w:placeholder>
            <w:docPart w:val="7052BE222B62426C95AC1973A9CC2B13"/>
          </w:placeholder>
        </w:sdtPr>
        <w:sdtContent>
          <w:r w:rsidR="00A951AD" w:rsidRPr="001E5564">
            <w:rPr>
              <w:rFonts w:ascii="Palatino Linotype" w:hAnsi="Palatino Linotype" w:cstheme="minorHAnsi"/>
              <w:color w:val="000000"/>
            </w:rPr>
            <w:t>[20]</w:t>
          </w:r>
        </w:sdtContent>
      </w:sdt>
      <w:bookmarkEnd w:id="11"/>
      <w:r w:rsidR="00125570">
        <w:t xml:space="preserve"> </w:t>
      </w:r>
      <w:r w:rsidRPr="008F73C6">
        <w:t>computing the global model iteratively.</w:t>
      </w:r>
      <w:r w:rsidR="00155B67" w:rsidRPr="00075EA6">
        <w:t xml:space="preserve">  </w:t>
      </w:r>
    </w:p>
    <w:tbl>
      <w:tblPr>
        <w:tblW w:w="5000" w:type="pct"/>
        <w:jc w:val="center"/>
        <w:tblCellMar>
          <w:left w:w="0" w:type="dxa"/>
          <w:right w:w="0" w:type="dxa"/>
        </w:tblCellMar>
        <w:tblLook w:val="04A0" w:firstRow="1" w:lastRow="0" w:firstColumn="1" w:lastColumn="0" w:noHBand="0" w:noVBand="1"/>
      </w:tblPr>
      <w:tblGrid>
        <w:gridCol w:w="8370"/>
        <w:gridCol w:w="990"/>
      </w:tblGrid>
      <w:tr w:rsidR="00BB75A6" w:rsidRPr="00910DD5" w14:paraId="61049A61" w14:textId="77777777" w:rsidTr="009E2A58">
        <w:trPr>
          <w:jc w:val="center"/>
        </w:trPr>
        <w:tc>
          <w:tcPr>
            <w:tcW w:w="4471" w:type="pct"/>
          </w:tcPr>
          <w:p w14:paraId="594FC702" w14:textId="0F485D4C" w:rsidR="00BB75A6" w:rsidRPr="00910DD5" w:rsidRDefault="00000000" w:rsidP="00BB75A6">
            <w:pPr>
              <w:pStyle w:val="MDPI39equation"/>
              <w:spacing w:before="0" w:after="160" w:line="228" w:lineRule="auto"/>
              <w:rPr>
                <w:szCs w:val="20"/>
                <w:lang w:val="en-GB"/>
              </w:rPr>
            </w:pPr>
            <m:oMathPara>
              <m:oMath>
                <m:sSub>
                  <m:sSubPr>
                    <m:ctrlPr>
                      <w:rPr>
                        <w:rFonts w:ascii="Cambria Math" w:hAnsi="Cambria Math"/>
                        <w:i/>
                        <w:szCs w:val="20"/>
                        <w:lang w:val="en-GB"/>
                      </w:rPr>
                    </m:ctrlPr>
                  </m:sSubPr>
                  <m:e>
                    <m:r>
                      <w:rPr>
                        <w:rFonts w:ascii="Cambria Math" w:hAnsi="Cambria Math"/>
                        <w:szCs w:val="20"/>
                        <w:lang w:val="en-GB"/>
                      </w:rPr>
                      <m:t>w</m:t>
                    </m:r>
                  </m:e>
                  <m:sub>
                    <m:r>
                      <w:rPr>
                        <w:rFonts w:ascii="Cambria Math" w:hAnsi="Cambria Math"/>
                        <w:szCs w:val="20"/>
                        <w:lang w:val="en-GB"/>
                      </w:rPr>
                      <m:t>t+1</m:t>
                    </m:r>
                  </m:sub>
                </m:sSub>
                <m:r>
                  <w:rPr>
                    <w:rFonts w:ascii="Cambria Math" w:hAnsi="Cambria Math"/>
                    <w:szCs w:val="20"/>
                    <w:lang w:val="en-GB"/>
                  </w:rPr>
                  <m:t>=</m:t>
                </m:r>
                <m:nary>
                  <m:naryPr>
                    <m:chr m:val="∑"/>
                    <m:limLoc m:val="subSup"/>
                    <m:grow m:val="1"/>
                    <m:ctrlPr>
                      <w:rPr>
                        <w:rFonts w:ascii="Cambria Math" w:hAnsi="Cambria Math"/>
                        <w:i/>
                        <w:szCs w:val="20"/>
                        <w:lang w:val="en-GB"/>
                      </w:rPr>
                    </m:ctrlPr>
                  </m:naryPr>
                  <m:sub>
                    <m:r>
                      <w:rPr>
                        <w:rFonts w:ascii="Cambria Math" w:hAnsi="Cambria Math"/>
                        <w:szCs w:val="20"/>
                        <w:lang w:val="en-GB"/>
                      </w:rPr>
                      <m:t>k=1</m:t>
                    </m:r>
                  </m:sub>
                  <m:sup>
                    <m:r>
                      <w:rPr>
                        <w:rFonts w:ascii="Cambria Math" w:hAnsi="Cambria Math"/>
                        <w:szCs w:val="20"/>
                        <w:lang w:val="en-GB"/>
                      </w:rPr>
                      <m:t>K</m:t>
                    </m:r>
                  </m:sup>
                  <m:e>
                    <m:f>
                      <m:fPr>
                        <m:ctrlPr>
                          <w:rPr>
                            <w:rFonts w:ascii="Cambria Math" w:hAnsi="Cambria Math"/>
                            <w:i/>
                            <w:szCs w:val="20"/>
                            <w:lang w:val="en-GB"/>
                          </w:rPr>
                        </m:ctrlPr>
                      </m:fPr>
                      <m:num>
                        <m:sSub>
                          <m:sSubPr>
                            <m:ctrlPr>
                              <w:rPr>
                                <w:rFonts w:ascii="Cambria Math" w:hAnsi="Cambria Math"/>
                                <w:i/>
                                <w:szCs w:val="20"/>
                                <w:lang w:val="en-GB"/>
                              </w:rPr>
                            </m:ctrlPr>
                          </m:sSubPr>
                          <m:e>
                            <m:r>
                              <w:rPr>
                                <w:rFonts w:ascii="Cambria Math" w:hAnsi="Cambria Math"/>
                                <w:szCs w:val="20"/>
                                <w:lang w:val="en-GB"/>
                              </w:rPr>
                              <m:t>n</m:t>
                            </m:r>
                          </m:e>
                          <m:sub>
                            <m:r>
                              <w:rPr>
                                <w:rFonts w:ascii="Cambria Math" w:hAnsi="Cambria Math"/>
                                <w:szCs w:val="20"/>
                                <w:lang w:val="en-GB"/>
                              </w:rPr>
                              <m:t>k</m:t>
                            </m:r>
                          </m:sub>
                        </m:sSub>
                      </m:num>
                      <m:den>
                        <m:r>
                          <w:rPr>
                            <w:rFonts w:ascii="Cambria Math" w:hAnsi="Cambria Math"/>
                            <w:szCs w:val="20"/>
                            <w:lang w:val="en-GB"/>
                          </w:rPr>
                          <m:t>n</m:t>
                        </m:r>
                      </m:den>
                    </m:f>
                    <m:sSubSup>
                      <m:sSubSupPr>
                        <m:ctrlPr>
                          <w:rPr>
                            <w:rFonts w:ascii="Cambria Math" w:hAnsi="Cambria Math"/>
                            <w:i/>
                            <w:szCs w:val="20"/>
                            <w:lang w:val="en-GB"/>
                          </w:rPr>
                        </m:ctrlPr>
                      </m:sSubSupPr>
                      <m:e>
                        <m:r>
                          <w:rPr>
                            <w:rFonts w:ascii="Cambria Math" w:hAnsi="Cambria Math"/>
                            <w:szCs w:val="20"/>
                            <w:lang w:val="en-GB"/>
                          </w:rPr>
                          <m:t>w</m:t>
                        </m:r>
                      </m:e>
                      <m:sub>
                        <m:r>
                          <w:rPr>
                            <w:rFonts w:ascii="Cambria Math" w:hAnsi="Cambria Math"/>
                            <w:szCs w:val="20"/>
                            <w:lang w:val="en-GB"/>
                          </w:rPr>
                          <m:t>t+1</m:t>
                        </m:r>
                      </m:sub>
                      <m:sup>
                        <m:r>
                          <w:rPr>
                            <w:rFonts w:ascii="Cambria Math" w:hAnsi="Cambria Math"/>
                            <w:szCs w:val="20"/>
                            <w:lang w:val="en-GB"/>
                          </w:rPr>
                          <m:t>k</m:t>
                        </m:r>
                      </m:sup>
                    </m:sSubSup>
                  </m:e>
                </m:nary>
              </m:oMath>
            </m:oMathPara>
          </w:p>
        </w:tc>
        <w:tc>
          <w:tcPr>
            <w:tcW w:w="529" w:type="pct"/>
            <w:vAlign w:val="center"/>
          </w:tcPr>
          <w:p w14:paraId="649270F7" w14:textId="77777777" w:rsidR="00BB75A6" w:rsidRPr="00C82F7A" w:rsidRDefault="00BB75A6" w:rsidP="00C82F7A">
            <w:pPr>
              <w:pStyle w:val="MDPI3aequationnumber"/>
              <w:spacing w:before="0" w:after="160" w:line="228" w:lineRule="auto"/>
              <w:rPr>
                <w:rFonts w:ascii="Times New Roman" w:hAnsi="Times New Roman"/>
                <w:szCs w:val="20"/>
                <w:lang w:val="en-GB"/>
              </w:rPr>
            </w:pPr>
            <w:r w:rsidRPr="00C82F7A">
              <w:rPr>
                <w:rFonts w:ascii="Times New Roman" w:hAnsi="Times New Roman"/>
                <w:szCs w:val="20"/>
                <w:lang w:val="en-GB"/>
              </w:rPr>
              <w:t>(1)</w:t>
            </w:r>
          </w:p>
        </w:tc>
      </w:tr>
    </w:tbl>
    <w:p w14:paraId="129EB8C0" w14:textId="3DF1A354" w:rsidR="00BB75A6" w:rsidRDefault="003648A7" w:rsidP="00155B67">
      <w:pPr>
        <w:pStyle w:val="Paragraph"/>
      </w:pPr>
      <w:r w:rsidRPr="003648A7">
        <w:lastRenderedPageBreak/>
        <w:t xml:space="preserve">where </w:t>
      </w:r>
      <m:oMath>
        <m:sSubSup>
          <m:sSubSupPr>
            <m:ctrlPr>
              <w:rPr>
                <w:rFonts w:ascii="Cambria Math" w:hAnsi="Cambria Math"/>
                <w:i/>
                <w:lang w:val="en-GB"/>
              </w:rPr>
            </m:ctrlPr>
          </m:sSubSupPr>
          <m:e>
            <m:r>
              <w:rPr>
                <w:rFonts w:ascii="Cambria Math" w:hAnsi="Cambria Math"/>
                <w:lang w:val="en-GB"/>
              </w:rPr>
              <m:t>w</m:t>
            </m:r>
          </m:e>
          <m:sub>
            <m:r>
              <w:rPr>
                <w:rFonts w:ascii="Cambria Math" w:hAnsi="Cambria Math"/>
                <w:lang w:val="en-GB"/>
              </w:rPr>
              <m:t>t+1</m:t>
            </m:r>
          </m:sub>
          <m:sup>
            <m:r>
              <w:rPr>
                <w:rFonts w:ascii="Cambria Math" w:hAnsi="Cambria Math"/>
                <w:lang w:val="en-GB"/>
              </w:rPr>
              <m:t>k</m:t>
            </m:r>
          </m:sup>
        </m:sSubSup>
      </m:oMath>
      <w:r>
        <w:t xml:space="preserve"> </w:t>
      </w:r>
      <w:proofErr w:type="gramStart"/>
      <w:r w:rsidRPr="003648A7">
        <w:t>is</w:t>
      </w:r>
      <w:proofErr w:type="gramEnd"/>
      <w:r w:rsidRPr="003648A7">
        <w:t xml:space="preserve"> the local model updates from client </w:t>
      </w:r>
      <w:r w:rsidRPr="003648A7">
        <w:rPr>
          <w:i/>
          <w:iCs/>
        </w:rPr>
        <w:t>k</w:t>
      </w:r>
      <w:r w:rsidRPr="003648A7">
        <w:t xml:space="preserve">, </w:t>
      </w:r>
      <m:oMath>
        <m:sSub>
          <m:sSubPr>
            <m:ctrlPr>
              <w:rPr>
                <w:rFonts w:ascii="Cambria Math" w:hAnsi="Cambria Math"/>
                <w:i/>
                <w:lang w:val="en-GB"/>
              </w:rPr>
            </m:ctrlPr>
          </m:sSubPr>
          <m:e>
            <m:r>
              <w:rPr>
                <w:rFonts w:ascii="Cambria Math" w:hAnsi="Cambria Math"/>
                <w:lang w:val="en-GB"/>
              </w:rPr>
              <m:t>n</m:t>
            </m:r>
          </m:e>
          <m:sub>
            <m:r>
              <w:rPr>
                <w:rFonts w:ascii="Cambria Math" w:hAnsi="Cambria Math"/>
                <w:lang w:val="en-GB"/>
              </w:rPr>
              <m:t>k</m:t>
            </m:r>
          </m:sub>
        </m:sSub>
      </m:oMath>
      <w:r w:rsidRPr="003648A7">
        <w:t xml:space="preserve"> is the number of data samples on client </w:t>
      </w:r>
      <w:r w:rsidRPr="003648A7">
        <w:rPr>
          <w:i/>
          <w:iCs/>
        </w:rPr>
        <w:t>k</w:t>
      </w:r>
      <w:r w:rsidRPr="003648A7">
        <w:t xml:space="preserve">, </w:t>
      </w:r>
      <w:proofErr w:type="gramStart"/>
      <w:r w:rsidRPr="003648A7">
        <w:t xml:space="preserve">and </w:t>
      </w:r>
      <w:r w:rsidRPr="003648A7">
        <w:rPr>
          <w:rFonts w:ascii="Cambria Math" w:hAnsi="Cambria Math" w:cs="Cambria Math"/>
        </w:rPr>
        <w:t>𝑛</w:t>
      </w:r>
      <w:proofErr w:type="gramEnd"/>
      <w:r w:rsidRPr="003648A7">
        <w:t xml:space="preserve"> </w:t>
      </w:r>
      <w:r w:rsidR="00BA0A75">
        <w:t xml:space="preserve">is </w:t>
      </w:r>
      <w:r w:rsidRPr="003648A7">
        <w:t xml:space="preserve">the total number of data samples across all clients. </w:t>
      </w:r>
      <w:proofErr w:type="gramStart"/>
      <w:r w:rsidRPr="003648A7">
        <w:t xml:space="preserve">The </w:t>
      </w:r>
      <w:r w:rsidR="009E2A58">
        <w:t>Equation</w:t>
      </w:r>
      <w:proofErr w:type="gramEnd"/>
      <w:r w:rsidR="009E2A58">
        <w:t xml:space="preserve"> (1)</w:t>
      </w:r>
      <w:r w:rsidRPr="003648A7">
        <w:t xml:space="preserve"> shows how the updates to the global model weight are performed by aggregating model weight updates contributed by each client, considering the contribution of data.</w:t>
      </w:r>
    </w:p>
    <w:p w14:paraId="6F9D55AF" w14:textId="623BB085" w:rsidR="008E0BEF" w:rsidRDefault="008E0BEF" w:rsidP="007C059F">
      <w:pPr>
        <w:pStyle w:val="Heading1"/>
      </w:pPr>
      <w:r>
        <w:t>R</w:t>
      </w:r>
      <w:r w:rsidR="00957ADC">
        <w:t>esult</w:t>
      </w:r>
    </w:p>
    <w:p w14:paraId="7FAA5136" w14:textId="10D87E00" w:rsidR="000C7CCF" w:rsidRPr="007F48E2" w:rsidRDefault="00EB6760" w:rsidP="00A2685C">
      <w:pPr>
        <w:pStyle w:val="Paragraph"/>
      </w:pPr>
      <w:r w:rsidRPr="007F48E2">
        <w:t xml:space="preserve">Table 1 </w:t>
      </w:r>
      <w:r w:rsidR="003F0404" w:rsidRPr="007F48E2">
        <w:t>summarizes</w:t>
      </w:r>
      <w:r w:rsidRPr="007F48E2">
        <w:t xml:space="preserve"> the performance of the proposed </w:t>
      </w:r>
      <w:proofErr w:type="spellStart"/>
      <w:r w:rsidRPr="007F48E2">
        <w:t>FedPyramidCNN</w:t>
      </w:r>
      <w:proofErr w:type="spellEnd"/>
      <w:r w:rsidRPr="007F48E2">
        <w:t xml:space="preserve"> model alongside a baseline 1D CNN and other HAR approaches for comparison. </w:t>
      </w:r>
      <w:r w:rsidRPr="003851D9">
        <w:t xml:space="preserve">Table 1 indicates the </w:t>
      </w:r>
      <w:r w:rsidR="001355D7" w:rsidRPr="003851D9">
        <w:t>highest</w:t>
      </w:r>
      <w:r w:rsidRPr="003851D9">
        <w:t xml:space="preserve"> performance </w:t>
      </w:r>
      <w:r w:rsidR="00535796">
        <w:t>of</w:t>
      </w:r>
      <w:r w:rsidRPr="003851D9">
        <w:t xml:space="preserve"> </w:t>
      </w:r>
      <w:proofErr w:type="spellStart"/>
      <w:r w:rsidRPr="003851D9">
        <w:t>FedPyramidCNN</w:t>
      </w:r>
      <w:proofErr w:type="spellEnd"/>
      <w:r w:rsidRPr="003851D9">
        <w:t xml:space="preserve"> with an accuracy of </w:t>
      </w:r>
      <w:r w:rsidR="00BF61D8">
        <w:t>96.85</w:t>
      </w:r>
      <w:r w:rsidRPr="00AF16DE">
        <w:t>%.</w:t>
      </w:r>
      <w:r w:rsidRPr="007F48E2">
        <w:t xml:space="preserve"> This is due to the multiscale feature extraction through its pyramid pooling </w:t>
      </w:r>
      <w:r w:rsidR="0080202C">
        <w:t xml:space="preserve">module </w:t>
      </w:r>
      <w:r w:rsidRPr="007F48E2">
        <w:t>that maintains local features while keeping the global context</w:t>
      </w:r>
      <w:r w:rsidR="003F0404" w:rsidRPr="007F48E2">
        <w:t xml:space="preserve">, </w:t>
      </w:r>
      <w:r w:rsidRPr="007F48E2">
        <w:t>unlike standard pooling that decreases the size of feature maps.</w:t>
      </w:r>
    </w:p>
    <w:p w14:paraId="6A370754" w14:textId="417948B6" w:rsidR="00066037" w:rsidRDefault="00066037" w:rsidP="001A4C12">
      <w:pPr>
        <w:pStyle w:val="Paragraph"/>
        <w:rPr>
          <w:lang w:val="en-GB"/>
        </w:rPr>
      </w:pPr>
      <w:r w:rsidRPr="007F48E2">
        <w:rPr>
          <w:lang w:val="en-GB"/>
        </w:rPr>
        <w:t>Jin et al. proposed a deep learning-based IoT system for post-stroke rehabilitation</w:t>
      </w:r>
      <w:r w:rsidR="00C33CDB" w:rsidRPr="007F48E2">
        <w:rPr>
          <w:lang w:val="en-GB"/>
        </w:rPr>
        <w:t xml:space="preserve"> </w:t>
      </w:r>
      <w:sdt>
        <w:sdtPr>
          <w:rPr>
            <w:color w:val="000000"/>
          </w:rPr>
          <w:tag w:val="MENDELEY_CITATION_v3_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"/>
          <w:id w:val="-696379795"/>
          <w:placeholder>
            <w:docPart w:val="EC364F92614942DBAF2102FB97FAE886"/>
          </w:placeholder>
        </w:sdtPr>
        <w:sdtContent>
          <w:r w:rsidR="00C33CDB" w:rsidRPr="007F48E2">
            <w:rPr>
              <w:color w:val="000000"/>
            </w:rPr>
            <w:t>[2</w:t>
          </w:r>
          <w:r w:rsidR="003049B1">
            <w:rPr>
              <w:color w:val="000000"/>
            </w:rPr>
            <w:t>1</w:t>
          </w:r>
          <w:r w:rsidR="00C33CDB" w:rsidRPr="007F48E2">
            <w:rPr>
              <w:color w:val="000000"/>
            </w:rPr>
            <w:t>]</w:t>
          </w:r>
        </w:sdtContent>
      </w:sdt>
      <w:r w:rsidR="00B15D12" w:rsidRPr="007F48E2">
        <w:rPr>
          <w:color w:val="000000"/>
        </w:rPr>
        <w:t xml:space="preserve"> </w:t>
      </w:r>
      <w:r w:rsidRPr="007F48E2">
        <w:rPr>
          <w:lang w:val="en-GB"/>
        </w:rPr>
        <w:t>achieving 94.49% accuracy.</w:t>
      </w:r>
      <w:r w:rsidR="00C33CDB" w:rsidRPr="007F48E2">
        <w:rPr>
          <w:lang w:val="en-GB"/>
        </w:rPr>
        <w:t xml:space="preserve"> Although these models perform competitively, they require centralized data collection, which raises privacy concerns. </w:t>
      </w:r>
      <w:proofErr w:type="spellStart"/>
      <w:r w:rsidR="00C33CDB" w:rsidRPr="007F48E2">
        <w:rPr>
          <w:lang w:val="en-GB"/>
        </w:rPr>
        <w:t>FedPyramidCNN</w:t>
      </w:r>
      <w:proofErr w:type="spellEnd"/>
      <w:r w:rsidR="00C33CDB" w:rsidRPr="007F48E2">
        <w:rPr>
          <w:lang w:val="en-GB"/>
        </w:rPr>
        <w:t xml:space="preserve"> achieves </w:t>
      </w:r>
      <w:r w:rsidR="004026E8">
        <w:rPr>
          <w:lang w:val="en-GB"/>
        </w:rPr>
        <w:t>higher</w:t>
      </w:r>
      <w:r w:rsidR="00C33CDB" w:rsidRPr="007F48E2">
        <w:rPr>
          <w:lang w:val="en-GB"/>
        </w:rPr>
        <w:t xml:space="preserve"> accuracy in a federated learning environment without revealing unprocessed sensor data to centralized servers</w:t>
      </w:r>
      <w:r w:rsidR="001B65AD">
        <w:rPr>
          <w:lang w:val="en-GB"/>
        </w:rPr>
        <w:t>, thus enhancing data privacy</w:t>
      </w:r>
      <w:r w:rsidR="00C33CDB" w:rsidRPr="007F48E2">
        <w:rPr>
          <w:lang w:val="en-GB"/>
        </w:rPr>
        <w:t>.</w:t>
      </w:r>
    </w:p>
    <w:p w14:paraId="5C2104F2" w14:textId="05D9EE77" w:rsidR="00066037" w:rsidRPr="007F48E2" w:rsidRDefault="00410911" w:rsidP="00A2685C">
      <w:pPr>
        <w:pStyle w:val="Paragraph"/>
        <w:rPr>
          <w:lang w:val="en-GB"/>
        </w:rPr>
      </w:pPr>
      <w:r w:rsidRPr="007F48E2">
        <w:rPr>
          <w:lang w:val="en-GB"/>
        </w:rPr>
        <w:t>Liu et al. developed a Privacy-Protected Federated Personalized Random Forest (PP-FPRF)</w:t>
      </w:r>
      <w:r w:rsidR="006C0AFB" w:rsidRPr="007F48E2">
        <w:rPr>
          <w:lang w:val="en-GB"/>
        </w:rPr>
        <w:t xml:space="preserve"> </w:t>
      </w:r>
      <w:sdt>
        <w:sdtPr>
          <w:rPr>
            <w:color w:val="000000"/>
          </w:rPr>
          <w:tag w:val="MENDELEY_CITATION_v3_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"/>
          <w:id w:val="1090971288"/>
          <w:placeholder>
            <w:docPart w:val="AB216FD28EB94A7F87107A53AD10B2D2"/>
          </w:placeholder>
        </w:sdtPr>
        <w:sdtContent>
          <w:r w:rsidR="00AB7C62" w:rsidRPr="007F48E2">
            <w:rPr>
              <w:color w:val="000000"/>
            </w:rPr>
            <w:t>[15]</w:t>
          </w:r>
        </w:sdtContent>
      </w:sdt>
      <w:r w:rsidRPr="007F48E2">
        <w:rPr>
          <w:lang w:val="en-GB"/>
        </w:rPr>
        <w:t xml:space="preserve">, which attained </w:t>
      </w:r>
      <w:r w:rsidR="008569B4">
        <w:rPr>
          <w:lang w:val="en-GB"/>
        </w:rPr>
        <w:t>94.5</w:t>
      </w:r>
      <w:r w:rsidRPr="007F48E2">
        <w:rPr>
          <w:lang w:val="en-GB"/>
        </w:rPr>
        <w:t xml:space="preserve">% accuracy. </w:t>
      </w:r>
      <w:r w:rsidR="00066037" w:rsidRPr="007F48E2">
        <w:rPr>
          <w:lang w:val="en-GB"/>
        </w:rPr>
        <w:t xml:space="preserve">On the other hand, some federated learning-based approaches showed lower performance. Sarkar et al. introduced </w:t>
      </w:r>
      <w:proofErr w:type="spellStart"/>
      <w:r w:rsidR="00066037" w:rsidRPr="007F48E2">
        <w:rPr>
          <w:lang w:val="en-GB"/>
        </w:rPr>
        <w:t>GraFeHTy</w:t>
      </w:r>
      <w:proofErr w:type="spellEnd"/>
      <w:r w:rsidR="008A40FB" w:rsidRPr="007F48E2">
        <w:rPr>
          <w:lang w:val="en-GB"/>
        </w:rPr>
        <w:t xml:space="preserve"> </w:t>
      </w:r>
      <w:sdt>
        <w:sdtPr>
          <w:rPr>
            <w:color w:val="000000"/>
          </w:rPr>
          <w:tag w:val="MENDELEY_CITATION_v3_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"/>
          <w:id w:val="1189333151"/>
          <w:placeholder>
            <w:docPart w:val="CC0C5914AF2A4BB19BDD4D6583658570"/>
          </w:placeholder>
        </w:sdtPr>
        <w:sdtContent>
          <w:sdt>
            <w:sdtPr>
              <w:rPr>
                <w:color w:val="000000"/>
              </w:rPr>
              <w:tag w:val="MENDELEY_CITATION_v3_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"/>
              <w:id w:val="-441612092"/>
              <w:placeholder>
                <w:docPart w:val="14024A8596CE47BEBB16735DB221E59E"/>
              </w:placeholder>
            </w:sdtPr>
            <w:sdtContent>
              <w:r w:rsidR="008A40FB" w:rsidRPr="007F48E2">
                <w:rPr>
                  <w:color w:val="000000"/>
                </w:rPr>
                <w:t>[2</w:t>
              </w:r>
              <w:r w:rsidR="003049B1">
                <w:rPr>
                  <w:color w:val="000000"/>
                </w:rPr>
                <w:t>2</w:t>
              </w:r>
              <w:r w:rsidR="008A40FB" w:rsidRPr="007F48E2">
                <w:rPr>
                  <w:color w:val="000000"/>
                </w:rPr>
                <w:t>]</w:t>
              </w:r>
            </w:sdtContent>
          </w:sdt>
        </w:sdtContent>
      </w:sdt>
      <w:r w:rsidR="00066037" w:rsidRPr="007F48E2">
        <w:rPr>
          <w:lang w:val="en-GB"/>
        </w:rPr>
        <w:t>, a graph neural network that recorded 81.7% accuracy, while Yahya and Lee proposed Federated Model Contrastive Learning with Adaptive Control Variates</w:t>
      </w:r>
      <w:r w:rsidR="008A40FB" w:rsidRPr="007F48E2">
        <w:rPr>
          <w:lang w:val="en-GB"/>
        </w:rPr>
        <w:t xml:space="preserve"> </w:t>
      </w:r>
      <w:sdt>
        <w:sdtPr>
          <w:rPr>
            <w:color w:val="000000"/>
          </w:rPr>
          <w:tag w:val="MENDELEY_CITATION_v3_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"/>
          <w:id w:val="905650457"/>
          <w:placeholder>
            <w:docPart w:val="764A3861A8DA4FFBB072B1FA874F7D22"/>
          </w:placeholder>
        </w:sdtPr>
        <w:sdtContent>
          <w:sdt>
            <w:sdtPr>
              <w:rPr>
                <w:color w:val="000000"/>
              </w:rPr>
              <w:tag w:val="MENDELEY_CITATION_v3_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"/>
              <w:id w:val="-132722295"/>
              <w:placeholder>
                <w:docPart w:val="13A8CE9536F340B9A7640D2F0D50A0D1"/>
              </w:placeholder>
            </w:sdtPr>
            <w:sdtContent>
              <w:r w:rsidR="008A40FB" w:rsidRPr="007F48E2">
                <w:rPr>
                  <w:color w:val="000000"/>
                </w:rPr>
                <w:t>[2</w:t>
              </w:r>
              <w:r w:rsidR="003049B1">
                <w:rPr>
                  <w:color w:val="000000"/>
                </w:rPr>
                <w:t>3</w:t>
              </w:r>
              <w:r w:rsidR="008A40FB" w:rsidRPr="007F48E2">
                <w:rPr>
                  <w:color w:val="000000"/>
                </w:rPr>
                <w:t>]</w:t>
              </w:r>
            </w:sdtContent>
          </w:sdt>
        </w:sdtContent>
      </w:sdt>
      <w:r w:rsidR="00D77040">
        <w:rPr>
          <w:color w:val="000000"/>
        </w:rPr>
        <w:t xml:space="preserve"> </w:t>
      </w:r>
      <w:r w:rsidR="00066037" w:rsidRPr="007F48E2">
        <w:rPr>
          <w:lang w:val="en-GB"/>
        </w:rPr>
        <w:t xml:space="preserve">achieving 76.67% accuracy. In comparison, </w:t>
      </w:r>
      <w:proofErr w:type="spellStart"/>
      <w:r w:rsidR="00C33CDB" w:rsidRPr="007F48E2">
        <w:rPr>
          <w:lang w:val="en-GB"/>
        </w:rPr>
        <w:t>FedPyramidCNN</w:t>
      </w:r>
      <w:proofErr w:type="spellEnd"/>
      <w:r w:rsidR="00C33CDB" w:rsidRPr="007F48E2">
        <w:rPr>
          <w:lang w:val="en-GB"/>
        </w:rPr>
        <w:t xml:space="preserve"> leverages a </w:t>
      </w:r>
      <w:r w:rsidR="000E6FD5">
        <w:rPr>
          <w:lang w:val="en-GB"/>
        </w:rPr>
        <w:t>p</w:t>
      </w:r>
      <w:r w:rsidR="00C33CDB" w:rsidRPr="007F48E2">
        <w:rPr>
          <w:lang w:val="en-GB"/>
        </w:rPr>
        <w:t xml:space="preserve">yramid </w:t>
      </w:r>
      <w:r w:rsidR="000E6FD5">
        <w:rPr>
          <w:lang w:val="en-GB"/>
        </w:rPr>
        <w:t>p</w:t>
      </w:r>
      <w:r w:rsidR="00C33CDB" w:rsidRPr="007F48E2">
        <w:rPr>
          <w:lang w:val="en-GB"/>
        </w:rPr>
        <w:t xml:space="preserve">ooling </w:t>
      </w:r>
      <w:r w:rsidR="000E6FD5">
        <w:rPr>
          <w:lang w:val="en-GB"/>
        </w:rPr>
        <w:t>m</w:t>
      </w:r>
      <w:r w:rsidR="00C33CDB" w:rsidRPr="007F48E2">
        <w:rPr>
          <w:lang w:val="en-GB"/>
        </w:rPr>
        <w:t xml:space="preserve">odule to leverage </w:t>
      </w:r>
      <w:r w:rsidR="00ED25BE">
        <w:rPr>
          <w:lang w:val="en-GB"/>
        </w:rPr>
        <w:t>multiscale</w:t>
      </w:r>
      <w:r w:rsidR="00C33CDB" w:rsidRPr="007F48E2">
        <w:rPr>
          <w:lang w:val="en-GB"/>
        </w:rPr>
        <w:t xml:space="preserve"> feature extraction and thus forms a strong and privacy-supporting method for human activity recognition in decentralized settings</w:t>
      </w:r>
      <w:r w:rsidR="00FF2EC5">
        <w:rPr>
          <w:lang w:val="en-GB"/>
        </w:rPr>
        <w:t>.</w:t>
      </w:r>
    </w:p>
    <w:p w14:paraId="1EFD4DC1" w14:textId="5E19F0A8" w:rsidR="00666D24" w:rsidRPr="008B76B8" w:rsidRDefault="008B76B8" w:rsidP="00066037">
      <w:pPr>
        <w:pStyle w:val="TableCaption"/>
      </w:pPr>
      <w:r w:rsidRPr="00075EA6">
        <w:rPr>
          <w:b/>
        </w:rPr>
        <w:t xml:space="preserve">TABLE </w:t>
      </w:r>
      <w:r w:rsidR="007F48E2">
        <w:rPr>
          <w:b/>
        </w:rPr>
        <w:t>1</w:t>
      </w:r>
      <w:r w:rsidR="0026136F">
        <w:rPr>
          <w:b/>
        </w:rPr>
        <w:t>.</w:t>
      </w:r>
      <w:r w:rsidRPr="00075EA6">
        <w:rPr>
          <w:b/>
        </w:rPr>
        <w:t xml:space="preserve"> </w:t>
      </w:r>
      <w:r>
        <w:t>Accuracy performance</w:t>
      </w:r>
      <w:r w:rsidRPr="00111A43">
        <w:t xml:space="preserve"> between </w:t>
      </w:r>
      <w:proofErr w:type="spellStart"/>
      <w:r>
        <w:t>FedPyramidCNN</w:t>
      </w:r>
      <w:proofErr w:type="spellEnd"/>
      <w:r w:rsidR="007F48E2">
        <w:t xml:space="preserve"> and </w:t>
      </w:r>
      <w:r w:rsidR="00361082">
        <w:t xml:space="preserve">the </w:t>
      </w:r>
      <w:r w:rsidR="007F48E2">
        <w:t>existing method</w:t>
      </w:r>
    </w:p>
    <w:tbl>
      <w:tblPr>
        <w:tblW w:w="5716" w:type="dxa"/>
        <w:jc w:val="center"/>
        <w:tblLook w:val="04A0" w:firstRow="1" w:lastRow="0" w:firstColumn="1" w:lastColumn="0" w:noHBand="0" w:noVBand="1"/>
      </w:tblPr>
      <w:tblGrid>
        <w:gridCol w:w="4600"/>
        <w:gridCol w:w="1116"/>
      </w:tblGrid>
      <w:tr w:rsidR="00022A0A" w:rsidRPr="00022A0A" w14:paraId="185F3166" w14:textId="77777777" w:rsidTr="00035BD0">
        <w:trPr>
          <w:trHeight w:val="288"/>
          <w:jc w:val="center"/>
        </w:trPr>
        <w:tc>
          <w:tcPr>
            <w:tcW w:w="4600" w:type="dxa"/>
            <w:tcBorders>
              <w:top w:val="single" w:sz="4" w:space="0" w:color="auto"/>
              <w:bottom w:val="single" w:sz="4" w:space="0" w:color="auto"/>
            </w:tcBorders>
            <w:noWrap/>
            <w:vAlign w:val="bottom"/>
            <w:hideMark/>
          </w:tcPr>
          <w:p w14:paraId="50425047" w14:textId="6A94E23F" w:rsidR="00022A0A" w:rsidRPr="00022A0A" w:rsidRDefault="006B4813" w:rsidP="00022A0A">
            <w:pPr>
              <w:rPr>
                <w:b/>
                <w:bCs/>
                <w:color w:val="000000"/>
                <w:sz w:val="18"/>
                <w:szCs w:val="18"/>
                <w:lang w:val="en-MY" w:eastAsia="zh-CN"/>
              </w:rPr>
            </w:pPr>
            <w:r>
              <w:rPr>
                <w:b/>
                <w:bCs/>
                <w:color w:val="000000"/>
                <w:sz w:val="18"/>
                <w:szCs w:val="18"/>
                <w:lang w:val="en-MY" w:eastAsia="zh-CN"/>
              </w:rPr>
              <w:t>S</w:t>
            </w:r>
            <w:r w:rsidR="00022A0A" w:rsidRPr="00022A0A">
              <w:rPr>
                <w:b/>
                <w:bCs/>
                <w:color w:val="000000"/>
                <w:sz w:val="18"/>
                <w:szCs w:val="18"/>
                <w:lang w:val="en-MY" w:eastAsia="zh-CN"/>
              </w:rPr>
              <w:t>ystem</w:t>
            </w:r>
          </w:p>
        </w:tc>
        <w:tc>
          <w:tcPr>
            <w:tcW w:w="1116" w:type="dxa"/>
            <w:tcBorders>
              <w:top w:val="single" w:sz="4" w:space="0" w:color="auto"/>
              <w:bottom w:val="single" w:sz="4" w:space="0" w:color="auto"/>
            </w:tcBorders>
            <w:noWrap/>
            <w:vAlign w:val="bottom"/>
            <w:hideMark/>
          </w:tcPr>
          <w:p w14:paraId="1B0E8DB6" w14:textId="7D5E12CD" w:rsidR="00022A0A" w:rsidRPr="00022A0A" w:rsidRDefault="006B4813" w:rsidP="00022A0A">
            <w:pPr>
              <w:rPr>
                <w:b/>
                <w:bCs/>
                <w:sz w:val="18"/>
                <w:szCs w:val="18"/>
                <w:lang w:val="en-MY" w:eastAsia="zh-CN"/>
              </w:rPr>
            </w:pPr>
            <w:r>
              <w:rPr>
                <w:b/>
                <w:bCs/>
                <w:sz w:val="18"/>
                <w:szCs w:val="18"/>
                <w:lang w:val="en-MY" w:eastAsia="zh-CN"/>
              </w:rPr>
              <w:t>A</w:t>
            </w:r>
            <w:r w:rsidR="00022A0A" w:rsidRPr="00022A0A">
              <w:rPr>
                <w:b/>
                <w:bCs/>
                <w:sz w:val="18"/>
                <w:szCs w:val="18"/>
                <w:lang w:val="en-MY" w:eastAsia="zh-CN"/>
              </w:rPr>
              <w:t>ccuracy</w:t>
            </w:r>
          </w:p>
        </w:tc>
      </w:tr>
      <w:tr w:rsidR="003049B1" w:rsidRPr="00022A0A" w14:paraId="4E12F553" w14:textId="77777777" w:rsidTr="00035BD0">
        <w:trPr>
          <w:trHeight w:val="288"/>
          <w:jc w:val="center"/>
        </w:trPr>
        <w:tc>
          <w:tcPr>
            <w:tcW w:w="4600" w:type="dxa"/>
            <w:vAlign w:val="bottom"/>
            <w:hideMark/>
          </w:tcPr>
          <w:p w14:paraId="16F6C4F6" w14:textId="7D567C67" w:rsidR="003049B1" w:rsidRPr="00022A0A" w:rsidRDefault="003049B1" w:rsidP="00022A0A">
            <w:pPr>
              <w:rPr>
                <w:color w:val="000000"/>
                <w:sz w:val="20"/>
                <w:lang w:val="en-MY" w:eastAsia="zh-CN"/>
              </w:rPr>
            </w:pPr>
            <w:r w:rsidRPr="00022A0A">
              <w:rPr>
                <w:color w:val="000000"/>
                <w:sz w:val="20"/>
                <w:lang w:val="en-MY" w:eastAsia="zh-CN"/>
              </w:rPr>
              <w:t xml:space="preserve">Deep Learning-Enhanced Internet </w:t>
            </w:r>
            <w:sdt>
              <w:sdtPr>
                <w:rPr>
                  <w:color w:val="000000"/>
                  <w:sz w:val="20"/>
                </w:rPr>
                <w:tag w:val="MENDELEY_CITATION_v3_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"/>
                <w:id w:val="-228692394"/>
                <w:placeholder>
                  <w:docPart w:val="7A16808D732F4CC7AEBB0BB39E1295CE"/>
                </w:placeholder>
              </w:sdtPr>
              <w:sdtContent>
                <w:bookmarkStart w:id="12" w:name="_Hlk193806508"/>
                <w:sdt>
                  <w:sdtPr>
                    <w:rPr>
                      <w:rFonts w:ascii="Palatino Linotype" w:hAnsi="Palatino Linotype"/>
                      <w:color w:val="000000"/>
                      <w:sz w:val="20"/>
                    </w:rPr>
                    <w:tag w:val="MENDELEY_CITATION_v3_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"/>
                    <w:id w:val="715791927"/>
                    <w:placeholder>
                      <w:docPart w:val="D11A5BF18B5B4689A08FE53E0061B6BF"/>
                    </w:placeholder>
                  </w:sdtPr>
                  <w:sdtContent>
                    <w:r w:rsidRPr="00C24842">
                      <w:rPr>
                        <w:rFonts w:ascii="Palatino Linotype" w:hAnsi="Palatino Linotype"/>
                        <w:color w:val="000000"/>
                        <w:sz w:val="20"/>
                      </w:rPr>
                      <w:t>[2</w:t>
                    </w:r>
                    <w:r>
                      <w:rPr>
                        <w:rFonts w:ascii="Palatino Linotype" w:hAnsi="Palatino Linotype"/>
                        <w:color w:val="000000"/>
                        <w:sz w:val="20"/>
                      </w:rPr>
                      <w:t>1</w:t>
                    </w:r>
                    <w:r w:rsidRPr="00C24842">
                      <w:rPr>
                        <w:rFonts w:ascii="Palatino Linotype" w:hAnsi="Palatino Linotype"/>
                        <w:color w:val="000000"/>
                        <w:sz w:val="20"/>
                      </w:rPr>
                      <w:t>]</w:t>
                    </w:r>
                  </w:sdtContent>
                </w:sdt>
                <w:bookmarkEnd w:id="12"/>
              </w:sdtContent>
            </w:sdt>
          </w:p>
        </w:tc>
        <w:tc>
          <w:tcPr>
            <w:tcW w:w="1116" w:type="dxa"/>
            <w:vAlign w:val="center"/>
            <w:hideMark/>
          </w:tcPr>
          <w:p w14:paraId="13EEDFF8" w14:textId="60449506" w:rsidR="003049B1" w:rsidRPr="00022A0A" w:rsidRDefault="003049B1" w:rsidP="00022A0A">
            <w:pPr>
              <w:jc w:val="center"/>
              <w:rPr>
                <w:color w:val="000000"/>
                <w:sz w:val="20"/>
                <w:lang w:val="en-MY" w:eastAsia="zh-CN"/>
              </w:rPr>
            </w:pPr>
            <w:r w:rsidRPr="00022A0A">
              <w:rPr>
                <w:color w:val="000000"/>
                <w:sz w:val="20"/>
                <w:lang w:val="en-MY" w:eastAsia="zh-CN"/>
              </w:rPr>
              <w:t>94.49</w:t>
            </w:r>
          </w:p>
        </w:tc>
      </w:tr>
      <w:tr w:rsidR="003049B1" w:rsidRPr="00022A0A" w14:paraId="1DE6769F" w14:textId="77777777" w:rsidTr="00035BD0">
        <w:trPr>
          <w:trHeight w:val="288"/>
          <w:jc w:val="center"/>
        </w:trPr>
        <w:tc>
          <w:tcPr>
            <w:tcW w:w="4600" w:type="dxa"/>
            <w:vAlign w:val="bottom"/>
            <w:hideMark/>
          </w:tcPr>
          <w:p w14:paraId="485A4EE3" w14:textId="63E63ECA" w:rsidR="003049B1" w:rsidRPr="00022A0A" w:rsidRDefault="003049B1" w:rsidP="00022A0A">
            <w:pPr>
              <w:rPr>
                <w:color w:val="000000"/>
                <w:sz w:val="20"/>
                <w:lang w:val="en-MY" w:eastAsia="zh-CN"/>
              </w:rPr>
            </w:pPr>
            <w:r w:rsidRPr="00022A0A">
              <w:rPr>
                <w:color w:val="000000"/>
                <w:sz w:val="20"/>
                <w:lang w:val="en-MY" w:eastAsia="zh-CN"/>
              </w:rPr>
              <w:t>PP-FPRF</w:t>
            </w:r>
            <w:r w:rsidRPr="00743606">
              <w:rPr>
                <w:color w:val="000000"/>
                <w:sz w:val="20"/>
                <w:lang w:val="en-MY" w:eastAsia="zh-CN"/>
              </w:rPr>
              <w:t xml:space="preserve"> </w:t>
            </w:r>
            <w:sdt>
              <w:sdtPr>
                <w:rPr>
                  <w:color w:val="000000"/>
                  <w:sz w:val="20"/>
                </w:rPr>
                <w:tag w:val="MENDELEY_CITATION_v3_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"/>
                <w:id w:val="1296572061"/>
                <w:placeholder>
                  <w:docPart w:val="7E2EADBB7B854DB1A61CD77FAA628C4C"/>
                </w:placeholder>
              </w:sdtPr>
              <w:sdtContent>
                <w:sdt>
                  <w:sdtPr>
                    <w:rPr>
                      <w:rFonts w:ascii="Palatino Linotype" w:hAnsi="Palatino Linotype"/>
                      <w:color w:val="000000"/>
                      <w:sz w:val="20"/>
                    </w:rPr>
                    <w:tag w:val="MENDELEY_CITATION_v3_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"/>
                    <w:id w:val="-1195922204"/>
                    <w:placeholder>
                      <w:docPart w:val="F29477D1362542F5A86AAA6CA4708E23"/>
                    </w:placeholder>
                  </w:sdtPr>
                  <w:sdtContent>
                    <w:r w:rsidRPr="00C24842">
                      <w:rPr>
                        <w:rFonts w:ascii="Palatino Linotype" w:hAnsi="Palatino Linotype"/>
                        <w:color w:val="000000"/>
                        <w:sz w:val="20"/>
                      </w:rPr>
                      <w:t>[15]</w:t>
                    </w:r>
                  </w:sdtContent>
                </w:sdt>
              </w:sdtContent>
            </w:sdt>
          </w:p>
        </w:tc>
        <w:tc>
          <w:tcPr>
            <w:tcW w:w="1116" w:type="dxa"/>
            <w:vAlign w:val="center"/>
            <w:hideMark/>
          </w:tcPr>
          <w:p w14:paraId="4B913D38" w14:textId="4B6CD190" w:rsidR="003049B1" w:rsidRPr="00022A0A" w:rsidRDefault="008569B4" w:rsidP="00022A0A">
            <w:pPr>
              <w:jc w:val="center"/>
              <w:rPr>
                <w:color w:val="000000"/>
                <w:sz w:val="20"/>
                <w:lang w:val="en-MY" w:eastAsia="zh-CN"/>
              </w:rPr>
            </w:pPr>
            <w:r>
              <w:rPr>
                <w:color w:val="000000"/>
                <w:sz w:val="20"/>
                <w:lang w:val="en-MY" w:eastAsia="zh-CN"/>
              </w:rPr>
              <w:t>94.5</w:t>
            </w:r>
          </w:p>
        </w:tc>
      </w:tr>
      <w:tr w:rsidR="003049B1" w:rsidRPr="00022A0A" w14:paraId="71A4302A" w14:textId="77777777" w:rsidTr="00035BD0">
        <w:trPr>
          <w:trHeight w:val="288"/>
          <w:jc w:val="center"/>
        </w:trPr>
        <w:tc>
          <w:tcPr>
            <w:tcW w:w="4600" w:type="dxa"/>
            <w:vAlign w:val="bottom"/>
          </w:tcPr>
          <w:p w14:paraId="4911E482" w14:textId="0D7A6C94" w:rsidR="003049B1" w:rsidRPr="00022A0A" w:rsidRDefault="003049B1" w:rsidP="00AB7C62">
            <w:pPr>
              <w:rPr>
                <w:color w:val="000000"/>
                <w:sz w:val="20"/>
                <w:lang w:val="en-MY" w:eastAsia="zh-CN"/>
              </w:rPr>
            </w:pPr>
            <w:proofErr w:type="spellStart"/>
            <w:r w:rsidRPr="00022A0A">
              <w:rPr>
                <w:color w:val="000000"/>
                <w:sz w:val="20"/>
                <w:lang w:val="en-MY" w:eastAsia="zh-CN"/>
              </w:rPr>
              <w:t>GraFeHTy</w:t>
            </w:r>
            <w:proofErr w:type="spellEnd"/>
            <w:r w:rsidRPr="00743606">
              <w:rPr>
                <w:color w:val="000000"/>
                <w:sz w:val="20"/>
                <w:lang w:val="en-MY" w:eastAsia="zh-CN"/>
              </w:rPr>
              <w:t xml:space="preserve"> </w:t>
            </w:r>
            <w:sdt>
              <w:sdtPr>
                <w:rPr>
                  <w:color w:val="000000"/>
                  <w:sz w:val="20"/>
                </w:rPr>
                <w:tag w:val="MENDELEY_CITATION_v3_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"/>
                <w:id w:val="23298801"/>
                <w:placeholder>
                  <w:docPart w:val="7BEDF2A86ED545A6B07F260EC6B8AB35"/>
                </w:placeholder>
              </w:sdtPr>
              <w:sdtContent>
                <w:bookmarkStart w:id="13" w:name="_Hlk193806557"/>
                <w:sdt>
                  <w:sdtPr>
                    <w:rPr>
                      <w:rFonts w:ascii="Palatino Linotype" w:hAnsi="Palatino Linotype"/>
                      <w:color w:val="000000"/>
                      <w:sz w:val="20"/>
                    </w:rPr>
                    <w:tag w:val="MENDELEY_CITATION_v3_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"/>
                    <w:id w:val="-1390880159"/>
                    <w:placeholder>
                      <w:docPart w:val="69D047C374034D228D331C32466F20D3"/>
                    </w:placeholder>
                  </w:sdtPr>
                  <w:sdtContent>
                    <w:r w:rsidRPr="00C24842">
                      <w:rPr>
                        <w:rFonts w:ascii="Palatino Linotype" w:hAnsi="Palatino Linotype"/>
                        <w:color w:val="000000"/>
                        <w:sz w:val="20"/>
                      </w:rPr>
                      <w:t>[2</w:t>
                    </w:r>
                    <w:r>
                      <w:rPr>
                        <w:rFonts w:ascii="Palatino Linotype" w:hAnsi="Palatino Linotype"/>
                        <w:color w:val="000000"/>
                        <w:sz w:val="20"/>
                      </w:rPr>
                      <w:t>2</w:t>
                    </w:r>
                    <w:r w:rsidRPr="00C24842">
                      <w:rPr>
                        <w:rFonts w:ascii="Palatino Linotype" w:hAnsi="Palatino Linotype"/>
                        <w:color w:val="000000"/>
                        <w:sz w:val="20"/>
                      </w:rPr>
                      <w:t>]</w:t>
                    </w:r>
                  </w:sdtContent>
                </w:sdt>
                <w:bookmarkEnd w:id="13"/>
              </w:sdtContent>
            </w:sdt>
          </w:p>
        </w:tc>
        <w:tc>
          <w:tcPr>
            <w:tcW w:w="1116" w:type="dxa"/>
            <w:vAlign w:val="center"/>
          </w:tcPr>
          <w:p w14:paraId="4E782159" w14:textId="26DA9081" w:rsidR="003049B1" w:rsidRPr="00022A0A" w:rsidRDefault="003049B1" w:rsidP="00AB7C62">
            <w:pPr>
              <w:jc w:val="center"/>
              <w:rPr>
                <w:color w:val="000000"/>
                <w:sz w:val="20"/>
                <w:lang w:val="en-MY" w:eastAsia="zh-CN"/>
              </w:rPr>
            </w:pPr>
            <w:r w:rsidRPr="00022A0A">
              <w:rPr>
                <w:color w:val="000000"/>
                <w:sz w:val="20"/>
                <w:lang w:val="en-MY" w:eastAsia="zh-CN"/>
              </w:rPr>
              <w:t>81.7</w:t>
            </w:r>
          </w:p>
        </w:tc>
      </w:tr>
      <w:tr w:rsidR="003049B1" w:rsidRPr="00022A0A" w14:paraId="536F814A" w14:textId="77777777" w:rsidTr="00035BD0">
        <w:trPr>
          <w:trHeight w:val="288"/>
          <w:jc w:val="center"/>
        </w:trPr>
        <w:tc>
          <w:tcPr>
            <w:tcW w:w="4600" w:type="dxa"/>
            <w:vAlign w:val="bottom"/>
            <w:hideMark/>
          </w:tcPr>
          <w:p w14:paraId="2D616D1B" w14:textId="40A095E5" w:rsidR="003049B1" w:rsidRPr="00022A0A" w:rsidRDefault="003049B1" w:rsidP="00AB7C62">
            <w:pPr>
              <w:rPr>
                <w:color w:val="000000"/>
                <w:sz w:val="20"/>
                <w:lang w:val="en-MY" w:eastAsia="zh-CN"/>
              </w:rPr>
            </w:pPr>
            <w:proofErr w:type="spellStart"/>
            <w:r w:rsidRPr="00022A0A">
              <w:rPr>
                <w:color w:val="000000"/>
                <w:sz w:val="20"/>
                <w:lang w:val="en-MY" w:eastAsia="zh-CN"/>
              </w:rPr>
              <w:t>FedCoad</w:t>
            </w:r>
            <w:proofErr w:type="spellEnd"/>
            <w:r w:rsidRPr="00743606">
              <w:rPr>
                <w:color w:val="000000"/>
                <w:sz w:val="20"/>
                <w:lang w:val="en-MY" w:eastAsia="zh-CN"/>
              </w:rPr>
              <w:t xml:space="preserve"> </w:t>
            </w:r>
            <w:sdt>
              <w:sdtPr>
                <w:rPr>
                  <w:color w:val="000000"/>
                  <w:sz w:val="20"/>
                </w:rPr>
                <w:tag w:val="MENDELEY_CITATION_v3_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"/>
                <w:id w:val="1230031615"/>
                <w:placeholder>
                  <w:docPart w:val="1185493C26EB420EB603F64AB409AC0C"/>
                </w:placeholder>
              </w:sdtPr>
              <w:sdtContent>
                <w:bookmarkStart w:id="14" w:name="_Hlk193806542"/>
                <w:sdt>
                  <w:sdtPr>
                    <w:rPr>
                      <w:rFonts w:ascii="Palatino Linotype" w:hAnsi="Palatino Linotype"/>
                      <w:color w:val="000000"/>
                      <w:sz w:val="20"/>
                    </w:rPr>
                    <w:tag w:val="MENDELEY_CITATION_v3_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"/>
                    <w:id w:val="326570836"/>
                    <w:placeholder>
                      <w:docPart w:val="A5117AA48D1B4D518BD9EE5FC8E7512E"/>
                    </w:placeholder>
                  </w:sdtPr>
                  <w:sdtContent>
                    <w:r w:rsidRPr="00C24842">
                      <w:rPr>
                        <w:color w:val="000000"/>
                        <w:sz w:val="20"/>
                      </w:rPr>
                      <w:t>[2</w:t>
                    </w:r>
                    <w:r>
                      <w:rPr>
                        <w:color w:val="000000"/>
                        <w:sz w:val="20"/>
                      </w:rPr>
                      <w:t>3</w:t>
                    </w:r>
                    <w:r w:rsidRPr="00C24842">
                      <w:rPr>
                        <w:color w:val="000000"/>
                        <w:sz w:val="20"/>
                      </w:rPr>
                      <w:t>]</w:t>
                    </w:r>
                  </w:sdtContent>
                </w:sdt>
                <w:bookmarkEnd w:id="14"/>
              </w:sdtContent>
            </w:sdt>
          </w:p>
        </w:tc>
        <w:tc>
          <w:tcPr>
            <w:tcW w:w="1116" w:type="dxa"/>
            <w:vAlign w:val="center"/>
            <w:hideMark/>
          </w:tcPr>
          <w:p w14:paraId="0DA37942" w14:textId="5FBD759E" w:rsidR="003049B1" w:rsidRPr="00022A0A" w:rsidRDefault="003049B1" w:rsidP="00AB7C62">
            <w:pPr>
              <w:jc w:val="center"/>
              <w:rPr>
                <w:color w:val="000000"/>
                <w:sz w:val="20"/>
                <w:lang w:val="en-MY" w:eastAsia="zh-CN"/>
              </w:rPr>
            </w:pPr>
            <w:r w:rsidRPr="00022A0A">
              <w:rPr>
                <w:color w:val="000000"/>
                <w:sz w:val="20"/>
                <w:lang w:val="en-MY" w:eastAsia="zh-CN"/>
              </w:rPr>
              <w:t>76.67</w:t>
            </w:r>
          </w:p>
        </w:tc>
      </w:tr>
      <w:tr w:rsidR="003049B1" w:rsidRPr="00022A0A" w14:paraId="3A94F493" w14:textId="77777777" w:rsidTr="00035BD0">
        <w:trPr>
          <w:trHeight w:val="288"/>
          <w:jc w:val="center"/>
        </w:trPr>
        <w:tc>
          <w:tcPr>
            <w:tcW w:w="4600" w:type="dxa"/>
            <w:vAlign w:val="bottom"/>
          </w:tcPr>
          <w:p w14:paraId="180DE13E" w14:textId="65EEF292" w:rsidR="003049B1" w:rsidRPr="00022A0A" w:rsidRDefault="003049B1" w:rsidP="00AB7C62">
            <w:pPr>
              <w:rPr>
                <w:color w:val="000000"/>
                <w:sz w:val="20"/>
                <w:lang w:val="en-MY" w:eastAsia="zh-CN"/>
              </w:rPr>
            </w:pPr>
            <w:r>
              <w:rPr>
                <w:color w:val="000000"/>
                <w:sz w:val="20"/>
                <w:lang w:val="en-MY" w:eastAsia="zh-CN"/>
              </w:rPr>
              <w:t>1DCNN</w:t>
            </w:r>
          </w:p>
        </w:tc>
        <w:tc>
          <w:tcPr>
            <w:tcW w:w="1116" w:type="dxa"/>
            <w:vAlign w:val="center"/>
          </w:tcPr>
          <w:p w14:paraId="6786D48C" w14:textId="2034F8F4" w:rsidR="003049B1" w:rsidRPr="00022A0A" w:rsidRDefault="001351FE" w:rsidP="00AB7C62">
            <w:pPr>
              <w:jc w:val="center"/>
              <w:rPr>
                <w:color w:val="000000"/>
                <w:sz w:val="20"/>
                <w:lang w:val="en-MY" w:eastAsia="zh-CN"/>
              </w:rPr>
            </w:pPr>
            <w:r w:rsidRPr="001351FE">
              <w:rPr>
                <w:color w:val="000000"/>
                <w:sz w:val="20"/>
                <w:lang w:eastAsia="zh-CN"/>
              </w:rPr>
              <w:t>90.94</w:t>
            </w:r>
          </w:p>
        </w:tc>
      </w:tr>
      <w:tr w:rsidR="003049B1" w:rsidRPr="00022A0A" w14:paraId="6546EBA7" w14:textId="77777777" w:rsidTr="00035BD0">
        <w:trPr>
          <w:trHeight w:val="288"/>
          <w:jc w:val="center"/>
        </w:trPr>
        <w:tc>
          <w:tcPr>
            <w:tcW w:w="4600" w:type="dxa"/>
            <w:tcBorders>
              <w:bottom w:val="single" w:sz="4" w:space="0" w:color="auto"/>
            </w:tcBorders>
            <w:vAlign w:val="bottom"/>
            <w:hideMark/>
          </w:tcPr>
          <w:p w14:paraId="77BFC314" w14:textId="7891E1D5" w:rsidR="003049B1" w:rsidRPr="00022A0A" w:rsidRDefault="003049B1" w:rsidP="00AB7C62">
            <w:pPr>
              <w:rPr>
                <w:color w:val="000000"/>
                <w:sz w:val="20"/>
                <w:lang w:val="en-MY" w:eastAsia="zh-CN"/>
              </w:rPr>
            </w:pPr>
            <w:proofErr w:type="spellStart"/>
            <w:r w:rsidRPr="00743606">
              <w:rPr>
                <w:sz w:val="20"/>
                <w:lang w:val="en-GB"/>
              </w:rPr>
              <w:t>FedPyramidCNN</w:t>
            </w:r>
            <w:proofErr w:type="spellEnd"/>
          </w:p>
        </w:tc>
        <w:tc>
          <w:tcPr>
            <w:tcW w:w="1116" w:type="dxa"/>
            <w:tcBorders>
              <w:bottom w:val="single" w:sz="4" w:space="0" w:color="auto"/>
            </w:tcBorders>
            <w:vAlign w:val="center"/>
            <w:hideMark/>
          </w:tcPr>
          <w:p w14:paraId="12ABD63F" w14:textId="5C74172F" w:rsidR="003049B1" w:rsidRPr="00022A0A" w:rsidRDefault="00BF61D8" w:rsidP="00AB7C62">
            <w:pPr>
              <w:jc w:val="center"/>
              <w:rPr>
                <w:color w:val="000000"/>
                <w:sz w:val="20"/>
                <w:lang w:val="en-MY" w:eastAsia="zh-CN"/>
              </w:rPr>
            </w:pPr>
            <w:r>
              <w:rPr>
                <w:color w:val="000000"/>
                <w:sz w:val="20"/>
                <w:lang w:val="en-MY" w:eastAsia="zh-CN"/>
              </w:rPr>
              <w:t>96.85</w:t>
            </w:r>
          </w:p>
        </w:tc>
      </w:tr>
    </w:tbl>
    <w:p w14:paraId="34E5D49A" w14:textId="77777777" w:rsidR="003534E8" w:rsidRPr="003534E8" w:rsidRDefault="003534E8" w:rsidP="007C059F">
      <w:pPr>
        <w:pStyle w:val="Heading1"/>
        <w:rPr>
          <w:b w:val="0"/>
          <w:caps w:val="0"/>
          <w:sz w:val="20"/>
        </w:rPr>
      </w:pPr>
      <w:r w:rsidRPr="0052535C">
        <w:t>CONCLUSION</w:t>
      </w:r>
    </w:p>
    <w:p w14:paraId="604D7A3C" w14:textId="77777777" w:rsidR="00A2685C" w:rsidRDefault="00B95732" w:rsidP="00A2685C">
      <w:pPr>
        <w:pStyle w:val="Paragraph"/>
      </w:pPr>
      <w:r>
        <w:t xml:space="preserve">This work devises a privacy-preserving smartphone-based HAR system by leveraging federated learning and a 1D CNN architecture enhanced with a pyramid pooling strategy. The proposed model, named </w:t>
      </w:r>
      <w:proofErr w:type="spellStart"/>
      <w:r>
        <w:t>FedPyramidCNN</w:t>
      </w:r>
      <w:proofErr w:type="spellEnd"/>
      <w:r>
        <w:t xml:space="preserve">, decentralizes model training by keeping raw sensor data locally on devices. Furthermore, it enhances feature extraction through </w:t>
      </w:r>
      <w:r w:rsidR="00242D7A">
        <w:t xml:space="preserve">a </w:t>
      </w:r>
      <w:r w:rsidR="00A41FE5" w:rsidRPr="00A41FE5">
        <w:t>pyramid pooling module based on adaptive average pooling</w:t>
      </w:r>
      <w:r>
        <w:t xml:space="preserve"> to capture multiscale </w:t>
      </w:r>
      <w:r w:rsidR="004B09D4">
        <w:t>features</w:t>
      </w:r>
      <w:r>
        <w:t xml:space="preserve">. The proposed model is assessed using a publicly available dataset, and empirical results exhibit that </w:t>
      </w:r>
      <w:proofErr w:type="spellStart"/>
      <w:r>
        <w:t>FedPyramidCNN</w:t>
      </w:r>
      <w:proofErr w:type="spellEnd"/>
      <w:r>
        <w:t xml:space="preserve"> generally outperforms existing centralized deep learning models and other federated learning algorithms, achieving </w:t>
      </w:r>
      <w:r w:rsidR="00BF61D8">
        <w:t>96.85</w:t>
      </w:r>
      <w:r>
        <w:t>% accuracy. While this federated learning approach ensures privacy protection, it introduces additional communication costs due to the exchange of model updates between local clients and the global server. Future work will focus on exploring lightweight aggregation strategies to reduce dependence on the central server.</w:t>
      </w:r>
    </w:p>
    <w:p w14:paraId="1504A535" w14:textId="29FCBF8E" w:rsidR="00F21E09" w:rsidRDefault="00F21E09" w:rsidP="00A2685C">
      <w:pPr>
        <w:pStyle w:val="Heading1"/>
      </w:pPr>
      <w:r w:rsidRPr="0052535C">
        <w:t>A</w:t>
      </w:r>
      <w:r w:rsidR="00B07E23">
        <w:t>cknowledgement</w:t>
      </w:r>
    </w:p>
    <w:p w14:paraId="4BD63BE0" w14:textId="3E3C490D" w:rsidR="00B07E23" w:rsidRPr="00B07E23" w:rsidRDefault="00135FB6" w:rsidP="00035BD0">
      <w:pPr>
        <w:pStyle w:val="Paragraph"/>
      </w:pPr>
      <w:r w:rsidRPr="00135FB6">
        <w:t xml:space="preserve">Sincere gratitude is extended by the authors to the editor and all anonymous reviewers for their insightful comments that enhanced the manuscript. Multimedia University is the sponsor of the publication fund for this </w:t>
      </w:r>
      <w:proofErr w:type="gramStart"/>
      <w:r w:rsidRPr="00135FB6">
        <w:t>work.</w:t>
      </w:r>
      <w:r w:rsidR="00B07E23">
        <w:t>.</w:t>
      </w:r>
      <w:proofErr w:type="gramEnd"/>
    </w:p>
    <w:p w14:paraId="74D4F45E" w14:textId="646D0433" w:rsidR="00613B4D" w:rsidRPr="00EB7CEA" w:rsidRDefault="0016385D" w:rsidP="007828D6">
      <w:pPr>
        <w:pStyle w:val="Heading1"/>
        <w:rPr>
          <w:b w:val="0"/>
          <w:caps w:val="0"/>
          <w:sz w:val="20"/>
        </w:rPr>
      </w:pPr>
      <w:r w:rsidRPr="00EB7CEA">
        <w:t>References</w:t>
      </w:r>
    </w:p>
    <w:p w14:paraId="51109686" w14:textId="1D2D94D8" w:rsidR="00713A36" w:rsidRPr="00744C7F" w:rsidRDefault="00860069" w:rsidP="00177987">
      <w:pPr>
        <w:pStyle w:val="ListParagraph"/>
        <w:widowControl w:val="0"/>
        <w:numPr>
          <w:ilvl w:val="0"/>
          <w:numId w:val="50"/>
        </w:numPr>
        <w:tabs>
          <w:tab w:val="left" w:pos="425"/>
          <w:tab w:val="left" w:pos="427"/>
        </w:tabs>
        <w:autoSpaceDE w:val="0"/>
        <w:autoSpaceDN w:val="0"/>
        <w:ind w:left="425" w:hanging="425"/>
        <w:contextualSpacing w:val="0"/>
        <w:jc w:val="both"/>
        <w:rPr>
          <w:sz w:val="20"/>
        </w:rPr>
      </w:pPr>
      <w:r w:rsidRPr="00860069">
        <w:rPr>
          <w:sz w:val="20"/>
        </w:rPr>
        <w:t xml:space="preserve">C. </w:t>
      </w:r>
      <w:proofErr w:type="spellStart"/>
      <w:r w:rsidRPr="00860069">
        <w:rPr>
          <w:sz w:val="20"/>
        </w:rPr>
        <w:t>Shiranthika</w:t>
      </w:r>
      <w:proofErr w:type="spellEnd"/>
      <w:r w:rsidRPr="00860069">
        <w:rPr>
          <w:sz w:val="20"/>
        </w:rPr>
        <w:t xml:space="preserve">, N. </w:t>
      </w:r>
      <w:proofErr w:type="spellStart"/>
      <w:r w:rsidRPr="00860069">
        <w:rPr>
          <w:sz w:val="20"/>
        </w:rPr>
        <w:t>Premakumara</w:t>
      </w:r>
      <w:proofErr w:type="spellEnd"/>
      <w:r w:rsidRPr="00860069">
        <w:rPr>
          <w:sz w:val="20"/>
        </w:rPr>
        <w:t>, H.-L. Chiu, H. Samani, C. Shyalika, and C.-Y. Yang, “Human Activity Recognition Using CNN &amp; LSTM,” in </w:t>
      </w:r>
      <w:r w:rsidRPr="00860069">
        <w:rPr>
          <w:i/>
          <w:iCs/>
          <w:sz w:val="20"/>
        </w:rPr>
        <w:t>2020 5th International Conference on Information Technology Research (ICITR)</w:t>
      </w:r>
      <w:r w:rsidRPr="00860069">
        <w:rPr>
          <w:sz w:val="20"/>
        </w:rPr>
        <w:t>, (IEEE, Moratuwa, Sri Lanka, 2020), pp. 1–6</w:t>
      </w:r>
      <w:r w:rsidR="00744C7F" w:rsidRPr="00CC0151">
        <w:rPr>
          <w:sz w:val="20"/>
        </w:rPr>
        <w:t>.</w:t>
      </w:r>
    </w:p>
    <w:p w14:paraId="046B706B" w14:textId="77777777" w:rsidR="00713A36" w:rsidRDefault="00713A36" w:rsidP="00177987">
      <w:pPr>
        <w:pStyle w:val="Reference"/>
        <w:numPr>
          <w:ilvl w:val="0"/>
          <w:numId w:val="50"/>
        </w:numPr>
        <w:ind w:left="425" w:hanging="425"/>
      </w:pPr>
      <w:r>
        <w:lastRenderedPageBreak/>
        <w:t xml:space="preserve">M.M. van der Linden Thesis, prof P. dr </w:t>
      </w:r>
      <w:proofErr w:type="spellStart"/>
      <w:r>
        <w:t>Havinga</w:t>
      </w:r>
      <w:proofErr w:type="spellEnd"/>
      <w:r>
        <w:t xml:space="preserve"> J Klein Brinke, and dr Y. Miao, Federated Learning for Indoor Human Activity Recognition: Adapting to Changing Realistic Environments (2023).</w:t>
      </w:r>
    </w:p>
    <w:p w14:paraId="28C47544" w14:textId="7EFA4585" w:rsidR="00713A36" w:rsidRDefault="003944EB" w:rsidP="00177987">
      <w:pPr>
        <w:pStyle w:val="Reference"/>
        <w:numPr>
          <w:ilvl w:val="0"/>
          <w:numId w:val="50"/>
        </w:numPr>
        <w:ind w:left="425" w:hanging="425"/>
      </w:pPr>
      <w:r w:rsidRPr="003944EB">
        <w:t xml:space="preserve">D. </w:t>
      </w:r>
      <w:proofErr w:type="spellStart"/>
      <w:r w:rsidRPr="003944EB">
        <w:t>Dayakaran</w:t>
      </w:r>
      <w:proofErr w:type="spellEnd"/>
      <w:r w:rsidRPr="003944EB">
        <w:t>, and N. Kadiresan, “Federated Learning Framework for Human Activity Recognition Using Smartphones,” Procedia Computer Science </w:t>
      </w:r>
      <w:r w:rsidRPr="003944EB">
        <w:rPr>
          <w:b/>
          <w:bCs/>
        </w:rPr>
        <w:t>235</w:t>
      </w:r>
      <w:r w:rsidRPr="003944EB">
        <w:t>, 2069–2078 (2024)</w:t>
      </w:r>
      <w:r w:rsidR="00713A36">
        <w:t>.</w:t>
      </w:r>
    </w:p>
    <w:p w14:paraId="13D3749E" w14:textId="3900D43B" w:rsidR="00713A36" w:rsidRDefault="00EA1011" w:rsidP="00177987">
      <w:pPr>
        <w:pStyle w:val="Reference"/>
        <w:numPr>
          <w:ilvl w:val="0"/>
          <w:numId w:val="50"/>
        </w:numPr>
        <w:ind w:left="425" w:hanging="425"/>
      </w:pPr>
      <w:r w:rsidRPr="00EA1011">
        <w:t xml:space="preserve">F. </w:t>
      </w:r>
      <w:proofErr w:type="spellStart"/>
      <w:r w:rsidRPr="00EA1011">
        <w:t>Mireshghallah</w:t>
      </w:r>
      <w:proofErr w:type="spellEnd"/>
      <w:r w:rsidRPr="00EA1011">
        <w:t xml:space="preserve">, M. Taram, P. </w:t>
      </w:r>
      <w:proofErr w:type="spellStart"/>
      <w:r w:rsidRPr="00EA1011">
        <w:t>Vepakomma</w:t>
      </w:r>
      <w:proofErr w:type="spellEnd"/>
      <w:r w:rsidRPr="00EA1011">
        <w:t xml:space="preserve">, A. Singh, R. </w:t>
      </w:r>
      <w:proofErr w:type="spellStart"/>
      <w:r w:rsidRPr="00EA1011">
        <w:t>Raskar</w:t>
      </w:r>
      <w:proofErr w:type="spellEnd"/>
      <w:r w:rsidRPr="00EA1011">
        <w:t>, and H. Esmaeilzadeh, “Privacy in Deep Learning: A Survey,” (2020</w:t>
      </w:r>
      <w:r w:rsidR="00713A36">
        <w:t>).</w:t>
      </w:r>
    </w:p>
    <w:p w14:paraId="322D8CBE" w14:textId="20E927E4" w:rsidR="00713A36" w:rsidRDefault="009C4BF6" w:rsidP="00177987">
      <w:pPr>
        <w:pStyle w:val="Reference"/>
        <w:numPr>
          <w:ilvl w:val="0"/>
          <w:numId w:val="50"/>
        </w:numPr>
        <w:ind w:left="425" w:hanging="425"/>
      </w:pPr>
      <w:r w:rsidRPr="009C4BF6">
        <w:t>L. Deng, and D. Yu, “Deep Learning: Methods and Applications,” SIG </w:t>
      </w:r>
      <w:r w:rsidRPr="009C4BF6">
        <w:rPr>
          <w:b/>
          <w:bCs/>
        </w:rPr>
        <w:t>7</w:t>
      </w:r>
      <w:r w:rsidRPr="009C4BF6">
        <w:t>(3–4), 197–387 (2014</w:t>
      </w:r>
      <w:r w:rsidR="00713A36">
        <w:t>).</w:t>
      </w:r>
    </w:p>
    <w:p w14:paraId="187D2978" w14:textId="2537ADE6" w:rsidR="00713A36" w:rsidRDefault="008A554E" w:rsidP="00177987">
      <w:pPr>
        <w:pStyle w:val="Reference"/>
        <w:numPr>
          <w:ilvl w:val="0"/>
          <w:numId w:val="50"/>
        </w:numPr>
        <w:ind w:left="425" w:hanging="425"/>
      </w:pPr>
      <w:r w:rsidRPr="008A554E">
        <w:t>S.E. Whang, Y. Roh, H. Song, and J.-G. Lee, “Data collection and quality challenges in deep learning: a data-centric AI perspective,” The VLDB Journal </w:t>
      </w:r>
      <w:r w:rsidRPr="008A554E">
        <w:rPr>
          <w:b/>
          <w:bCs/>
        </w:rPr>
        <w:t>32</w:t>
      </w:r>
      <w:r w:rsidRPr="008A554E">
        <w:t>(4), 791–813 (2023</w:t>
      </w:r>
      <w:r w:rsidR="00713A36">
        <w:t>).</w:t>
      </w:r>
    </w:p>
    <w:p w14:paraId="14ACAF45" w14:textId="50888DA7" w:rsidR="00713A36" w:rsidRDefault="006F0B46" w:rsidP="00177987">
      <w:pPr>
        <w:pStyle w:val="Reference"/>
        <w:numPr>
          <w:ilvl w:val="0"/>
          <w:numId w:val="50"/>
        </w:numPr>
        <w:ind w:left="425" w:hanging="425"/>
      </w:pPr>
      <w:r w:rsidRPr="006F0B46">
        <w:t>Q.W. Khan, A.N. Khan, A. Rizwan, R. Ahmad, S. Khan, and D.-H. Kim, “Decentralized Machine Learning Training: A Survey on Synchronization, Consolidation, and Topologies,” IEEE Access </w:t>
      </w:r>
      <w:r w:rsidRPr="006F0B46">
        <w:rPr>
          <w:b/>
          <w:bCs/>
        </w:rPr>
        <w:t>11</w:t>
      </w:r>
      <w:r w:rsidRPr="006F0B46">
        <w:t>, 68031–68050 (2023).</w:t>
      </w:r>
    </w:p>
    <w:p w14:paraId="3FCCB944" w14:textId="7C185190" w:rsidR="00713A36" w:rsidRDefault="00A42AE3" w:rsidP="00177987">
      <w:pPr>
        <w:pStyle w:val="Reference"/>
        <w:numPr>
          <w:ilvl w:val="0"/>
          <w:numId w:val="50"/>
        </w:numPr>
        <w:ind w:left="425" w:hanging="425"/>
      </w:pPr>
      <w:r w:rsidRPr="00A42AE3">
        <w:t xml:space="preserve">S. Abdulrahman, H. Tout, H. Ould-Slimane, A. Mourad, C. Talhi, and M. </w:t>
      </w:r>
      <w:proofErr w:type="spellStart"/>
      <w:r w:rsidRPr="00A42AE3">
        <w:t>Guizani</w:t>
      </w:r>
      <w:proofErr w:type="spellEnd"/>
      <w:r w:rsidRPr="00A42AE3">
        <w:t xml:space="preserve">, “A Survey on Federated Learning: The Journey </w:t>
      </w:r>
      <w:proofErr w:type="gramStart"/>
      <w:r w:rsidRPr="00A42AE3">
        <w:t>From</w:t>
      </w:r>
      <w:proofErr w:type="gramEnd"/>
      <w:r w:rsidRPr="00A42AE3">
        <w:t xml:space="preserve"> Centralized to Distributed On-Site Learning and Beyond,” IEEE Internet Things J. </w:t>
      </w:r>
      <w:r w:rsidRPr="00A42AE3">
        <w:rPr>
          <w:b/>
          <w:bCs/>
        </w:rPr>
        <w:t>8</w:t>
      </w:r>
      <w:r w:rsidRPr="00A42AE3">
        <w:t>(7), 5476–5497 (2021</w:t>
      </w:r>
      <w:r w:rsidR="00713A36">
        <w:t>).</w:t>
      </w:r>
    </w:p>
    <w:p w14:paraId="2BEC3F52" w14:textId="195542A7" w:rsidR="00713A36" w:rsidRDefault="00EE7039" w:rsidP="00177987">
      <w:pPr>
        <w:pStyle w:val="Reference"/>
        <w:numPr>
          <w:ilvl w:val="0"/>
          <w:numId w:val="50"/>
        </w:numPr>
        <w:ind w:left="425" w:hanging="425"/>
      </w:pPr>
      <w:r w:rsidRPr="00EE7039">
        <w:t xml:space="preserve">Y. Liu, Y. Kang, T. Zou, Y. Pu, Y. He, X. Ye, Y. Ouyang, Y.-Q. Zhang, and Q. Yang, “Vertical Federated Learning: Concepts, Advances, and Challenges,” IEEE Trans. </w:t>
      </w:r>
      <w:proofErr w:type="spellStart"/>
      <w:r w:rsidRPr="00EE7039">
        <w:t>Knowl</w:t>
      </w:r>
      <w:proofErr w:type="spellEnd"/>
      <w:r w:rsidRPr="00EE7039">
        <w:t>. Data Eng. </w:t>
      </w:r>
      <w:r w:rsidRPr="00EE7039">
        <w:rPr>
          <w:b/>
          <w:bCs/>
        </w:rPr>
        <w:t>36</w:t>
      </w:r>
      <w:r w:rsidRPr="00EE7039">
        <w:t>(7), 3615–3634 (2024</w:t>
      </w:r>
      <w:r w:rsidR="00713A36">
        <w:t>).</w:t>
      </w:r>
    </w:p>
    <w:p w14:paraId="2145E98F" w14:textId="20C64CF5" w:rsidR="00713A36" w:rsidRDefault="00E211CE" w:rsidP="00177987">
      <w:pPr>
        <w:pStyle w:val="Reference"/>
        <w:numPr>
          <w:ilvl w:val="0"/>
          <w:numId w:val="50"/>
        </w:numPr>
        <w:ind w:left="425" w:hanging="425"/>
      </w:pPr>
      <w:r w:rsidRPr="00E211CE">
        <w:t xml:space="preserve">K. Zhang, X. Song, C. Zhang, and S. Yu, “Challenges and future directions of secure federated learning: a survey,” Front. </w:t>
      </w:r>
      <w:proofErr w:type="spellStart"/>
      <w:r w:rsidRPr="00E211CE">
        <w:t>Comput</w:t>
      </w:r>
      <w:proofErr w:type="spellEnd"/>
      <w:r w:rsidRPr="00E211CE">
        <w:t>. Sci. </w:t>
      </w:r>
      <w:r w:rsidRPr="00E211CE">
        <w:rPr>
          <w:b/>
          <w:bCs/>
        </w:rPr>
        <w:t>16</w:t>
      </w:r>
      <w:r w:rsidRPr="00E211CE">
        <w:t>(5), 165817 (2022</w:t>
      </w:r>
      <w:r w:rsidR="00713A36">
        <w:t>).</w:t>
      </w:r>
    </w:p>
    <w:p w14:paraId="121DD257" w14:textId="687544BF" w:rsidR="00713A36" w:rsidRDefault="00BF3504" w:rsidP="00177987">
      <w:pPr>
        <w:pStyle w:val="Reference"/>
        <w:numPr>
          <w:ilvl w:val="0"/>
          <w:numId w:val="50"/>
        </w:numPr>
        <w:ind w:left="425" w:hanging="425"/>
      </w:pPr>
      <w:r w:rsidRPr="00BF3504">
        <w:t>A.O. Ige, and M. Sibiya, “State-of-the-Art in 1D Convolutional Neural Networks: A Survey,” IEEE Access 12, 144082–144105 (2024).</w:t>
      </w:r>
    </w:p>
    <w:p w14:paraId="1D1B20B6" w14:textId="08A45F08" w:rsidR="00713A36" w:rsidRDefault="00A86CCC" w:rsidP="00177987">
      <w:pPr>
        <w:pStyle w:val="Reference"/>
        <w:numPr>
          <w:ilvl w:val="0"/>
          <w:numId w:val="50"/>
        </w:numPr>
        <w:ind w:left="425" w:hanging="425"/>
      </w:pPr>
      <w:r w:rsidRPr="00A86CCC">
        <w:t>R. Lateef, and A. Abbas, “Tuning the Hyperparameters of the 1D CNN Model to Improve the Performance of Human Activity Recognition,” ETJ </w:t>
      </w:r>
      <w:r w:rsidRPr="00A86CCC">
        <w:rPr>
          <w:b/>
          <w:bCs/>
        </w:rPr>
        <w:t>40</w:t>
      </w:r>
      <w:r w:rsidRPr="00A86CCC">
        <w:t>(4), 547–554 (2022</w:t>
      </w:r>
      <w:r w:rsidR="00CE2A8A" w:rsidRPr="00CE2A8A">
        <w:t>).</w:t>
      </w:r>
    </w:p>
    <w:p w14:paraId="1BD9C3CA" w14:textId="77777777" w:rsidR="00632153" w:rsidRDefault="00632153" w:rsidP="00177987">
      <w:pPr>
        <w:pStyle w:val="Reference"/>
        <w:numPr>
          <w:ilvl w:val="0"/>
          <w:numId w:val="50"/>
        </w:numPr>
        <w:ind w:left="425" w:hanging="425"/>
      </w:pPr>
      <w:r w:rsidRPr="00632153">
        <w:t xml:space="preserve">M.-K. Yi, W.-K. Lee, and S.O. Hwang, “A Human Activity Recognition Method Based on Lightweight Feature Extraction Combined </w:t>
      </w:r>
      <w:proofErr w:type="gramStart"/>
      <w:r w:rsidRPr="00632153">
        <w:t>With</w:t>
      </w:r>
      <w:proofErr w:type="gramEnd"/>
      <w:r w:rsidRPr="00632153">
        <w:t xml:space="preserve"> Pruned and Quantized CNN for Wearable Device,” IEEE Trans. Consumer Electron. </w:t>
      </w:r>
      <w:r w:rsidRPr="00632153">
        <w:rPr>
          <w:b/>
          <w:bCs/>
        </w:rPr>
        <w:t>69</w:t>
      </w:r>
      <w:r w:rsidRPr="00632153">
        <w:t>(3), 657–670 (2023).</w:t>
      </w:r>
    </w:p>
    <w:p w14:paraId="280413F8" w14:textId="3E835BAD" w:rsidR="00713A36" w:rsidRDefault="00632153" w:rsidP="00177987">
      <w:pPr>
        <w:pStyle w:val="Reference"/>
        <w:numPr>
          <w:ilvl w:val="0"/>
          <w:numId w:val="50"/>
        </w:numPr>
        <w:ind w:left="425" w:hanging="425"/>
      </w:pPr>
      <w:r w:rsidRPr="00632153">
        <w:t>H. Sharen, L. Jani Anbarasi, P. Rukmani, A.H. Gandomi, R. Neeraja, and M. Narendra, “</w:t>
      </w:r>
      <w:proofErr w:type="spellStart"/>
      <w:r w:rsidRPr="00632153">
        <w:t>WISNet</w:t>
      </w:r>
      <w:proofErr w:type="spellEnd"/>
      <w:r w:rsidRPr="00632153">
        <w:t>: A deep neural network based human activity recognition system,” Expert Systems with Applications </w:t>
      </w:r>
      <w:r w:rsidRPr="00632153">
        <w:rPr>
          <w:b/>
          <w:bCs/>
        </w:rPr>
        <w:t>258</w:t>
      </w:r>
      <w:r w:rsidRPr="00632153">
        <w:t>, 124999 (2024</w:t>
      </w:r>
      <w:r w:rsidR="00713A36">
        <w:t>).</w:t>
      </w:r>
    </w:p>
    <w:p w14:paraId="3F7EEC5B" w14:textId="77777777" w:rsidR="00713A36" w:rsidRDefault="00713A36" w:rsidP="00177987">
      <w:pPr>
        <w:pStyle w:val="Reference"/>
        <w:numPr>
          <w:ilvl w:val="0"/>
          <w:numId w:val="50"/>
        </w:numPr>
        <w:ind w:left="425" w:hanging="425"/>
      </w:pPr>
      <w:r>
        <w:t>S. Liu, J. Wang, and W. Zhang, “Federated personalized random forest for human activity recognition,” Mathematical Biosciences and Engineering 19(1), 953–971 (2022).</w:t>
      </w:r>
    </w:p>
    <w:p w14:paraId="033E420B" w14:textId="685E5368" w:rsidR="00713A36" w:rsidRDefault="00E9617F" w:rsidP="00177987">
      <w:pPr>
        <w:pStyle w:val="Reference"/>
        <w:numPr>
          <w:ilvl w:val="0"/>
          <w:numId w:val="50"/>
        </w:numPr>
        <w:ind w:left="425" w:hanging="425"/>
      </w:pPr>
      <w:r w:rsidRPr="00E9617F">
        <w:t>X. Ouyang, Z. Xie, J. Zhou, J. Huang, and G. Xing, “</w:t>
      </w:r>
      <w:proofErr w:type="spellStart"/>
      <w:r w:rsidRPr="00E9617F">
        <w:t>ClusterFL</w:t>
      </w:r>
      <w:proofErr w:type="spellEnd"/>
      <w:r w:rsidRPr="00E9617F">
        <w:t>: a similarity-aware federated learning system for human activity recognition,” in </w:t>
      </w:r>
      <w:r w:rsidRPr="00E9617F">
        <w:rPr>
          <w:i/>
          <w:iCs/>
        </w:rPr>
        <w:t>Proceedings of the 19th Annual International Conference on Mobile Systems, Applications, and Services</w:t>
      </w:r>
      <w:r w:rsidRPr="00E9617F">
        <w:t>, (ACM, Virtual Event Wisconsin, 2021), pp. 54–66</w:t>
      </w:r>
      <w:r w:rsidR="00713A36">
        <w:t>.</w:t>
      </w:r>
    </w:p>
    <w:p w14:paraId="06785174" w14:textId="717EAEDA" w:rsidR="00713A36" w:rsidRDefault="00E34233" w:rsidP="00177987">
      <w:pPr>
        <w:pStyle w:val="Reference"/>
        <w:numPr>
          <w:ilvl w:val="0"/>
          <w:numId w:val="50"/>
        </w:numPr>
        <w:ind w:left="425" w:hanging="425"/>
      </w:pPr>
      <w:r w:rsidRPr="00E34233">
        <w:t>Q. Shen, H. Feng, R. Song, S. Teso, F. Giunchiglia, and H. Xu, “Federated Multi-Task Attention for Cross-Individual Human Activity Recognition,” in </w:t>
      </w:r>
      <w:r w:rsidRPr="00E34233">
        <w:rPr>
          <w:i/>
          <w:iCs/>
        </w:rPr>
        <w:t>Proceedings of the Thirty-First International Joint Conference on Artificial Intelligence</w:t>
      </w:r>
      <w:r w:rsidRPr="00E34233">
        <w:t>, (International Joint Conferences on Artificial Intelligence Organization, Vienna, Austria, 2022), pp. 3423–3429.</w:t>
      </w:r>
    </w:p>
    <w:p w14:paraId="50D97E1F" w14:textId="0721D754" w:rsidR="00713A36" w:rsidRPr="0024228B" w:rsidRDefault="00351817" w:rsidP="00177987">
      <w:pPr>
        <w:pStyle w:val="ListParagraph"/>
        <w:numPr>
          <w:ilvl w:val="0"/>
          <w:numId w:val="50"/>
        </w:numPr>
        <w:ind w:left="425" w:hanging="425"/>
        <w:contextualSpacing w:val="0"/>
        <w:jc w:val="both"/>
        <w:rPr>
          <w:sz w:val="20"/>
        </w:rPr>
      </w:pPr>
      <w:r w:rsidRPr="00351817">
        <w:rPr>
          <w:sz w:val="20"/>
        </w:rPr>
        <w:t xml:space="preserve">J.R. Kwapisz, G.M. Weiss, and S.A. Moore, “Activity recognition using cell phone accelerometers,” SIGKDD </w:t>
      </w:r>
      <w:proofErr w:type="spellStart"/>
      <w:r w:rsidRPr="00351817">
        <w:rPr>
          <w:sz w:val="20"/>
        </w:rPr>
        <w:t>Explor</w:t>
      </w:r>
      <w:proofErr w:type="spellEnd"/>
      <w:r w:rsidRPr="00351817">
        <w:rPr>
          <w:sz w:val="20"/>
        </w:rPr>
        <w:t xml:space="preserve">. </w:t>
      </w:r>
      <w:proofErr w:type="spellStart"/>
      <w:r w:rsidRPr="00351817">
        <w:rPr>
          <w:sz w:val="20"/>
        </w:rPr>
        <w:t>Newsl</w:t>
      </w:r>
      <w:proofErr w:type="spellEnd"/>
      <w:r w:rsidRPr="00351817">
        <w:rPr>
          <w:sz w:val="20"/>
        </w:rPr>
        <w:t>. 12(2), 74–82 (2011)</w:t>
      </w:r>
      <w:r w:rsidR="0024228B" w:rsidRPr="0024228B">
        <w:rPr>
          <w:sz w:val="20"/>
        </w:rPr>
        <w:t>.</w:t>
      </w:r>
    </w:p>
    <w:p w14:paraId="42C857D3" w14:textId="798AE1ED" w:rsidR="00713A36" w:rsidRDefault="004E4C84" w:rsidP="00177987">
      <w:pPr>
        <w:pStyle w:val="Reference"/>
        <w:numPr>
          <w:ilvl w:val="0"/>
          <w:numId w:val="50"/>
        </w:numPr>
        <w:ind w:left="425" w:hanging="425"/>
      </w:pPr>
      <w:r w:rsidRPr="004E4C84">
        <w:t xml:space="preserve">Y.-H. Wu, Y. Liu, X. Zhan, and M.-M. Cheng, “P2T: Pyramid Pooling Transformer for Scene Understanding,” IEEE Trans. Pattern Anal. Mach. </w:t>
      </w:r>
      <w:proofErr w:type="spellStart"/>
      <w:r w:rsidRPr="004E4C84">
        <w:t>Intell</w:t>
      </w:r>
      <w:proofErr w:type="spellEnd"/>
      <w:r w:rsidRPr="004E4C84">
        <w:t>. </w:t>
      </w:r>
      <w:r w:rsidRPr="004E4C84">
        <w:rPr>
          <w:b/>
          <w:bCs/>
        </w:rPr>
        <w:t>45</w:t>
      </w:r>
      <w:r w:rsidRPr="004E4C84">
        <w:t>(11), 12760–12771 (2023</w:t>
      </w:r>
      <w:r w:rsidR="00713A36">
        <w:t>).</w:t>
      </w:r>
    </w:p>
    <w:p w14:paraId="1ADE0BC7" w14:textId="6D1E19F4" w:rsidR="00713A36" w:rsidRDefault="004C0E1D" w:rsidP="00177987">
      <w:pPr>
        <w:pStyle w:val="Reference"/>
        <w:numPr>
          <w:ilvl w:val="0"/>
          <w:numId w:val="50"/>
        </w:numPr>
        <w:ind w:left="425" w:hanging="425"/>
      </w:pPr>
      <w:r w:rsidRPr="004C0E1D">
        <w:t xml:space="preserve">H.B. McMahan, E. Moore, D. Ramage, S. Hampson, and B.A. y </w:t>
      </w:r>
      <w:proofErr w:type="spellStart"/>
      <w:r w:rsidRPr="004C0E1D">
        <w:t>Arcas</w:t>
      </w:r>
      <w:proofErr w:type="spellEnd"/>
      <w:r w:rsidRPr="004C0E1D">
        <w:t>, “Communication-Efficient Learning of Deep Networks from Decentralized Data,” (2016</w:t>
      </w:r>
      <w:r w:rsidR="00713A36">
        <w:t>).</w:t>
      </w:r>
    </w:p>
    <w:p w14:paraId="05434612" w14:textId="2961AE0B" w:rsidR="00713A36" w:rsidRDefault="00E83837" w:rsidP="00177987">
      <w:pPr>
        <w:pStyle w:val="Reference"/>
        <w:numPr>
          <w:ilvl w:val="0"/>
          <w:numId w:val="50"/>
        </w:numPr>
        <w:ind w:left="425" w:hanging="425"/>
      </w:pPr>
      <w:r w:rsidRPr="00E83837">
        <w:t>F. Jin, M. Zou, X. Peng, H. Lei, and Y. Ren, “Deep Learning-Enhanced Internet of Things for Activity Recognition in Post-Stroke Rehabilitation,” IEEE J. Biomed. Health Inform. </w:t>
      </w:r>
      <w:r w:rsidRPr="00E83837">
        <w:rPr>
          <w:b/>
          <w:bCs/>
        </w:rPr>
        <w:t>28</w:t>
      </w:r>
      <w:r w:rsidRPr="00E83837">
        <w:t>(7), 3851–3859 (2024</w:t>
      </w:r>
      <w:r w:rsidR="00713A36">
        <w:t>).</w:t>
      </w:r>
    </w:p>
    <w:p w14:paraId="00E3C82E" w14:textId="17CEAA56" w:rsidR="00713A36" w:rsidRDefault="00102BB6" w:rsidP="00177987">
      <w:pPr>
        <w:pStyle w:val="Reference"/>
        <w:numPr>
          <w:ilvl w:val="0"/>
          <w:numId w:val="50"/>
        </w:numPr>
        <w:ind w:left="425" w:hanging="425"/>
      </w:pPr>
      <w:r w:rsidRPr="00102BB6">
        <w:t>A. Sarkar, T. Sen, and A.K. Roy, “</w:t>
      </w:r>
      <w:proofErr w:type="spellStart"/>
      <w:r w:rsidRPr="00102BB6">
        <w:t>GraFeHTy</w:t>
      </w:r>
      <w:proofErr w:type="spellEnd"/>
      <w:r w:rsidRPr="00102BB6">
        <w:t>: Graph Neural Network using Federated Learning for Human Activity Recognition,” in </w:t>
      </w:r>
      <w:r w:rsidRPr="00102BB6">
        <w:rPr>
          <w:i/>
          <w:iCs/>
        </w:rPr>
        <w:t>2021 20th IEEE International Conference on Machine Learning and Applications (ICMLA)</w:t>
      </w:r>
      <w:r w:rsidRPr="00102BB6">
        <w:t>, (IEEE, Pasadena, CA, USA, 2021), pp. 1124–</w:t>
      </w:r>
      <w:proofErr w:type="gramStart"/>
      <w:r w:rsidRPr="00102BB6">
        <w:t>1129.</w:t>
      </w:r>
      <w:r w:rsidR="00713A36">
        <w:t>.</w:t>
      </w:r>
      <w:proofErr w:type="gramEnd"/>
    </w:p>
    <w:p w14:paraId="4DE91CCB" w14:textId="43532896" w:rsidR="00326AE0" w:rsidRPr="00114AB1" w:rsidRDefault="00713A36" w:rsidP="00177987">
      <w:pPr>
        <w:pStyle w:val="Reference"/>
        <w:numPr>
          <w:ilvl w:val="0"/>
          <w:numId w:val="50"/>
        </w:numPr>
        <w:ind w:left="425" w:hanging="425"/>
      </w:pPr>
      <w:r>
        <w:t>I. Iwan, B. Yahya, and S. L. Lee, Federated model contrastive learning with adaptive control variates for human activity recognition. SSRN Paper No. 4810020 (2024).</w:t>
      </w:r>
    </w:p>
    <w:sectPr w:rsidR="00326AE0" w:rsidRPr="00114AB1" w:rsidSect="00D30640">
      <w:footerReference w:type="default" r:id="rId13"/>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48325C" w14:textId="77777777" w:rsidR="000B65D5" w:rsidRDefault="000B65D5" w:rsidP="00C01482">
      <w:r>
        <w:separator/>
      </w:r>
    </w:p>
  </w:endnote>
  <w:endnote w:type="continuationSeparator" w:id="0">
    <w:p w14:paraId="54C0B558" w14:textId="77777777" w:rsidR="000B65D5" w:rsidRDefault="000B65D5" w:rsidP="00C014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5BFD37" w14:textId="77777777" w:rsidR="00AA1B87" w:rsidRDefault="00AA1B87" w:rsidP="00BD45B3">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A27DFF" w14:textId="77777777" w:rsidR="000B65D5" w:rsidRDefault="000B65D5" w:rsidP="00C01482">
      <w:r>
        <w:separator/>
      </w:r>
    </w:p>
  </w:footnote>
  <w:footnote w:type="continuationSeparator" w:id="0">
    <w:p w14:paraId="73508A55" w14:textId="77777777" w:rsidR="000B65D5" w:rsidRDefault="000B65D5" w:rsidP="00C014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2CA91AC1"/>
    <w:multiLevelType w:val="hybridMultilevel"/>
    <w:tmpl w:val="2E666EE0"/>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EE5688"/>
    <w:multiLevelType w:val="hybridMultilevel"/>
    <w:tmpl w:val="C4F0B94C"/>
    <w:lvl w:ilvl="0" w:tplc="1C6CD690">
      <w:start w:val="1"/>
      <w:numFmt w:val="decimal"/>
      <w:lvlText w:val="%1."/>
      <w:lvlJc w:val="left"/>
      <w:pPr>
        <w:ind w:left="427" w:hanging="428"/>
      </w:pPr>
      <w:rPr>
        <w:rFonts w:ascii="Times New Roman" w:eastAsia="Times New Roman" w:hAnsi="Times New Roman" w:cs="Times New Roman" w:hint="default"/>
        <w:b w:val="0"/>
        <w:bCs w:val="0"/>
        <w:i w:val="0"/>
        <w:iCs w:val="0"/>
        <w:spacing w:val="0"/>
        <w:w w:val="99"/>
        <w:sz w:val="20"/>
        <w:szCs w:val="20"/>
        <w:lang w:val="en-US" w:eastAsia="en-US" w:bidi="ar-SA"/>
      </w:rPr>
    </w:lvl>
    <w:lvl w:ilvl="1" w:tplc="DB448228">
      <w:numFmt w:val="bullet"/>
      <w:lvlText w:val="•"/>
      <w:lvlJc w:val="left"/>
      <w:pPr>
        <w:ind w:left="1350" w:hanging="428"/>
      </w:pPr>
      <w:rPr>
        <w:rFonts w:hint="default"/>
        <w:lang w:val="en-US" w:eastAsia="en-US" w:bidi="ar-SA"/>
      </w:rPr>
    </w:lvl>
    <w:lvl w:ilvl="2" w:tplc="96F240EC">
      <w:numFmt w:val="bullet"/>
      <w:lvlText w:val="•"/>
      <w:lvlJc w:val="left"/>
      <w:pPr>
        <w:ind w:left="2280" w:hanging="428"/>
      </w:pPr>
      <w:rPr>
        <w:rFonts w:hint="default"/>
        <w:lang w:val="en-US" w:eastAsia="en-US" w:bidi="ar-SA"/>
      </w:rPr>
    </w:lvl>
    <w:lvl w:ilvl="3" w:tplc="2738F54C">
      <w:numFmt w:val="bullet"/>
      <w:lvlText w:val="•"/>
      <w:lvlJc w:val="left"/>
      <w:pPr>
        <w:ind w:left="3210" w:hanging="428"/>
      </w:pPr>
      <w:rPr>
        <w:rFonts w:hint="default"/>
        <w:lang w:val="en-US" w:eastAsia="en-US" w:bidi="ar-SA"/>
      </w:rPr>
    </w:lvl>
    <w:lvl w:ilvl="4" w:tplc="E68663B6">
      <w:numFmt w:val="bullet"/>
      <w:lvlText w:val="•"/>
      <w:lvlJc w:val="left"/>
      <w:pPr>
        <w:ind w:left="4140" w:hanging="428"/>
      </w:pPr>
      <w:rPr>
        <w:rFonts w:hint="default"/>
        <w:lang w:val="en-US" w:eastAsia="en-US" w:bidi="ar-SA"/>
      </w:rPr>
    </w:lvl>
    <w:lvl w:ilvl="5" w:tplc="CDAE31D0">
      <w:numFmt w:val="bullet"/>
      <w:lvlText w:val="•"/>
      <w:lvlJc w:val="left"/>
      <w:pPr>
        <w:ind w:left="5070" w:hanging="428"/>
      </w:pPr>
      <w:rPr>
        <w:rFonts w:hint="default"/>
        <w:lang w:val="en-US" w:eastAsia="en-US" w:bidi="ar-SA"/>
      </w:rPr>
    </w:lvl>
    <w:lvl w:ilvl="6" w:tplc="593A6C22">
      <w:numFmt w:val="bullet"/>
      <w:lvlText w:val="•"/>
      <w:lvlJc w:val="left"/>
      <w:pPr>
        <w:ind w:left="6000" w:hanging="428"/>
      </w:pPr>
      <w:rPr>
        <w:rFonts w:hint="default"/>
        <w:lang w:val="en-US" w:eastAsia="en-US" w:bidi="ar-SA"/>
      </w:rPr>
    </w:lvl>
    <w:lvl w:ilvl="7" w:tplc="C8B2FA2E">
      <w:numFmt w:val="bullet"/>
      <w:lvlText w:val="•"/>
      <w:lvlJc w:val="left"/>
      <w:pPr>
        <w:ind w:left="6930" w:hanging="428"/>
      </w:pPr>
      <w:rPr>
        <w:rFonts w:hint="default"/>
        <w:lang w:val="en-US" w:eastAsia="en-US" w:bidi="ar-SA"/>
      </w:rPr>
    </w:lvl>
    <w:lvl w:ilvl="8" w:tplc="5484BA7E">
      <w:numFmt w:val="bullet"/>
      <w:lvlText w:val="•"/>
      <w:lvlJc w:val="left"/>
      <w:pPr>
        <w:ind w:left="7860" w:hanging="428"/>
      </w:pPr>
      <w:rPr>
        <w:rFonts w:hint="default"/>
        <w:lang w:val="en-US" w:eastAsia="en-US" w:bidi="ar-SA"/>
      </w:rPr>
    </w:lvl>
  </w:abstractNum>
  <w:abstractNum w:abstractNumId="12"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BC5674B"/>
    <w:multiLevelType w:val="hybridMultilevel"/>
    <w:tmpl w:val="CC7ADD88"/>
    <w:lvl w:ilvl="0" w:tplc="FFFFFFFF">
      <w:start w:val="1"/>
      <w:numFmt w:val="decimal"/>
      <w:lvlText w:val="%1."/>
      <w:lvlJc w:val="left"/>
      <w:pPr>
        <w:ind w:left="720" w:hanging="360"/>
      </w:pPr>
      <w:rPr>
        <w:rFonts w:hint="default"/>
        <w:b/>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FD65BD7"/>
    <w:multiLevelType w:val="hybridMultilevel"/>
    <w:tmpl w:val="CC7ADD88"/>
    <w:lvl w:ilvl="0" w:tplc="FFFFFFFF">
      <w:start w:val="1"/>
      <w:numFmt w:val="decimal"/>
      <w:lvlText w:val="%1."/>
      <w:lvlJc w:val="left"/>
      <w:pPr>
        <w:ind w:left="720" w:hanging="360"/>
      </w:pPr>
      <w:rPr>
        <w:rFonts w:hint="default"/>
        <w:b/>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6" w15:restartNumberingAfterBreak="0">
    <w:nsid w:val="717B4F93"/>
    <w:multiLevelType w:val="hybridMultilevel"/>
    <w:tmpl w:val="1AB26928"/>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7"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8"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abstractNum w:abstractNumId="21" w15:restartNumberingAfterBreak="0">
    <w:nsid w:val="7F1A5B05"/>
    <w:multiLevelType w:val="hybridMultilevel"/>
    <w:tmpl w:val="CC7ADD88"/>
    <w:lvl w:ilvl="0" w:tplc="5A7A6A92">
      <w:start w:val="1"/>
      <w:numFmt w:val="decimal"/>
      <w:lvlText w:val="%1."/>
      <w:lvlJc w:val="left"/>
      <w:pPr>
        <w:ind w:left="720" w:hanging="360"/>
      </w:pPr>
      <w:rPr>
        <w:rFonts w:hint="default"/>
        <w:b/>
        <w:sz w:val="24"/>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num w:numId="1" w16cid:durableId="1925844975">
    <w:abstractNumId w:val="20"/>
  </w:num>
  <w:num w:numId="2" w16cid:durableId="1623537524">
    <w:abstractNumId w:val="3"/>
  </w:num>
  <w:num w:numId="3" w16cid:durableId="333149680">
    <w:abstractNumId w:val="17"/>
  </w:num>
  <w:num w:numId="4" w16cid:durableId="1958750756">
    <w:abstractNumId w:val="8"/>
  </w:num>
  <w:num w:numId="5" w16cid:durableId="1466237890">
    <w:abstractNumId w:val="15"/>
  </w:num>
  <w:num w:numId="6" w16cid:durableId="846751398">
    <w:abstractNumId w:val="4"/>
  </w:num>
  <w:num w:numId="7" w16cid:durableId="982584711">
    <w:abstractNumId w:val="7"/>
  </w:num>
  <w:num w:numId="8" w16cid:durableId="247734440">
    <w:abstractNumId w:val="1"/>
  </w:num>
  <w:num w:numId="9" w16cid:durableId="1514879319">
    <w:abstractNumId w:val="19"/>
  </w:num>
  <w:num w:numId="10" w16cid:durableId="1383210328">
    <w:abstractNumId w:val="10"/>
  </w:num>
  <w:num w:numId="11" w16cid:durableId="1513061117">
    <w:abstractNumId w:val="18"/>
  </w:num>
  <w:num w:numId="12" w16cid:durableId="958226418">
    <w:abstractNumId w:val="12"/>
  </w:num>
  <w:num w:numId="13" w16cid:durableId="771170886">
    <w:abstractNumId w:val="6"/>
  </w:num>
  <w:num w:numId="14" w16cid:durableId="1315187322">
    <w:abstractNumId w:val="19"/>
  </w:num>
  <w:num w:numId="15" w16cid:durableId="1726029251">
    <w:abstractNumId w:val="9"/>
  </w:num>
  <w:num w:numId="16" w16cid:durableId="1685588258">
    <w:abstractNumId w:val="6"/>
  </w:num>
  <w:num w:numId="17" w16cid:durableId="1886479068">
    <w:abstractNumId w:val="6"/>
  </w:num>
  <w:num w:numId="18" w16cid:durableId="122507144">
    <w:abstractNumId w:val="6"/>
  </w:num>
  <w:num w:numId="19" w16cid:durableId="377123869">
    <w:abstractNumId w:val="6"/>
  </w:num>
  <w:num w:numId="20" w16cid:durableId="497497882">
    <w:abstractNumId w:val="6"/>
  </w:num>
  <w:num w:numId="21" w16cid:durableId="1717657651">
    <w:abstractNumId w:val="6"/>
  </w:num>
  <w:num w:numId="22" w16cid:durableId="311255422">
    <w:abstractNumId w:val="6"/>
  </w:num>
  <w:num w:numId="23" w16cid:durableId="85927171">
    <w:abstractNumId w:val="6"/>
  </w:num>
  <w:num w:numId="24" w16cid:durableId="1880437806">
    <w:abstractNumId w:val="6"/>
  </w:num>
  <w:num w:numId="25" w16cid:durableId="392965441">
    <w:abstractNumId w:val="6"/>
  </w:num>
  <w:num w:numId="26" w16cid:durableId="1947694933">
    <w:abstractNumId w:val="6"/>
  </w:num>
  <w:num w:numId="27" w16cid:durableId="296030027">
    <w:abstractNumId w:val="6"/>
  </w:num>
  <w:num w:numId="28" w16cid:durableId="136382022">
    <w:abstractNumId w:val="6"/>
  </w:num>
  <w:num w:numId="29" w16cid:durableId="1747334233">
    <w:abstractNumId w:val="15"/>
  </w:num>
  <w:num w:numId="30" w16cid:durableId="1575971747">
    <w:abstractNumId w:val="15"/>
  </w:num>
  <w:num w:numId="31" w16cid:durableId="1939214429">
    <w:abstractNumId w:val="15"/>
    <w:lvlOverride w:ilvl="0">
      <w:startOverride w:val="1"/>
    </w:lvlOverride>
  </w:num>
  <w:num w:numId="32" w16cid:durableId="1782339355">
    <w:abstractNumId w:val="15"/>
  </w:num>
  <w:num w:numId="33" w16cid:durableId="957906086">
    <w:abstractNumId w:val="15"/>
    <w:lvlOverride w:ilvl="0">
      <w:startOverride w:val="1"/>
    </w:lvlOverride>
  </w:num>
  <w:num w:numId="34" w16cid:durableId="1087652185">
    <w:abstractNumId w:val="15"/>
    <w:lvlOverride w:ilvl="0">
      <w:startOverride w:val="1"/>
    </w:lvlOverride>
  </w:num>
  <w:num w:numId="35" w16cid:durableId="1054889863">
    <w:abstractNumId w:val="17"/>
    <w:lvlOverride w:ilvl="0">
      <w:startOverride w:val="1"/>
    </w:lvlOverride>
  </w:num>
  <w:num w:numId="36" w16cid:durableId="1812165908">
    <w:abstractNumId w:val="17"/>
  </w:num>
  <w:num w:numId="37" w16cid:durableId="1903178079">
    <w:abstractNumId w:val="17"/>
    <w:lvlOverride w:ilvl="0">
      <w:startOverride w:val="1"/>
    </w:lvlOverride>
  </w:num>
  <w:num w:numId="38" w16cid:durableId="1316564979">
    <w:abstractNumId w:val="17"/>
  </w:num>
  <w:num w:numId="39" w16cid:durableId="874267395">
    <w:abstractNumId w:val="17"/>
    <w:lvlOverride w:ilvl="0">
      <w:startOverride w:val="1"/>
    </w:lvlOverride>
  </w:num>
  <w:num w:numId="40" w16cid:durableId="1368025285">
    <w:abstractNumId w:val="17"/>
    <w:lvlOverride w:ilvl="0">
      <w:startOverride w:val="1"/>
    </w:lvlOverride>
  </w:num>
  <w:num w:numId="41" w16cid:durableId="944078796">
    <w:abstractNumId w:val="17"/>
    <w:lvlOverride w:ilvl="0">
      <w:startOverride w:val="1"/>
    </w:lvlOverride>
  </w:num>
  <w:num w:numId="42" w16cid:durableId="996031766">
    <w:abstractNumId w:val="17"/>
  </w:num>
  <w:num w:numId="43" w16cid:durableId="1289776494">
    <w:abstractNumId w:val="17"/>
  </w:num>
  <w:num w:numId="44" w16cid:durableId="1653829719">
    <w:abstractNumId w:val="2"/>
  </w:num>
  <w:num w:numId="45" w16cid:durableId="1775442011">
    <w:abstractNumId w:val="0"/>
  </w:num>
  <w:num w:numId="46" w16cid:durableId="232200224">
    <w:abstractNumId w:val="21"/>
  </w:num>
  <w:num w:numId="47" w16cid:durableId="248538975">
    <w:abstractNumId w:val="14"/>
  </w:num>
  <w:num w:numId="48" w16cid:durableId="1891182847">
    <w:abstractNumId w:val="13"/>
  </w:num>
  <w:num w:numId="49" w16cid:durableId="608045505">
    <w:abstractNumId w:val="11"/>
  </w:num>
  <w:num w:numId="50" w16cid:durableId="1857881657">
    <w:abstractNumId w:val="16"/>
  </w:num>
  <w:num w:numId="51" w16cid:durableId="179189678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hideSpellingErrors/>
  <w:hideGrammaticalError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UxMTY2srAwNzQ3s7RQ0lEKTi0uzszPAykwqQUAR6kSNywAAAA="/>
  </w:docVars>
  <w:rsids>
    <w:rsidRoot w:val="00C14B14"/>
    <w:rsid w:val="000002C0"/>
    <w:rsid w:val="00000D0F"/>
    <w:rsid w:val="00003D7C"/>
    <w:rsid w:val="000045A4"/>
    <w:rsid w:val="0001203F"/>
    <w:rsid w:val="00014140"/>
    <w:rsid w:val="00022A0A"/>
    <w:rsid w:val="000234ED"/>
    <w:rsid w:val="00027428"/>
    <w:rsid w:val="000276E3"/>
    <w:rsid w:val="00031EC9"/>
    <w:rsid w:val="00033048"/>
    <w:rsid w:val="00035BD0"/>
    <w:rsid w:val="0004086C"/>
    <w:rsid w:val="00046155"/>
    <w:rsid w:val="000515C5"/>
    <w:rsid w:val="000540F0"/>
    <w:rsid w:val="00066037"/>
    <w:rsid w:val="0006641B"/>
    <w:rsid w:val="00066FED"/>
    <w:rsid w:val="00071FBA"/>
    <w:rsid w:val="000759DD"/>
    <w:rsid w:val="00075EA6"/>
    <w:rsid w:val="000768D7"/>
    <w:rsid w:val="0007709F"/>
    <w:rsid w:val="0008308C"/>
    <w:rsid w:val="00086DF6"/>
    <w:rsid w:val="00086F62"/>
    <w:rsid w:val="000875BF"/>
    <w:rsid w:val="00090674"/>
    <w:rsid w:val="0009320B"/>
    <w:rsid w:val="00096AE0"/>
    <w:rsid w:val="000B190C"/>
    <w:rsid w:val="000B1B74"/>
    <w:rsid w:val="000B2D22"/>
    <w:rsid w:val="000B3A2D"/>
    <w:rsid w:val="000B3C3D"/>
    <w:rsid w:val="000B49C0"/>
    <w:rsid w:val="000B5DB2"/>
    <w:rsid w:val="000B65D5"/>
    <w:rsid w:val="000C2AEE"/>
    <w:rsid w:val="000C33DA"/>
    <w:rsid w:val="000C5054"/>
    <w:rsid w:val="000C5819"/>
    <w:rsid w:val="000C6735"/>
    <w:rsid w:val="000C7CCF"/>
    <w:rsid w:val="000D42E3"/>
    <w:rsid w:val="000D6913"/>
    <w:rsid w:val="000E3001"/>
    <w:rsid w:val="000E34B8"/>
    <w:rsid w:val="000E382F"/>
    <w:rsid w:val="000E6E78"/>
    <w:rsid w:val="000E6FD5"/>
    <w:rsid w:val="000E75CD"/>
    <w:rsid w:val="000E7AD9"/>
    <w:rsid w:val="000F2BB2"/>
    <w:rsid w:val="000F6790"/>
    <w:rsid w:val="000F6D6D"/>
    <w:rsid w:val="00102AF0"/>
    <w:rsid w:val="00102BB6"/>
    <w:rsid w:val="001036BA"/>
    <w:rsid w:val="00105D82"/>
    <w:rsid w:val="00110BE7"/>
    <w:rsid w:val="001110BE"/>
    <w:rsid w:val="00111192"/>
    <w:rsid w:val="00111A43"/>
    <w:rsid w:val="001146DC"/>
    <w:rsid w:val="00114AB1"/>
    <w:rsid w:val="001159D8"/>
    <w:rsid w:val="001230FF"/>
    <w:rsid w:val="00125570"/>
    <w:rsid w:val="00130BD7"/>
    <w:rsid w:val="0013295B"/>
    <w:rsid w:val="001351FE"/>
    <w:rsid w:val="001355D7"/>
    <w:rsid w:val="00135FB6"/>
    <w:rsid w:val="00136580"/>
    <w:rsid w:val="00142535"/>
    <w:rsid w:val="00145CF0"/>
    <w:rsid w:val="00155B67"/>
    <w:rsid w:val="001562AF"/>
    <w:rsid w:val="00157D0E"/>
    <w:rsid w:val="00161A5B"/>
    <w:rsid w:val="0016203F"/>
    <w:rsid w:val="00162A00"/>
    <w:rsid w:val="0016354F"/>
    <w:rsid w:val="0016385D"/>
    <w:rsid w:val="00166411"/>
    <w:rsid w:val="0016782F"/>
    <w:rsid w:val="00167C72"/>
    <w:rsid w:val="0017167C"/>
    <w:rsid w:val="001734C8"/>
    <w:rsid w:val="00174CA0"/>
    <w:rsid w:val="001759F9"/>
    <w:rsid w:val="00177987"/>
    <w:rsid w:val="0018264B"/>
    <w:rsid w:val="0018434D"/>
    <w:rsid w:val="001844B5"/>
    <w:rsid w:val="001931B7"/>
    <w:rsid w:val="001937E9"/>
    <w:rsid w:val="00193927"/>
    <w:rsid w:val="001964E5"/>
    <w:rsid w:val="00196EB7"/>
    <w:rsid w:val="001A4C12"/>
    <w:rsid w:val="001B0E81"/>
    <w:rsid w:val="001B263B"/>
    <w:rsid w:val="001B476A"/>
    <w:rsid w:val="001B5131"/>
    <w:rsid w:val="001B5182"/>
    <w:rsid w:val="001B56A1"/>
    <w:rsid w:val="001B65AD"/>
    <w:rsid w:val="001B7717"/>
    <w:rsid w:val="001C2391"/>
    <w:rsid w:val="001C4DBF"/>
    <w:rsid w:val="001C764F"/>
    <w:rsid w:val="001C7BB3"/>
    <w:rsid w:val="001D0E89"/>
    <w:rsid w:val="001D469C"/>
    <w:rsid w:val="001D5484"/>
    <w:rsid w:val="001D6D92"/>
    <w:rsid w:val="001E0379"/>
    <w:rsid w:val="001E22E5"/>
    <w:rsid w:val="001E3819"/>
    <w:rsid w:val="001F1548"/>
    <w:rsid w:val="001F533D"/>
    <w:rsid w:val="002002FB"/>
    <w:rsid w:val="002050CA"/>
    <w:rsid w:val="00207140"/>
    <w:rsid w:val="0021015F"/>
    <w:rsid w:val="002116E7"/>
    <w:rsid w:val="002127A9"/>
    <w:rsid w:val="002138CC"/>
    <w:rsid w:val="0021619E"/>
    <w:rsid w:val="00220DF5"/>
    <w:rsid w:val="00221C9D"/>
    <w:rsid w:val="00225CDB"/>
    <w:rsid w:val="0022752B"/>
    <w:rsid w:val="00227D9F"/>
    <w:rsid w:val="0023171B"/>
    <w:rsid w:val="00231C76"/>
    <w:rsid w:val="00232160"/>
    <w:rsid w:val="00232F09"/>
    <w:rsid w:val="00233C70"/>
    <w:rsid w:val="002361B7"/>
    <w:rsid w:val="00236BFC"/>
    <w:rsid w:val="00237437"/>
    <w:rsid w:val="0024228B"/>
    <w:rsid w:val="00242D7A"/>
    <w:rsid w:val="00245285"/>
    <w:rsid w:val="00246EA3"/>
    <w:rsid w:val="002502FD"/>
    <w:rsid w:val="00253FDE"/>
    <w:rsid w:val="0026136F"/>
    <w:rsid w:val="00262B43"/>
    <w:rsid w:val="002662EB"/>
    <w:rsid w:val="002717C9"/>
    <w:rsid w:val="00274622"/>
    <w:rsid w:val="002748FA"/>
    <w:rsid w:val="00275B7E"/>
    <w:rsid w:val="00282BB8"/>
    <w:rsid w:val="002841BC"/>
    <w:rsid w:val="00285D24"/>
    <w:rsid w:val="00290390"/>
    <w:rsid w:val="002915D3"/>
    <w:rsid w:val="002923F8"/>
    <w:rsid w:val="002924DB"/>
    <w:rsid w:val="002941DA"/>
    <w:rsid w:val="00297FB2"/>
    <w:rsid w:val="002A19AB"/>
    <w:rsid w:val="002A637E"/>
    <w:rsid w:val="002A7FDE"/>
    <w:rsid w:val="002B5648"/>
    <w:rsid w:val="002C016D"/>
    <w:rsid w:val="002C0C23"/>
    <w:rsid w:val="002C3264"/>
    <w:rsid w:val="002C346A"/>
    <w:rsid w:val="002C4654"/>
    <w:rsid w:val="002C73DA"/>
    <w:rsid w:val="002D1B78"/>
    <w:rsid w:val="002D6614"/>
    <w:rsid w:val="002D67A6"/>
    <w:rsid w:val="002E3C35"/>
    <w:rsid w:val="002E4F38"/>
    <w:rsid w:val="002E7D67"/>
    <w:rsid w:val="002F1240"/>
    <w:rsid w:val="002F5298"/>
    <w:rsid w:val="002F537E"/>
    <w:rsid w:val="003049B1"/>
    <w:rsid w:val="00311DDB"/>
    <w:rsid w:val="00322820"/>
    <w:rsid w:val="00326AE0"/>
    <w:rsid w:val="00326F30"/>
    <w:rsid w:val="003312B4"/>
    <w:rsid w:val="00332422"/>
    <w:rsid w:val="00337E4F"/>
    <w:rsid w:val="00340C36"/>
    <w:rsid w:val="0034319A"/>
    <w:rsid w:val="00346A9D"/>
    <w:rsid w:val="00347BF5"/>
    <w:rsid w:val="003512AA"/>
    <w:rsid w:val="00351817"/>
    <w:rsid w:val="003534E8"/>
    <w:rsid w:val="00356FF6"/>
    <w:rsid w:val="00361082"/>
    <w:rsid w:val="003648A7"/>
    <w:rsid w:val="003764B3"/>
    <w:rsid w:val="0038458C"/>
    <w:rsid w:val="003851D9"/>
    <w:rsid w:val="00392F1A"/>
    <w:rsid w:val="0039359F"/>
    <w:rsid w:val="0039376F"/>
    <w:rsid w:val="003944EB"/>
    <w:rsid w:val="00394900"/>
    <w:rsid w:val="003A287B"/>
    <w:rsid w:val="003A55A8"/>
    <w:rsid w:val="003A589D"/>
    <w:rsid w:val="003A5C85"/>
    <w:rsid w:val="003A61B1"/>
    <w:rsid w:val="003B0050"/>
    <w:rsid w:val="003B3915"/>
    <w:rsid w:val="003B63F6"/>
    <w:rsid w:val="003C353B"/>
    <w:rsid w:val="003C3786"/>
    <w:rsid w:val="003C6DAD"/>
    <w:rsid w:val="003C70A4"/>
    <w:rsid w:val="003D3B94"/>
    <w:rsid w:val="003D6312"/>
    <w:rsid w:val="003E2153"/>
    <w:rsid w:val="003E7C74"/>
    <w:rsid w:val="003F020F"/>
    <w:rsid w:val="003F0404"/>
    <w:rsid w:val="003F1B33"/>
    <w:rsid w:val="003F2DC2"/>
    <w:rsid w:val="003F31C6"/>
    <w:rsid w:val="0040225B"/>
    <w:rsid w:val="004026E8"/>
    <w:rsid w:val="00402DA2"/>
    <w:rsid w:val="0040334E"/>
    <w:rsid w:val="004063C2"/>
    <w:rsid w:val="00410911"/>
    <w:rsid w:val="00410AE2"/>
    <w:rsid w:val="00411475"/>
    <w:rsid w:val="004120A2"/>
    <w:rsid w:val="004122A1"/>
    <w:rsid w:val="00416ADF"/>
    <w:rsid w:val="00425AC2"/>
    <w:rsid w:val="00425DE9"/>
    <w:rsid w:val="004306A1"/>
    <w:rsid w:val="004312AD"/>
    <w:rsid w:val="00431E65"/>
    <w:rsid w:val="00441CD0"/>
    <w:rsid w:val="004423A9"/>
    <w:rsid w:val="004435BB"/>
    <w:rsid w:val="00444368"/>
    <w:rsid w:val="00446E8A"/>
    <w:rsid w:val="0044771F"/>
    <w:rsid w:val="004526DA"/>
    <w:rsid w:val="004538F2"/>
    <w:rsid w:val="004622DB"/>
    <w:rsid w:val="00465628"/>
    <w:rsid w:val="00465CFE"/>
    <w:rsid w:val="004735BE"/>
    <w:rsid w:val="004764FC"/>
    <w:rsid w:val="00476C8F"/>
    <w:rsid w:val="00480015"/>
    <w:rsid w:val="0048416A"/>
    <w:rsid w:val="00484494"/>
    <w:rsid w:val="00486D24"/>
    <w:rsid w:val="00492753"/>
    <w:rsid w:val="00496A3B"/>
    <w:rsid w:val="004A2331"/>
    <w:rsid w:val="004A2502"/>
    <w:rsid w:val="004A3775"/>
    <w:rsid w:val="004A5A1D"/>
    <w:rsid w:val="004B09D4"/>
    <w:rsid w:val="004B151D"/>
    <w:rsid w:val="004C0E1D"/>
    <w:rsid w:val="004C4CF6"/>
    <w:rsid w:val="004C4F4A"/>
    <w:rsid w:val="004C6C65"/>
    <w:rsid w:val="004C7243"/>
    <w:rsid w:val="004D0F42"/>
    <w:rsid w:val="004D57AA"/>
    <w:rsid w:val="004E21DE"/>
    <w:rsid w:val="004E3C57"/>
    <w:rsid w:val="004E3CB2"/>
    <w:rsid w:val="004E4C84"/>
    <w:rsid w:val="004E7F17"/>
    <w:rsid w:val="004F06DB"/>
    <w:rsid w:val="00500116"/>
    <w:rsid w:val="0051704A"/>
    <w:rsid w:val="005238BE"/>
    <w:rsid w:val="0052535C"/>
    <w:rsid w:val="00525813"/>
    <w:rsid w:val="00533801"/>
    <w:rsid w:val="0053489A"/>
    <w:rsid w:val="0053513F"/>
    <w:rsid w:val="00535796"/>
    <w:rsid w:val="00541118"/>
    <w:rsid w:val="00541398"/>
    <w:rsid w:val="00542E96"/>
    <w:rsid w:val="005432D7"/>
    <w:rsid w:val="00543403"/>
    <w:rsid w:val="005443F9"/>
    <w:rsid w:val="00547596"/>
    <w:rsid w:val="005527CF"/>
    <w:rsid w:val="00554C8F"/>
    <w:rsid w:val="00556030"/>
    <w:rsid w:val="00563500"/>
    <w:rsid w:val="00563DB7"/>
    <w:rsid w:val="00563F03"/>
    <w:rsid w:val="00567632"/>
    <w:rsid w:val="00574405"/>
    <w:rsid w:val="005745EE"/>
    <w:rsid w:val="0057703C"/>
    <w:rsid w:val="00584011"/>
    <w:rsid w:val="005854B0"/>
    <w:rsid w:val="00586D38"/>
    <w:rsid w:val="005A0E21"/>
    <w:rsid w:val="005A120C"/>
    <w:rsid w:val="005A44F4"/>
    <w:rsid w:val="005A777F"/>
    <w:rsid w:val="005B1ACA"/>
    <w:rsid w:val="005B3A34"/>
    <w:rsid w:val="005C4E9A"/>
    <w:rsid w:val="005C752A"/>
    <w:rsid w:val="005D14BC"/>
    <w:rsid w:val="005D181C"/>
    <w:rsid w:val="005D215D"/>
    <w:rsid w:val="005D29BB"/>
    <w:rsid w:val="005D3197"/>
    <w:rsid w:val="005D49AF"/>
    <w:rsid w:val="005D5BD5"/>
    <w:rsid w:val="005E415C"/>
    <w:rsid w:val="005E4DDA"/>
    <w:rsid w:val="005E5513"/>
    <w:rsid w:val="005E71ED"/>
    <w:rsid w:val="005E7946"/>
    <w:rsid w:val="005F0166"/>
    <w:rsid w:val="005F1D35"/>
    <w:rsid w:val="005F51FE"/>
    <w:rsid w:val="005F7475"/>
    <w:rsid w:val="005F7770"/>
    <w:rsid w:val="00602B95"/>
    <w:rsid w:val="00611299"/>
    <w:rsid w:val="00612BAD"/>
    <w:rsid w:val="00613B4D"/>
    <w:rsid w:val="00616365"/>
    <w:rsid w:val="00616F3B"/>
    <w:rsid w:val="006249A7"/>
    <w:rsid w:val="00632153"/>
    <w:rsid w:val="0064225B"/>
    <w:rsid w:val="00643429"/>
    <w:rsid w:val="006452EF"/>
    <w:rsid w:val="00650402"/>
    <w:rsid w:val="00650A45"/>
    <w:rsid w:val="00654D04"/>
    <w:rsid w:val="00665249"/>
    <w:rsid w:val="00666D24"/>
    <w:rsid w:val="00673032"/>
    <w:rsid w:val="006763F9"/>
    <w:rsid w:val="006800F3"/>
    <w:rsid w:val="006910C8"/>
    <w:rsid w:val="0069444A"/>
    <w:rsid w:val="0069447C"/>
    <w:rsid w:val="006949BC"/>
    <w:rsid w:val="006A1786"/>
    <w:rsid w:val="006A76EA"/>
    <w:rsid w:val="006A7B57"/>
    <w:rsid w:val="006B1476"/>
    <w:rsid w:val="006B35C3"/>
    <w:rsid w:val="006B4813"/>
    <w:rsid w:val="006C0AFB"/>
    <w:rsid w:val="006C0C32"/>
    <w:rsid w:val="006C651B"/>
    <w:rsid w:val="006C7B1C"/>
    <w:rsid w:val="006D1229"/>
    <w:rsid w:val="006D372F"/>
    <w:rsid w:val="006D7A18"/>
    <w:rsid w:val="006E0C74"/>
    <w:rsid w:val="006E17A2"/>
    <w:rsid w:val="006E227A"/>
    <w:rsid w:val="006E4474"/>
    <w:rsid w:val="006F0B46"/>
    <w:rsid w:val="006F1DDE"/>
    <w:rsid w:val="00700CC9"/>
    <w:rsid w:val="00701388"/>
    <w:rsid w:val="007032E3"/>
    <w:rsid w:val="007076A7"/>
    <w:rsid w:val="00707763"/>
    <w:rsid w:val="00712F47"/>
    <w:rsid w:val="00713A36"/>
    <w:rsid w:val="00721A7B"/>
    <w:rsid w:val="00723B7F"/>
    <w:rsid w:val="00725627"/>
    <w:rsid w:val="00725861"/>
    <w:rsid w:val="0073393A"/>
    <w:rsid w:val="0073539D"/>
    <w:rsid w:val="00741CB0"/>
    <w:rsid w:val="00743606"/>
    <w:rsid w:val="00744C7F"/>
    <w:rsid w:val="007467F0"/>
    <w:rsid w:val="007467FC"/>
    <w:rsid w:val="00754238"/>
    <w:rsid w:val="00756516"/>
    <w:rsid w:val="00756AB0"/>
    <w:rsid w:val="00767B8A"/>
    <w:rsid w:val="00774C93"/>
    <w:rsid w:val="00775481"/>
    <w:rsid w:val="007828D6"/>
    <w:rsid w:val="007864A1"/>
    <w:rsid w:val="007867AF"/>
    <w:rsid w:val="007A1B5F"/>
    <w:rsid w:val="007A233B"/>
    <w:rsid w:val="007B1843"/>
    <w:rsid w:val="007B2430"/>
    <w:rsid w:val="007B37FC"/>
    <w:rsid w:val="007B4863"/>
    <w:rsid w:val="007C059F"/>
    <w:rsid w:val="007C16B7"/>
    <w:rsid w:val="007C2767"/>
    <w:rsid w:val="007C65E6"/>
    <w:rsid w:val="007D406B"/>
    <w:rsid w:val="007D4407"/>
    <w:rsid w:val="007E1CA3"/>
    <w:rsid w:val="007E2205"/>
    <w:rsid w:val="007E5BFF"/>
    <w:rsid w:val="007F3C60"/>
    <w:rsid w:val="007F48E2"/>
    <w:rsid w:val="007F5563"/>
    <w:rsid w:val="007F60D1"/>
    <w:rsid w:val="00800716"/>
    <w:rsid w:val="008011F1"/>
    <w:rsid w:val="0080202C"/>
    <w:rsid w:val="00802070"/>
    <w:rsid w:val="00806F25"/>
    <w:rsid w:val="00807DDA"/>
    <w:rsid w:val="008114B7"/>
    <w:rsid w:val="00812793"/>
    <w:rsid w:val="00812D62"/>
    <w:rsid w:val="00812F29"/>
    <w:rsid w:val="00813A01"/>
    <w:rsid w:val="0081487A"/>
    <w:rsid w:val="00817F31"/>
    <w:rsid w:val="00821713"/>
    <w:rsid w:val="008248A3"/>
    <w:rsid w:val="00824D94"/>
    <w:rsid w:val="00825717"/>
    <w:rsid w:val="00827050"/>
    <w:rsid w:val="00830D3F"/>
    <w:rsid w:val="008318AE"/>
    <w:rsid w:val="0083278B"/>
    <w:rsid w:val="00834213"/>
    <w:rsid w:val="00834538"/>
    <w:rsid w:val="008378E5"/>
    <w:rsid w:val="008427C5"/>
    <w:rsid w:val="00843B24"/>
    <w:rsid w:val="00846B52"/>
    <w:rsid w:val="00847ADC"/>
    <w:rsid w:val="00850E89"/>
    <w:rsid w:val="0085145C"/>
    <w:rsid w:val="008569B4"/>
    <w:rsid w:val="00860069"/>
    <w:rsid w:val="008608FA"/>
    <w:rsid w:val="00861130"/>
    <w:rsid w:val="00861B5A"/>
    <w:rsid w:val="00864D02"/>
    <w:rsid w:val="00865E10"/>
    <w:rsid w:val="00871F6A"/>
    <w:rsid w:val="008930E4"/>
    <w:rsid w:val="00893821"/>
    <w:rsid w:val="00895810"/>
    <w:rsid w:val="00897048"/>
    <w:rsid w:val="008A40FB"/>
    <w:rsid w:val="008A554E"/>
    <w:rsid w:val="008A7B9C"/>
    <w:rsid w:val="008B205D"/>
    <w:rsid w:val="008B39FA"/>
    <w:rsid w:val="008B4754"/>
    <w:rsid w:val="008B76B8"/>
    <w:rsid w:val="008C1BDA"/>
    <w:rsid w:val="008E0BEF"/>
    <w:rsid w:val="008E1050"/>
    <w:rsid w:val="008E1F96"/>
    <w:rsid w:val="008E6A7A"/>
    <w:rsid w:val="008F1038"/>
    <w:rsid w:val="008F3981"/>
    <w:rsid w:val="008F44B6"/>
    <w:rsid w:val="008F7046"/>
    <w:rsid w:val="008F73C6"/>
    <w:rsid w:val="009005FC"/>
    <w:rsid w:val="00910372"/>
    <w:rsid w:val="00910B68"/>
    <w:rsid w:val="00914FDC"/>
    <w:rsid w:val="0092100A"/>
    <w:rsid w:val="00922A4B"/>
    <w:rsid w:val="00922E20"/>
    <w:rsid w:val="00922E5A"/>
    <w:rsid w:val="00926E86"/>
    <w:rsid w:val="0093440E"/>
    <w:rsid w:val="00943315"/>
    <w:rsid w:val="0094375C"/>
    <w:rsid w:val="00946C27"/>
    <w:rsid w:val="00956448"/>
    <w:rsid w:val="00957ADC"/>
    <w:rsid w:val="009607D2"/>
    <w:rsid w:val="0096316E"/>
    <w:rsid w:val="009767DB"/>
    <w:rsid w:val="0098098A"/>
    <w:rsid w:val="00981CD2"/>
    <w:rsid w:val="009857E1"/>
    <w:rsid w:val="009934F4"/>
    <w:rsid w:val="00994AC9"/>
    <w:rsid w:val="00994E85"/>
    <w:rsid w:val="009952AD"/>
    <w:rsid w:val="009A1011"/>
    <w:rsid w:val="009A1C96"/>
    <w:rsid w:val="009A4F3D"/>
    <w:rsid w:val="009B2C05"/>
    <w:rsid w:val="009B696B"/>
    <w:rsid w:val="009B7671"/>
    <w:rsid w:val="009C0F50"/>
    <w:rsid w:val="009C2582"/>
    <w:rsid w:val="009C4BF6"/>
    <w:rsid w:val="009D0B3C"/>
    <w:rsid w:val="009E2A58"/>
    <w:rsid w:val="009E50AF"/>
    <w:rsid w:val="009E5BA1"/>
    <w:rsid w:val="009E7816"/>
    <w:rsid w:val="009E7D17"/>
    <w:rsid w:val="009F056E"/>
    <w:rsid w:val="009F164D"/>
    <w:rsid w:val="009F1A78"/>
    <w:rsid w:val="009F657D"/>
    <w:rsid w:val="00A0136E"/>
    <w:rsid w:val="00A12BE2"/>
    <w:rsid w:val="00A13769"/>
    <w:rsid w:val="00A21868"/>
    <w:rsid w:val="00A22EB7"/>
    <w:rsid w:val="00A24F3D"/>
    <w:rsid w:val="00A2685C"/>
    <w:rsid w:val="00A26DCD"/>
    <w:rsid w:val="00A314BB"/>
    <w:rsid w:val="00A32B7D"/>
    <w:rsid w:val="00A33B0F"/>
    <w:rsid w:val="00A41FE5"/>
    <w:rsid w:val="00A42AE3"/>
    <w:rsid w:val="00A439BE"/>
    <w:rsid w:val="00A439CF"/>
    <w:rsid w:val="00A472C6"/>
    <w:rsid w:val="00A53BD5"/>
    <w:rsid w:val="00A5596B"/>
    <w:rsid w:val="00A6446B"/>
    <w:rsid w:val="00A646B3"/>
    <w:rsid w:val="00A6739B"/>
    <w:rsid w:val="00A7178D"/>
    <w:rsid w:val="00A71C73"/>
    <w:rsid w:val="00A72C15"/>
    <w:rsid w:val="00A7555E"/>
    <w:rsid w:val="00A80841"/>
    <w:rsid w:val="00A80F5D"/>
    <w:rsid w:val="00A869F4"/>
    <w:rsid w:val="00A86CCC"/>
    <w:rsid w:val="00A90413"/>
    <w:rsid w:val="00A9233F"/>
    <w:rsid w:val="00A951AD"/>
    <w:rsid w:val="00A96D43"/>
    <w:rsid w:val="00AA1B87"/>
    <w:rsid w:val="00AA728C"/>
    <w:rsid w:val="00AB09B7"/>
    <w:rsid w:val="00AB0A8F"/>
    <w:rsid w:val="00AB0A9C"/>
    <w:rsid w:val="00AB142F"/>
    <w:rsid w:val="00AB4F19"/>
    <w:rsid w:val="00AB5C1C"/>
    <w:rsid w:val="00AB676B"/>
    <w:rsid w:val="00AB7119"/>
    <w:rsid w:val="00AB7C62"/>
    <w:rsid w:val="00AC3F39"/>
    <w:rsid w:val="00AD1A8D"/>
    <w:rsid w:val="00AD3C0D"/>
    <w:rsid w:val="00AD5855"/>
    <w:rsid w:val="00AE1A23"/>
    <w:rsid w:val="00AE5D09"/>
    <w:rsid w:val="00AE7500"/>
    <w:rsid w:val="00AE7F87"/>
    <w:rsid w:val="00AF16DE"/>
    <w:rsid w:val="00AF2725"/>
    <w:rsid w:val="00AF3542"/>
    <w:rsid w:val="00AF5ABE"/>
    <w:rsid w:val="00AF64CC"/>
    <w:rsid w:val="00B00415"/>
    <w:rsid w:val="00B00DED"/>
    <w:rsid w:val="00B03C2A"/>
    <w:rsid w:val="00B07E23"/>
    <w:rsid w:val="00B07E93"/>
    <w:rsid w:val="00B07EF5"/>
    <w:rsid w:val="00B1000D"/>
    <w:rsid w:val="00B10134"/>
    <w:rsid w:val="00B1397F"/>
    <w:rsid w:val="00B14586"/>
    <w:rsid w:val="00B15D12"/>
    <w:rsid w:val="00B16BFE"/>
    <w:rsid w:val="00B2369E"/>
    <w:rsid w:val="00B26748"/>
    <w:rsid w:val="00B354AB"/>
    <w:rsid w:val="00B500E5"/>
    <w:rsid w:val="00B538E0"/>
    <w:rsid w:val="00B54774"/>
    <w:rsid w:val="00B564E3"/>
    <w:rsid w:val="00B60D9A"/>
    <w:rsid w:val="00B63547"/>
    <w:rsid w:val="00B64DB7"/>
    <w:rsid w:val="00B66575"/>
    <w:rsid w:val="00B742E9"/>
    <w:rsid w:val="00B74888"/>
    <w:rsid w:val="00B75E05"/>
    <w:rsid w:val="00B7724C"/>
    <w:rsid w:val="00B95732"/>
    <w:rsid w:val="00B95A15"/>
    <w:rsid w:val="00BA0A75"/>
    <w:rsid w:val="00BA1750"/>
    <w:rsid w:val="00BA2032"/>
    <w:rsid w:val="00BA39BB"/>
    <w:rsid w:val="00BA3B3D"/>
    <w:rsid w:val="00BA4010"/>
    <w:rsid w:val="00BB02E8"/>
    <w:rsid w:val="00BB0500"/>
    <w:rsid w:val="00BB0508"/>
    <w:rsid w:val="00BB0E0B"/>
    <w:rsid w:val="00BB1045"/>
    <w:rsid w:val="00BB1301"/>
    <w:rsid w:val="00BB26CF"/>
    <w:rsid w:val="00BB75A6"/>
    <w:rsid w:val="00BB78CF"/>
    <w:rsid w:val="00BB7925"/>
    <w:rsid w:val="00BB7EEA"/>
    <w:rsid w:val="00BC1C9D"/>
    <w:rsid w:val="00BC298A"/>
    <w:rsid w:val="00BC602F"/>
    <w:rsid w:val="00BD0B6E"/>
    <w:rsid w:val="00BD1909"/>
    <w:rsid w:val="00BD3672"/>
    <w:rsid w:val="00BD3BAD"/>
    <w:rsid w:val="00BD45B3"/>
    <w:rsid w:val="00BE5E16"/>
    <w:rsid w:val="00BE5FD1"/>
    <w:rsid w:val="00BF1371"/>
    <w:rsid w:val="00BF1AA5"/>
    <w:rsid w:val="00BF3504"/>
    <w:rsid w:val="00BF44F2"/>
    <w:rsid w:val="00BF4E77"/>
    <w:rsid w:val="00BF61D8"/>
    <w:rsid w:val="00C01482"/>
    <w:rsid w:val="00C06E05"/>
    <w:rsid w:val="00C11A83"/>
    <w:rsid w:val="00C11B5B"/>
    <w:rsid w:val="00C14B14"/>
    <w:rsid w:val="00C16CB4"/>
    <w:rsid w:val="00C17370"/>
    <w:rsid w:val="00C2054D"/>
    <w:rsid w:val="00C21E0A"/>
    <w:rsid w:val="00C24A43"/>
    <w:rsid w:val="00C252EB"/>
    <w:rsid w:val="00C25B88"/>
    <w:rsid w:val="00C26EC0"/>
    <w:rsid w:val="00C30339"/>
    <w:rsid w:val="00C33CDB"/>
    <w:rsid w:val="00C365A7"/>
    <w:rsid w:val="00C373C7"/>
    <w:rsid w:val="00C45B6B"/>
    <w:rsid w:val="00C51BD3"/>
    <w:rsid w:val="00C54C47"/>
    <w:rsid w:val="00C56C77"/>
    <w:rsid w:val="00C64F96"/>
    <w:rsid w:val="00C66FC2"/>
    <w:rsid w:val="00C67E80"/>
    <w:rsid w:val="00C73247"/>
    <w:rsid w:val="00C734BD"/>
    <w:rsid w:val="00C73785"/>
    <w:rsid w:val="00C75566"/>
    <w:rsid w:val="00C8118A"/>
    <w:rsid w:val="00C82F7A"/>
    <w:rsid w:val="00C848FF"/>
    <w:rsid w:val="00C84923"/>
    <w:rsid w:val="00C84A64"/>
    <w:rsid w:val="00CA24CC"/>
    <w:rsid w:val="00CA3810"/>
    <w:rsid w:val="00CB169D"/>
    <w:rsid w:val="00CB1EC4"/>
    <w:rsid w:val="00CB7B3E"/>
    <w:rsid w:val="00CB7BF8"/>
    <w:rsid w:val="00CC044D"/>
    <w:rsid w:val="00CC04D3"/>
    <w:rsid w:val="00CC4670"/>
    <w:rsid w:val="00CC47BD"/>
    <w:rsid w:val="00CC739D"/>
    <w:rsid w:val="00CC7DB3"/>
    <w:rsid w:val="00CD03F1"/>
    <w:rsid w:val="00CD22A3"/>
    <w:rsid w:val="00CD5017"/>
    <w:rsid w:val="00CE0F29"/>
    <w:rsid w:val="00CE2A8A"/>
    <w:rsid w:val="00CE4531"/>
    <w:rsid w:val="00CE6B8B"/>
    <w:rsid w:val="00D04468"/>
    <w:rsid w:val="00D165AD"/>
    <w:rsid w:val="00D30640"/>
    <w:rsid w:val="00D3064A"/>
    <w:rsid w:val="00D336A5"/>
    <w:rsid w:val="00D35256"/>
    <w:rsid w:val="00D36257"/>
    <w:rsid w:val="00D402B9"/>
    <w:rsid w:val="00D4086B"/>
    <w:rsid w:val="00D416E0"/>
    <w:rsid w:val="00D4423C"/>
    <w:rsid w:val="00D446E3"/>
    <w:rsid w:val="00D4687E"/>
    <w:rsid w:val="00D5278E"/>
    <w:rsid w:val="00D53577"/>
    <w:rsid w:val="00D53A12"/>
    <w:rsid w:val="00D53D60"/>
    <w:rsid w:val="00D5421C"/>
    <w:rsid w:val="00D54AE9"/>
    <w:rsid w:val="00D560CF"/>
    <w:rsid w:val="00D56B8B"/>
    <w:rsid w:val="00D64CDF"/>
    <w:rsid w:val="00D64E10"/>
    <w:rsid w:val="00D67D15"/>
    <w:rsid w:val="00D67E5F"/>
    <w:rsid w:val="00D71009"/>
    <w:rsid w:val="00D72E8A"/>
    <w:rsid w:val="00D77040"/>
    <w:rsid w:val="00D7775E"/>
    <w:rsid w:val="00D82E7E"/>
    <w:rsid w:val="00D85715"/>
    <w:rsid w:val="00D8690E"/>
    <w:rsid w:val="00D87E2A"/>
    <w:rsid w:val="00DA4014"/>
    <w:rsid w:val="00DA71D7"/>
    <w:rsid w:val="00DB0C43"/>
    <w:rsid w:val="00DB1D48"/>
    <w:rsid w:val="00DB6CE5"/>
    <w:rsid w:val="00DD16CE"/>
    <w:rsid w:val="00DE3354"/>
    <w:rsid w:val="00DE3E4E"/>
    <w:rsid w:val="00DE406E"/>
    <w:rsid w:val="00DE7193"/>
    <w:rsid w:val="00DF37BF"/>
    <w:rsid w:val="00DF6050"/>
    <w:rsid w:val="00DF6339"/>
    <w:rsid w:val="00DF685B"/>
    <w:rsid w:val="00DF6A38"/>
    <w:rsid w:val="00DF6AB7"/>
    <w:rsid w:val="00DF7DCD"/>
    <w:rsid w:val="00E10C58"/>
    <w:rsid w:val="00E13632"/>
    <w:rsid w:val="00E153B9"/>
    <w:rsid w:val="00E211CE"/>
    <w:rsid w:val="00E2683A"/>
    <w:rsid w:val="00E271B7"/>
    <w:rsid w:val="00E3042F"/>
    <w:rsid w:val="00E31444"/>
    <w:rsid w:val="00E34233"/>
    <w:rsid w:val="00E3792B"/>
    <w:rsid w:val="00E40FBB"/>
    <w:rsid w:val="00E426DF"/>
    <w:rsid w:val="00E44627"/>
    <w:rsid w:val="00E4515A"/>
    <w:rsid w:val="00E50B7D"/>
    <w:rsid w:val="00E5611D"/>
    <w:rsid w:val="00E709BB"/>
    <w:rsid w:val="00E77584"/>
    <w:rsid w:val="00E83533"/>
    <w:rsid w:val="00E83837"/>
    <w:rsid w:val="00E85491"/>
    <w:rsid w:val="00E9033C"/>
    <w:rsid w:val="00E904A1"/>
    <w:rsid w:val="00E93565"/>
    <w:rsid w:val="00E95A1A"/>
    <w:rsid w:val="00E9617F"/>
    <w:rsid w:val="00E96400"/>
    <w:rsid w:val="00E96BE3"/>
    <w:rsid w:val="00EA1011"/>
    <w:rsid w:val="00EA2C20"/>
    <w:rsid w:val="00EA4ADA"/>
    <w:rsid w:val="00EB0460"/>
    <w:rsid w:val="00EB198B"/>
    <w:rsid w:val="00EB6760"/>
    <w:rsid w:val="00EB7CEA"/>
    <w:rsid w:val="00EB7D28"/>
    <w:rsid w:val="00EC0D0C"/>
    <w:rsid w:val="00EC3907"/>
    <w:rsid w:val="00ED25BE"/>
    <w:rsid w:val="00ED33D8"/>
    <w:rsid w:val="00ED4A2C"/>
    <w:rsid w:val="00ED7A25"/>
    <w:rsid w:val="00EE6269"/>
    <w:rsid w:val="00EE7039"/>
    <w:rsid w:val="00EF5D47"/>
    <w:rsid w:val="00EF6940"/>
    <w:rsid w:val="00EF6F5F"/>
    <w:rsid w:val="00F01643"/>
    <w:rsid w:val="00F04197"/>
    <w:rsid w:val="00F04C41"/>
    <w:rsid w:val="00F05A2D"/>
    <w:rsid w:val="00F0658B"/>
    <w:rsid w:val="00F14743"/>
    <w:rsid w:val="00F2044A"/>
    <w:rsid w:val="00F20BFC"/>
    <w:rsid w:val="00F21E09"/>
    <w:rsid w:val="00F21EDF"/>
    <w:rsid w:val="00F24D5F"/>
    <w:rsid w:val="00F27A88"/>
    <w:rsid w:val="00F31B7D"/>
    <w:rsid w:val="00F4279F"/>
    <w:rsid w:val="00F50CFB"/>
    <w:rsid w:val="00F55B57"/>
    <w:rsid w:val="00F726C3"/>
    <w:rsid w:val="00F7283B"/>
    <w:rsid w:val="00F820CA"/>
    <w:rsid w:val="00F85229"/>
    <w:rsid w:val="00F8554C"/>
    <w:rsid w:val="00F95F82"/>
    <w:rsid w:val="00F97A90"/>
    <w:rsid w:val="00FA6854"/>
    <w:rsid w:val="00FA7758"/>
    <w:rsid w:val="00FB2105"/>
    <w:rsid w:val="00FB2ADE"/>
    <w:rsid w:val="00FB2D51"/>
    <w:rsid w:val="00FB5660"/>
    <w:rsid w:val="00FC0269"/>
    <w:rsid w:val="00FC1314"/>
    <w:rsid w:val="00FC2F35"/>
    <w:rsid w:val="00FC31F1"/>
    <w:rsid w:val="00FC3FD7"/>
    <w:rsid w:val="00FC57BE"/>
    <w:rsid w:val="00FC5B78"/>
    <w:rsid w:val="00FC6173"/>
    <w:rsid w:val="00FD1FC6"/>
    <w:rsid w:val="00FD59DD"/>
    <w:rsid w:val="00FD5B08"/>
    <w:rsid w:val="00FD77A9"/>
    <w:rsid w:val="00FD7B48"/>
    <w:rsid w:val="00FE5869"/>
    <w:rsid w:val="00FE5ED3"/>
    <w:rsid w:val="00FE60DC"/>
    <w:rsid w:val="00FF2EC5"/>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1"/>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customStyle="1" w:styleId="MDPI39equation">
    <w:name w:val="MDPI_3.9_equation"/>
    <w:qFormat/>
    <w:rsid w:val="00BB75A6"/>
    <w:pPr>
      <w:adjustRightInd w:val="0"/>
      <w:snapToGrid w:val="0"/>
      <w:spacing w:before="120" w:after="120" w:line="260" w:lineRule="atLeast"/>
      <w:ind w:left="709"/>
      <w:jc w:val="center"/>
    </w:pPr>
    <w:rPr>
      <w:rFonts w:ascii="Palatino Linotype" w:hAnsi="Palatino Linotype"/>
      <w:snapToGrid w:val="0"/>
      <w:color w:val="000000"/>
      <w:szCs w:val="22"/>
      <w:lang w:val="en-US" w:eastAsia="de-DE" w:bidi="en-US"/>
    </w:rPr>
  </w:style>
  <w:style w:type="paragraph" w:customStyle="1" w:styleId="MDPI3aequationnumber">
    <w:name w:val="MDPI_3.a_equation_number"/>
    <w:qFormat/>
    <w:rsid w:val="00BB75A6"/>
    <w:pPr>
      <w:spacing w:before="120" w:after="120"/>
      <w:jc w:val="right"/>
    </w:pPr>
    <w:rPr>
      <w:rFonts w:ascii="Palatino Linotype" w:hAnsi="Palatino Linotype"/>
      <w:snapToGrid w:val="0"/>
      <w:color w:val="000000"/>
      <w:szCs w:val="22"/>
      <w:lang w:val="en-US" w:eastAsia="de-DE" w:bidi="en-US"/>
    </w:rPr>
  </w:style>
  <w:style w:type="character" w:styleId="PlaceholderText">
    <w:name w:val="Placeholder Text"/>
    <w:basedOn w:val="DefaultParagraphFont"/>
    <w:uiPriority w:val="99"/>
    <w:semiHidden/>
    <w:rsid w:val="007E2205"/>
    <w:rPr>
      <w:color w:val="666666"/>
    </w:rPr>
  </w:style>
  <w:style w:type="paragraph" w:styleId="Revision">
    <w:name w:val="Revision"/>
    <w:hidden/>
    <w:uiPriority w:val="99"/>
    <w:semiHidden/>
    <w:rsid w:val="00CC47BD"/>
    <w:rPr>
      <w:sz w:val="24"/>
      <w:lang w:val="en-US" w:eastAsia="en-US"/>
    </w:rPr>
  </w:style>
  <w:style w:type="paragraph" w:styleId="Header">
    <w:name w:val="header"/>
    <w:basedOn w:val="Normal"/>
    <w:link w:val="HeaderChar"/>
    <w:unhideWhenUsed/>
    <w:rsid w:val="00C01482"/>
    <w:pPr>
      <w:tabs>
        <w:tab w:val="center" w:pos="4513"/>
        <w:tab w:val="right" w:pos="9026"/>
      </w:tabs>
    </w:pPr>
  </w:style>
  <w:style w:type="character" w:customStyle="1" w:styleId="HeaderChar">
    <w:name w:val="Header Char"/>
    <w:basedOn w:val="DefaultParagraphFont"/>
    <w:link w:val="Header"/>
    <w:rsid w:val="00C01482"/>
    <w:rPr>
      <w:sz w:val="24"/>
      <w:lang w:val="en-US" w:eastAsia="en-US"/>
    </w:rPr>
  </w:style>
  <w:style w:type="paragraph" w:styleId="Footer">
    <w:name w:val="footer"/>
    <w:basedOn w:val="Normal"/>
    <w:link w:val="FooterChar"/>
    <w:unhideWhenUsed/>
    <w:rsid w:val="00C01482"/>
    <w:pPr>
      <w:tabs>
        <w:tab w:val="center" w:pos="4513"/>
        <w:tab w:val="right" w:pos="9026"/>
      </w:tabs>
    </w:pPr>
  </w:style>
  <w:style w:type="character" w:customStyle="1" w:styleId="FooterChar">
    <w:name w:val="Footer Char"/>
    <w:basedOn w:val="DefaultParagraphFont"/>
    <w:link w:val="Footer"/>
    <w:rsid w:val="00C01482"/>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7420429">
      <w:bodyDiv w:val="1"/>
      <w:marLeft w:val="0"/>
      <w:marRight w:val="0"/>
      <w:marTop w:val="0"/>
      <w:marBottom w:val="0"/>
      <w:divBdr>
        <w:top w:val="none" w:sz="0" w:space="0" w:color="auto"/>
        <w:left w:val="none" w:sz="0" w:space="0" w:color="auto"/>
        <w:bottom w:val="none" w:sz="0" w:space="0" w:color="auto"/>
        <w:right w:val="none" w:sz="0" w:space="0" w:color="auto"/>
      </w:divBdr>
    </w:div>
    <w:div w:id="590622595">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2066368286">
      <w:bodyDiv w:val="1"/>
      <w:marLeft w:val="0"/>
      <w:marRight w:val="0"/>
      <w:marTop w:val="0"/>
      <w:marBottom w:val="0"/>
      <w:divBdr>
        <w:top w:val="none" w:sz="0" w:space="0" w:color="auto"/>
        <w:left w:val="none" w:sz="0" w:space="0" w:color="auto"/>
        <w:bottom w:val="none" w:sz="0" w:space="0" w:color="auto"/>
        <w:right w:val="none" w:sz="0" w:space="0" w:color="auto"/>
      </w:divBdr>
    </w:div>
    <w:div w:id="2099518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2FD4494747D44D5AC89BCD77984F0AB"/>
        <w:category>
          <w:name w:val="General"/>
          <w:gallery w:val="placeholder"/>
        </w:category>
        <w:types>
          <w:type w:val="bbPlcHdr"/>
        </w:types>
        <w:behaviors>
          <w:behavior w:val="content"/>
        </w:behaviors>
        <w:guid w:val="{60E20557-4DED-4148-9992-4AEE5BEB4699}"/>
      </w:docPartPr>
      <w:docPartBody>
        <w:p w:rsidR="00B9142C" w:rsidRDefault="006B03D8" w:rsidP="006B03D8">
          <w:pPr>
            <w:pStyle w:val="22FD4494747D44D5AC89BCD77984F0AB"/>
          </w:pPr>
          <w:r w:rsidRPr="00185CFF">
            <w:rPr>
              <w:rStyle w:val="PlaceholderText"/>
            </w:rPr>
            <w:t>Click or tap here to enter text.</w:t>
          </w:r>
        </w:p>
      </w:docPartBody>
    </w:docPart>
    <w:docPart>
      <w:docPartPr>
        <w:name w:val="175D4DF9AF234DB28E1B3B152FEA5E26"/>
        <w:category>
          <w:name w:val="General"/>
          <w:gallery w:val="placeholder"/>
        </w:category>
        <w:types>
          <w:type w:val="bbPlcHdr"/>
        </w:types>
        <w:behaviors>
          <w:behavior w:val="content"/>
        </w:behaviors>
        <w:guid w:val="{D1DF4556-08DD-43C8-9AC7-C650BA442E1E}"/>
      </w:docPartPr>
      <w:docPartBody>
        <w:p w:rsidR="00B9142C" w:rsidRDefault="006B03D8" w:rsidP="006B03D8">
          <w:pPr>
            <w:pStyle w:val="175D4DF9AF234DB28E1B3B152FEA5E26"/>
          </w:pPr>
          <w:r w:rsidRPr="00185CFF">
            <w:rPr>
              <w:rStyle w:val="PlaceholderText"/>
            </w:rPr>
            <w:t>Click or tap here to enter text.</w:t>
          </w:r>
        </w:p>
      </w:docPartBody>
    </w:docPart>
    <w:docPart>
      <w:docPartPr>
        <w:name w:val="FB914B6D728C4492B5A860BCC147269A"/>
        <w:category>
          <w:name w:val="General"/>
          <w:gallery w:val="placeholder"/>
        </w:category>
        <w:types>
          <w:type w:val="bbPlcHdr"/>
        </w:types>
        <w:behaviors>
          <w:behavior w:val="content"/>
        </w:behaviors>
        <w:guid w:val="{9AA01512-3A26-40EB-B856-F13D3BB48870}"/>
      </w:docPartPr>
      <w:docPartBody>
        <w:p w:rsidR="00B9142C" w:rsidRDefault="006B03D8" w:rsidP="006B03D8">
          <w:pPr>
            <w:pStyle w:val="FB914B6D728C4492B5A860BCC147269A"/>
          </w:pPr>
          <w:r w:rsidRPr="00185CFF">
            <w:rPr>
              <w:rStyle w:val="PlaceholderText"/>
            </w:rPr>
            <w:t>Click or tap here to enter text.</w:t>
          </w:r>
        </w:p>
      </w:docPartBody>
    </w:docPart>
    <w:docPart>
      <w:docPartPr>
        <w:name w:val="EC364F92614942DBAF2102FB97FAE886"/>
        <w:category>
          <w:name w:val="General"/>
          <w:gallery w:val="placeholder"/>
        </w:category>
        <w:types>
          <w:type w:val="bbPlcHdr"/>
        </w:types>
        <w:behaviors>
          <w:behavior w:val="content"/>
        </w:behaviors>
        <w:guid w:val="{6DC2A9D0-1508-4766-84B2-B4513F1DB4B2}"/>
      </w:docPartPr>
      <w:docPartBody>
        <w:p w:rsidR="00666822" w:rsidRDefault="00041D5A" w:rsidP="00041D5A">
          <w:pPr>
            <w:pStyle w:val="EC364F92614942DBAF2102FB97FAE886"/>
          </w:pPr>
          <w:r w:rsidRPr="00185CFF">
            <w:rPr>
              <w:rStyle w:val="PlaceholderText"/>
            </w:rPr>
            <w:t>Click or tap here to enter text.</w:t>
          </w:r>
        </w:p>
      </w:docPartBody>
    </w:docPart>
    <w:docPart>
      <w:docPartPr>
        <w:name w:val="AB216FD28EB94A7F87107A53AD10B2D2"/>
        <w:category>
          <w:name w:val="General"/>
          <w:gallery w:val="placeholder"/>
        </w:category>
        <w:types>
          <w:type w:val="bbPlcHdr"/>
        </w:types>
        <w:behaviors>
          <w:behavior w:val="content"/>
        </w:behaviors>
        <w:guid w:val="{3BB3466A-6303-4A3E-8563-B0DB120A40F1}"/>
      </w:docPartPr>
      <w:docPartBody>
        <w:p w:rsidR="00666822" w:rsidRDefault="00041D5A" w:rsidP="00041D5A">
          <w:pPr>
            <w:pStyle w:val="AB216FD28EB94A7F87107A53AD10B2D2"/>
          </w:pPr>
          <w:r w:rsidRPr="00185CFF">
            <w:rPr>
              <w:rStyle w:val="PlaceholderText"/>
            </w:rPr>
            <w:t>Click or tap here to enter text.</w:t>
          </w:r>
        </w:p>
      </w:docPartBody>
    </w:docPart>
    <w:docPart>
      <w:docPartPr>
        <w:name w:val="CC0C5914AF2A4BB19BDD4D6583658570"/>
        <w:category>
          <w:name w:val="General"/>
          <w:gallery w:val="placeholder"/>
        </w:category>
        <w:types>
          <w:type w:val="bbPlcHdr"/>
        </w:types>
        <w:behaviors>
          <w:behavior w:val="content"/>
        </w:behaviors>
        <w:guid w:val="{86D0E67A-8D00-4B15-B0BD-B3881B42AE54}"/>
      </w:docPartPr>
      <w:docPartBody>
        <w:p w:rsidR="00666822" w:rsidRDefault="00041D5A" w:rsidP="00041D5A">
          <w:pPr>
            <w:pStyle w:val="CC0C5914AF2A4BB19BDD4D6583658570"/>
          </w:pPr>
          <w:r w:rsidRPr="00185CFF">
            <w:rPr>
              <w:rStyle w:val="PlaceholderText"/>
            </w:rPr>
            <w:t>Click or tap here to enter text.</w:t>
          </w:r>
        </w:p>
      </w:docPartBody>
    </w:docPart>
    <w:docPart>
      <w:docPartPr>
        <w:name w:val="14024A8596CE47BEBB16735DB221E59E"/>
        <w:category>
          <w:name w:val="General"/>
          <w:gallery w:val="placeholder"/>
        </w:category>
        <w:types>
          <w:type w:val="bbPlcHdr"/>
        </w:types>
        <w:behaviors>
          <w:behavior w:val="content"/>
        </w:behaviors>
        <w:guid w:val="{08B8C06F-9B85-4F40-A277-3C7827C473E0}"/>
      </w:docPartPr>
      <w:docPartBody>
        <w:p w:rsidR="00666822" w:rsidRDefault="00041D5A" w:rsidP="00041D5A">
          <w:pPr>
            <w:pStyle w:val="14024A8596CE47BEBB16735DB221E59E"/>
          </w:pPr>
          <w:r w:rsidRPr="00185CFF">
            <w:rPr>
              <w:rStyle w:val="PlaceholderText"/>
            </w:rPr>
            <w:t>Click or tap here to enter text.</w:t>
          </w:r>
        </w:p>
      </w:docPartBody>
    </w:docPart>
    <w:docPart>
      <w:docPartPr>
        <w:name w:val="764A3861A8DA4FFBB072B1FA874F7D22"/>
        <w:category>
          <w:name w:val="General"/>
          <w:gallery w:val="placeholder"/>
        </w:category>
        <w:types>
          <w:type w:val="bbPlcHdr"/>
        </w:types>
        <w:behaviors>
          <w:behavior w:val="content"/>
        </w:behaviors>
        <w:guid w:val="{34742FEB-6C9A-49C9-BB3E-EF91F24E429E}"/>
      </w:docPartPr>
      <w:docPartBody>
        <w:p w:rsidR="00666822" w:rsidRDefault="00041D5A" w:rsidP="00041D5A">
          <w:pPr>
            <w:pStyle w:val="764A3861A8DA4FFBB072B1FA874F7D22"/>
          </w:pPr>
          <w:r w:rsidRPr="00185CFF">
            <w:rPr>
              <w:rStyle w:val="PlaceholderText"/>
            </w:rPr>
            <w:t>Click or tap here to enter text.</w:t>
          </w:r>
        </w:p>
      </w:docPartBody>
    </w:docPart>
    <w:docPart>
      <w:docPartPr>
        <w:name w:val="13A8CE9536F340B9A7640D2F0D50A0D1"/>
        <w:category>
          <w:name w:val="General"/>
          <w:gallery w:val="placeholder"/>
        </w:category>
        <w:types>
          <w:type w:val="bbPlcHdr"/>
        </w:types>
        <w:behaviors>
          <w:behavior w:val="content"/>
        </w:behaviors>
        <w:guid w:val="{156B3241-1F25-439F-9CF1-E39E44BC4B07}"/>
      </w:docPartPr>
      <w:docPartBody>
        <w:p w:rsidR="00666822" w:rsidRDefault="00041D5A" w:rsidP="00041D5A">
          <w:pPr>
            <w:pStyle w:val="13A8CE9536F340B9A7640D2F0D50A0D1"/>
          </w:pPr>
          <w:r w:rsidRPr="00185CFF">
            <w:rPr>
              <w:rStyle w:val="PlaceholderText"/>
            </w:rPr>
            <w:t>Click or tap here to enter text.</w:t>
          </w:r>
        </w:p>
      </w:docPartBody>
    </w:docPart>
    <w:docPart>
      <w:docPartPr>
        <w:name w:val="1D0553100C104FAA821471D7118D26A7"/>
        <w:category>
          <w:name w:val="General"/>
          <w:gallery w:val="placeholder"/>
        </w:category>
        <w:types>
          <w:type w:val="bbPlcHdr"/>
        </w:types>
        <w:behaviors>
          <w:behavior w:val="content"/>
        </w:behaviors>
        <w:guid w:val="{4931F82F-5798-4DE3-93AD-E3AA45458E9E}"/>
      </w:docPartPr>
      <w:docPartBody>
        <w:p w:rsidR="004C27D4" w:rsidRDefault="00666822" w:rsidP="00666822">
          <w:pPr>
            <w:pStyle w:val="1D0553100C104FAA821471D7118D26A7"/>
          </w:pPr>
          <w:r w:rsidRPr="00185CFF">
            <w:rPr>
              <w:rStyle w:val="PlaceholderText"/>
            </w:rPr>
            <w:t>Click or tap here to enter text.</w:t>
          </w:r>
        </w:p>
      </w:docPartBody>
    </w:docPart>
    <w:docPart>
      <w:docPartPr>
        <w:name w:val="3420BFCA6DEB41BC9F84FE082E13B001"/>
        <w:category>
          <w:name w:val="General"/>
          <w:gallery w:val="placeholder"/>
        </w:category>
        <w:types>
          <w:type w:val="bbPlcHdr"/>
        </w:types>
        <w:behaviors>
          <w:behavior w:val="content"/>
        </w:behaviors>
        <w:guid w:val="{6DA84AE4-9141-4C39-8AED-DBAF330C7D01}"/>
      </w:docPartPr>
      <w:docPartBody>
        <w:p w:rsidR="004C27D4" w:rsidRDefault="00666822" w:rsidP="00666822">
          <w:pPr>
            <w:pStyle w:val="3420BFCA6DEB41BC9F84FE082E13B001"/>
          </w:pPr>
          <w:r w:rsidRPr="00185CFF">
            <w:rPr>
              <w:rStyle w:val="PlaceholderText"/>
            </w:rPr>
            <w:t>Click or tap here to enter text.</w:t>
          </w:r>
        </w:p>
      </w:docPartBody>
    </w:docPart>
    <w:docPart>
      <w:docPartPr>
        <w:name w:val="7052BE222B62426C95AC1973A9CC2B13"/>
        <w:category>
          <w:name w:val="General"/>
          <w:gallery w:val="placeholder"/>
        </w:category>
        <w:types>
          <w:type w:val="bbPlcHdr"/>
        </w:types>
        <w:behaviors>
          <w:behavior w:val="content"/>
        </w:behaviors>
        <w:guid w:val="{C44D76AF-A5B0-4A12-881B-244BDDFEAE9C}"/>
      </w:docPartPr>
      <w:docPartBody>
        <w:p w:rsidR="004C27D4" w:rsidRDefault="00666822" w:rsidP="00666822">
          <w:pPr>
            <w:pStyle w:val="7052BE222B62426C95AC1973A9CC2B13"/>
          </w:pPr>
          <w:r w:rsidRPr="00185CFF">
            <w:rPr>
              <w:rStyle w:val="PlaceholderText"/>
            </w:rPr>
            <w:t>Click or tap here to enter text.</w:t>
          </w:r>
        </w:p>
      </w:docPartBody>
    </w:docPart>
    <w:docPart>
      <w:docPartPr>
        <w:name w:val="80775FB66BDF4134B2857DEE41F9AAF8"/>
        <w:category>
          <w:name w:val="General"/>
          <w:gallery w:val="placeholder"/>
        </w:category>
        <w:types>
          <w:type w:val="bbPlcHdr"/>
        </w:types>
        <w:behaviors>
          <w:behavior w:val="content"/>
        </w:behaviors>
        <w:guid w:val="{8FEB8308-433F-4CC7-9BA1-A00B186A9F37}"/>
      </w:docPartPr>
      <w:docPartBody>
        <w:p w:rsidR="004C27D4" w:rsidRDefault="00666822" w:rsidP="00666822">
          <w:pPr>
            <w:pStyle w:val="80775FB66BDF4134B2857DEE41F9AAF8"/>
          </w:pPr>
          <w:r w:rsidRPr="00185CFF">
            <w:rPr>
              <w:rStyle w:val="PlaceholderText"/>
            </w:rPr>
            <w:t>Click or tap here to enter text.</w:t>
          </w:r>
        </w:p>
      </w:docPartBody>
    </w:docPart>
    <w:docPart>
      <w:docPartPr>
        <w:name w:val="9AF01C86C9E04E21BC5220FC2F0BD8EB"/>
        <w:category>
          <w:name w:val="General"/>
          <w:gallery w:val="placeholder"/>
        </w:category>
        <w:types>
          <w:type w:val="bbPlcHdr"/>
        </w:types>
        <w:behaviors>
          <w:behavior w:val="content"/>
        </w:behaviors>
        <w:guid w:val="{DC97D92F-7078-45C0-8F19-8287A72C14EB}"/>
      </w:docPartPr>
      <w:docPartBody>
        <w:p w:rsidR="004C27D4" w:rsidRDefault="00666822" w:rsidP="00666822">
          <w:pPr>
            <w:pStyle w:val="9AF01C86C9E04E21BC5220FC2F0BD8EB"/>
          </w:pPr>
          <w:r w:rsidRPr="00185CFF">
            <w:rPr>
              <w:rStyle w:val="PlaceholderText"/>
            </w:rPr>
            <w:t>Click or tap here to enter text.</w:t>
          </w:r>
        </w:p>
      </w:docPartBody>
    </w:docPart>
    <w:docPart>
      <w:docPartPr>
        <w:name w:val="063A05007C0E4ABC8F0A8CE9AD06BF94"/>
        <w:category>
          <w:name w:val="General"/>
          <w:gallery w:val="placeholder"/>
        </w:category>
        <w:types>
          <w:type w:val="bbPlcHdr"/>
        </w:types>
        <w:behaviors>
          <w:behavior w:val="content"/>
        </w:behaviors>
        <w:guid w:val="{890DB61A-3EDB-407D-B77B-740A6DC63AC2}"/>
      </w:docPartPr>
      <w:docPartBody>
        <w:p w:rsidR="004C27D4" w:rsidRDefault="00666822" w:rsidP="00666822">
          <w:pPr>
            <w:pStyle w:val="063A05007C0E4ABC8F0A8CE9AD06BF94"/>
          </w:pPr>
          <w:r w:rsidRPr="00185CFF">
            <w:rPr>
              <w:rStyle w:val="PlaceholderText"/>
            </w:rPr>
            <w:t>Click or tap here to enter text.</w:t>
          </w:r>
        </w:p>
      </w:docPartBody>
    </w:docPart>
    <w:docPart>
      <w:docPartPr>
        <w:name w:val="43C77AC5690D4D97A1B8239828A9665C"/>
        <w:category>
          <w:name w:val="General"/>
          <w:gallery w:val="placeholder"/>
        </w:category>
        <w:types>
          <w:type w:val="bbPlcHdr"/>
        </w:types>
        <w:behaviors>
          <w:behavior w:val="content"/>
        </w:behaviors>
        <w:guid w:val="{3D575ED6-852B-45B1-9C5B-4BD7156127D0}"/>
      </w:docPartPr>
      <w:docPartBody>
        <w:p w:rsidR="004C27D4" w:rsidRDefault="00666822" w:rsidP="00666822">
          <w:pPr>
            <w:pStyle w:val="43C77AC5690D4D97A1B8239828A9665C"/>
          </w:pPr>
          <w:r w:rsidRPr="00185CFF">
            <w:rPr>
              <w:rStyle w:val="PlaceholderText"/>
            </w:rPr>
            <w:t>Click or tap here to enter text.</w:t>
          </w:r>
        </w:p>
      </w:docPartBody>
    </w:docPart>
    <w:docPart>
      <w:docPartPr>
        <w:name w:val="7A16808D732F4CC7AEBB0BB39E1295CE"/>
        <w:category>
          <w:name w:val="General"/>
          <w:gallery w:val="placeholder"/>
        </w:category>
        <w:types>
          <w:type w:val="bbPlcHdr"/>
        </w:types>
        <w:behaviors>
          <w:behavior w:val="content"/>
        </w:behaviors>
        <w:guid w:val="{183588A8-A9B9-4E4A-8C2E-DCB4E2E07794}"/>
      </w:docPartPr>
      <w:docPartBody>
        <w:p w:rsidR="00E63BB5" w:rsidRDefault="00BE7FE9" w:rsidP="00BE7FE9">
          <w:pPr>
            <w:pStyle w:val="7A16808D732F4CC7AEBB0BB39E1295CE"/>
          </w:pPr>
          <w:r w:rsidRPr="00185CFF">
            <w:rPr>
              <w:rStyle w:val="PlaceholderText"/>
            </w:rPr>
            <w:t>Click or tap here to enter text.</w:t>
          </w:r>
        </w:p>
      </w:docPartBody>
    </w:docPart>
    <w:docPart>
      <w:docPartPr>
        <w:name w:val="D11A5BF18B5B4689A08FE53E0061B6BF"/>
        <w:category>
          <w:name w:val="General"/>
          <w:gallery w:val="placeholder"/>
        </w:category>
        <w:types>
          <w:type w:val="bbPlcHdr"/>
        </w:types>
        <w:behaviors>
          <w:behavior w:val="content"/>
        </w:behaviors>
        <w:guid w:val="{B93A2607-12FB-4EA6-B355-2CD2DC6B04CC}"/>
      </w:docPartPr>
      <w:docPartBody>
        <w:p w:rsidR="00E63BB5" w:rsidRDefault="00BE7FE9" w:rsidP="00BE7FE9">
          <w:pPr>
            <w:pStyle w:val="D11A5BF18B5B4689A08FE53E0061B6BF"/>
          </w:pPr>
          <w:r w:rsidRPr="00185CFF">
            <w:rPr>
              <w:rStyle w:val="PlaceholderText"/>
            </w:rPr>
            <w:t>Click or tap here to enter text.</w:t>
          </w:r>
        </w:p>
      </w:docPartBody>
    </w:docPart>
    <w:docPart>
      <w:docPartPr>
        <w:name w:val="7E2EADBB7B854DB1A61CD77FAA628C4C"/>
        <w:category>
          <w:name w:val="General"/>
          <w:gallery w:val="placeholder"/>
        </w:category>
        <w:types>
          <w:type w:val="bbPlcHdr"/>
        </w:types>
        <w:behaviors>
          <w:behavior w:val="content"/>
        </w:behaviors>
        <w:guid w:val="{0B55803E-E719-4873-A2F4-631FC20EA139}"/>
      </w:docPartPr>
      <w:docPartBody>
        <w:p w:rsidR="00E63BB5" w:rsidRDefault="00BE7FE9" w:rsidP="00BE7FE9">
          <w:pPr>
            <w:pStyle w:val="7E2EADBB7B854DB1A61CD77FAA628C4C"/>
          </w:pPr>
          <w:r w:rsidRPr="00185CFF">
            <w:rPr>
              <w:rStyle w:val="PlaceholderText"/>
            </w:rPr>
            <w:t>Click or tap here to enter text.</w:t>
          </w:r>
        </w:p>
      </w:docPartBody>
    </w:docPart>
    <w:docPart>
      <w:docPartPr>
        <w:name w:val="F29477D1362542F5A86AAA6CA4708E23"/>
        <w:category>
          <w:name w:val="General"/>
          <w:gallery w:val="placeholder"/>
        </w:category>
        <w:types>
          <w:type w:val="bbPlcHdr"/>
        </w:types>
        <w:behaviors>
          <w:behavior w:val="content"/>
        </w:behaviors>
        <w:guid w:val="{E88823A5-B95A-42E4-AC96-B164E49C2179}"/>
      </w:docPartPr>
      <w:docPartBody>
        <w:p w:rsidR="00E63BB5" w:rsidRDefault="00BE7FE9" w:rsidP="00BE7FE9">
          <w:pPr>
            <w:pStyle w:val="F29477D1362542F5A86AAA6CA4708E23"/>
          </w:pPr>
          <w:r w:rsidRPr="00185CFF">
            <w:rPr>
              <w:rStyle w:val="PlaceholderText"/>
            </w:rPr>
            <w:t>Click or tap here to enter text.</w:t>
          </w:r>
        </w:p>
      </w:docPartBody>
    </w:docPart>
    <w:docPart>
      <w:docPartPr>
        <w:name w:val="7BEDF2A86ED545A6B07F260EC6B8AB35"/>
        <w:category>
          <w:name w:val="General"/>
          <w:gallery w:val="placeholder"/>
        </w:category>
        <w:types>
          <w:type w:val="bbPlcHdr"/>
        </w:types>
        <w:behaviors>
          <w:behavior w:val="content"/>
        </w:behaviors>
        <w:guid w:val="{DE5E7ECC-7B52-447E-B09B-D68E6ECEEAB4}"/>
      </w:docPartPr>
      <w:docPartBody>
        <w:p w:rsidR="00E63BB5" w:rsidRDefault="00BE7FE9" w:rsidP="00BE7FE9">
          <w:pPr>
            <w:pStyle w:val="7BEDF2A86ED545A6B07F260EC6B8AB35"/>
          </w:pPr>
          <w:r w:rsidRPr="00185CFF">
            <w:rPr>
              <w:rStyle w:val="PlaceholderText"/>
            </w:rPr>
            <w:t>Click or tap here to enter text.</w:t>
          </w:r>
        </w:p>
      </w:docPartBody>
    </w:docPart>
    <w:docPart>
      <w:docPartPr>
        <w:name w:val="69D047C374034D228D331C32466F20D3"/>
        <w:category>
          <w:name w:val="General"/>
          <w:gallery w:val="placeholder"/>
        </w:category>
        <w:types>
          <w:type w:val="bbPlcHdr"/>
        </w:types>
        <w:behaviors>
          <w:behavior w:val="content"/>
        </w:behaviors>
        <w:guid w:val="{A4229806-41D5-49D9-B795-7FA6E7486987}"/>
      </w:docPartPr>
      <w:docPartBody>
        <w:p w:rsidR="00E63BB5" w:rsidRDefault="00BE7FE9" w:rsidP="00BE7FE9">
          <w:pPr>
            <w:pStyle w:val="69D047C374034D228D331C32466F20D3"/>
          </w:pPr>
          <w:r w:rsidRPr="00185CFF">
            <w:rPr>
              <w:rStyle w:val="PlaceholderText"/>
            </w:rPr>
            <w:t>Click or tap here to enter text.</w:t>
          </w:r>
        </w:p>
      </w:docPartBody>
    </w:docPart>
    <w:docPart>
      <w:docPartPr>
        <w:name w:val="1185493C26EB420EB603F64AB409AC0C"/>
        <w:category>
          <w:name w:val="General"/>
          <w:gallery w:val="placeholder"/>
        </w:category>
        <w:types>
          <w:type w:val="bbPlcHdr"/>
        </w:types>
        <w:behaviors>
          <w:behavior w:val="content"/>
        </w:behaviors>
        <w:guid w:val="{1FCDA063-960F-49DC-ABAA-BFD5945DAEAF}"/>
      </w:docPartPr>
      <w:docPartBody>
        <w:p w:rsidR="00E63BB5" w:rsidRDefault="00BE7FE9" w:rsidP="00BE7FE9">
          <w:pPr>
            <w:pStyle w:val="1185493C26EB420EB603F64AB409AC0C"/>
          </w:pPr>
          <w:r w:rsidRPr="00185CFF">
            <w:rPr>
              <w:rStyle w:val="PlaceholderText"/>
            </w:rPr>
            <w:t>Click or tap here to enter text.</w:t>
          </w:r>
        </w:p>
      </w:docPartBody>
    </w:docPart>
    <w:docPart>
      <w:docPartPr>
        <w:name w:val="A5117AA48D1B4D518BD9EE5FC8E7512E"/>
        <w:category>
          <w:name w:val="General"/>
          <w:gallery w:val="placeholder"/>
        </w:category>
        <w:types>
          <w:type w:val="bbPlcHdr"/>
        </w:types>
        <w:behaviors>
          <w:behavior w:val="content"/>
        </w:behaviors>
        <w:guid w:val="{46071DFC-3C82-4B42-A07F-ADDDA975D33A}"/>
      </w:docPartPr>
      <w:docPartBody>
        <w:p w:rsidR="00E63BB5" w:rsidRDefault="00BE7FE9" w:rsidP="00BE7FE9">
          <w:pPr>
            <w:pStyle w:val="A5117AA48D1B4D518BD9EE5FC8E7512E"/>
          </w:pPr>
          <w:r w:rsidRPr="00185CF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BA7"/>
    <w:rsid w:val="000276E3"/>
    <w:rsid w:val="00041D5A"/>
    <w:rsid w:val="0008308C"/>
    <w:rsid w:val="0009648A"/>
    <w:rsid w:val="000D6913"/>
    <w:rsid w:val="000E6DAE"/>
    <w:rsid w:val="001062A9"/>
    <w:rsid w:val="00110BE7"/>
    <w:rsid w:val="00111192"/>
    <w:rsid w:val="00121399"/>
    <w:rsid w:val="001261BA"/>
    <w:rsid w:val="001337F3"/>
    <w:rsid w:val="001844B5"/>
    <w:rsid w:val="00193815"/>
    <w:rsid w:val="001B1EBD"/>
    <w:rsid w:val="001B4BE1"/>
    <w:rsid w:val="001C2391"/>
    <w:rsid w:val="001D3156"/>
    <w:rsid w:val="001F0549"/>
    <w:rsid w:val="00220DF5"/>
    <w:rsid w:val="0022554D"/>
    <w:rsid w:val="0022656B"/>
    <w:rsid w:val="00227D9F"/>
    <w:rsid w:val="00245285"/>
    <w:rsid w:val="002564E5"/>
    <w:rsid w:val="0026318B"/>
    <w:rsid w:val="002C346A"/>
    <w:rsid w:val="003345D0"/>
    <w:rsid w:val="00356106"/>
    <w:rsid w:val="0037104E"/>
    <w:rsid w:val="00394900"/>
    <w:rsid w:val="003A55A8"/>
    <w:rsid w:val="003D0BA1"/>
    <w:rsid w:val="003E7277"/>
    <w:rsid w:val="0042523B"/>
    <w:rsid w:val="004764FC"/>
    <w:rsid w:val="00480F85"/>
    <w:rsid w:val="00486D24"/>
    <w:rsid w:val="004C27D4"/>
    <w:rsid w:val="004E1DD2"/>
    <w:rsid w:val="004E44BD"/>
    <w:rsid w:val="004E7F17"/>
    <w:rsid w:val="004F1104"/>
    <w:rsid w:val="00531930"/>
    <w:rsid w:val="00543403"/>
    <w:rsid w:val="005A777F"/>
    <w:rsid w:val="005D1745"/>
    <w:rsid w:val="005E739A"/>
    <w:rsid w:val="005F0166"/>
    <w:rsid w:val="00666822"/>
    <w:rsid w:val="00692A0A"/>
    <w:rsid w:val="006942C9"/>
    <w:rsid w:val="006B03D8"/>
    <w:rsid w:val="006C0C32"/>
    <w:rsid w:val="006C2C5B"/>
    <w:rsid w:val="006C651B"/>
    <w:rsid w:val="006F1678"/>
    <w:rsid w:val="007076A7"/>
    <w:rsid w:val="0071421C"/>
    <w:rsid w:val="00715FAB"/>
    <w:rsid w:val="007347E2"/>
    <w:rsid w:val="00813A01"/>
    <w:rsid w:val="00831C41"/>
    <w:rsid w:val="00834213"/>
    <w:rsid w:val="00865E10"/>
    <w:rsid w:val="00870404"/>
    <w:rsid w:val="00895810"/>
    <w:rsid w:val="00981CD2"/>
    <w:rsid w:val="009D263A"/>
    <w:rsid w:val="00A22C87"/>
    <w:rsid w:val="00A439CF"/>
    <w:rsid w:val="00A472C6"/>
    <w:rsid w:val="00AB676B"/>
    <w:rsid w:val="00AB70D8"/>
    <w:rsid w:val="00AE1702"/>
    <w:rsid w:val="00AF0B49"/>
    <w:rsid w:val="00B00DED"/>
    <w:rsid w:val="00B60D9A"/>
    <w:rsid w:val="00B74BA7"/>
    <w:rsid w:val="00B9142C"/>
    <w:rsid w:val="00BA2032"/>
    <w:rsid w:val="00BC1B2E"/>
    <w:rsid w:val="00BC1C9D"/>
    <w:rsid w:val="00BE0828"/>
    <w:rsid w:val="00BE7FE9"/>
    <w:rsid w:val="00BF75E0"/>
    <w:rsid w:val="00C4385E"/>
    <w:rsid w:val="00C64F96"/>
    <w:rsid w:val="00C734BD"/>
    <w:rsid w:val="00C73B5D"/>
    <w:rsid w:val="00C8040B"/>
    <w:rsid w:val="00CB169D"/>
    <w:rsid w:val="00CD2D6D"/>
    <w:rsid w:val="00CE4531"/>
    <w:rsid w:val="00CE750E"/>
    <w:rsid w:val="00D67E5F"/>
    <w:rsid w:val="00D74696"/>
    <w:rsid w:val="00D7775E"/>
    <w:rsid w:val="00DA7BB3"/>
    <w:rsid w:val="00DD6786"/>
    <w:rsid w:val="00DE7193"/>
    <w:rsid w:val="00DF6339"/>
    <w:rsid w:val="00DF6A38"/>
    <w:rsid w:val="00E271B7"/>
    <w:rsid w:val="00E31444"/>
    <w:rsid w:val="00E601E2"/>
    <w:rsid w:val="00E63BB5"/>
    <w:rsid w:val="00E709BB"/>
    <w:rsid w:val="00E73E73"/>
    <w:rsid w:val="00E9033C"/>
    <w:rsid w:val="00EA0C4D"/>
    <w:rsid w:val="00F04C41"/>
    <w:rsid w:val="00F14743"/>
    <w:rsid w:val="00F473A1"/>
    <w:rsid w:val="00F63D84"/>
    <w:rsid w:val="00FA7427"/>
    <w:rsid w:val="00FB2ADE"/>
    <w:rsid w:val="00FB3DB8"/>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MY"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E7FE9"/>
    <w:rPr>
      <w:color w:val="666666"/>
    </w:rPr>
  </w:style>
  <w:style w:type="paragraph" w:customStyle="1" w:styleId="22FD4494747D44D5AC89BCD77984F0AB">
    <w:name w:val="22FD4494747D44D5AC89BCD77984F0AB"/>
    <w:rsid w:val="006B03D8"/>
  </w:style>
  <w:style w:type="paragraph" w:customStyle="1" w:styleId="175D4DF9AF234DB28E1B3B152FEA5E26">
    <w:name w:val="175D4DF9AF234DB28E1B3B152FEA5E26"/>
    <w:rsid w:val="006B03D8"/>
  </w:style>
  <w:style w:type="paragraph" w:customStyle="1" w:styleId="FB914B6D728C4492B5A860BCC147269A">
    <w:name w:val="FB914B6D728C4492B5A860BCC147269A"/>
    <w:rsid w:val="006B03D8"/>
  </w:style>
  <w:style w:type="paragraph" w:customStyle="1" w:styleId="EC364F92614942DBAF2102FB97FAE886">
    <w:name w:val="EC364F92614942DBAF2102FB97FAE886"/>
    <w:rsid w:val="00041D5A"/>
  </w:style>
  <w:style w:type="paragraph" w:customStyle="1" w:styleId="AB216FD28EB94A7F87107A53AD10B2D2">
    <w:name w:val="AB216FD28EB94A7F87107A53AD10B2D2"/>
    <w:rsid w:val="00041D5A"/>
  </w:style>
  <w:style w:type="paragraph" w:customStyle="1" w:styleId="CC0C5914AF2A4BB19BDD4D6583658570">
    <w:name w:val="CC0C5914AF2A4BB19BDD4D6583658570"/>
    <w:rsid w:val="00041D5A"/>
  </w:style>
  <w:style w:type="paragraph" w:customStyle="1" w:styleId="14024A8596CE47BEBB16735DB221E59E">
    <w:name w:val="14024A8596CE47BEBB16735DB221E59E"/>
    <w:rsid w:val="00041D5A"/>
  </w:style>
  <w:style w:type="paragraph" w:customStyle="1" w:styleId="764A3861A8DA4FFBB072B1FA874F7D22">
    <w:name w:val="764A3861A8DA4FFBB072B1FA874F7D22"/>
    <w:rsid w:val="00041D5A"/>
  </w:style>
  <w:style w:type="paragraph" w:customStyle="1" w:styleId="13A8CE9536F340B9A7640D2F0D50A0D1">
    <w:name w:val="13A8CE9536F340B9A7640D2F0D50A0D1"/>
    <w:rsid w:val="00041D5A"/>
  </w:style>
  <w:style w:type="paragraph" w:customStyle="1" w:styleId="1D0553100C104FAA821471D7118D26A7">
    <w:name w:val="1D0553100C104FAA821471D7118D26A7"/>
    <w:rsid w:val="00666822"/>
  </w:style>
  <w:style w:type="paragraph" w:customStyle="1" w:styleId="3420BFCA6DEB41BC9F84FE082E13B001">
    <w:name w:val="3420BFCA6DEB41BC9F84FE082E13B001"/>
    <w:rsid w:val="00666822"/>
  </w:style>
  <w:style w:type="paragraph" w:customStyle="1" w:styleId="7052BE222B62426C95AC1973A9CC2B13">
    <w:name w:val="7052BE222B62426C95AC1973A9CC2B13"/>
    <w:rsid w:val="00666822"/>
  </w:style>
  <w:style w:type="paragraph" w:customStyle="1" w:styleId="80775FB66BDF4134B2857DEE41F9AAF8">
    <w:name w:val="80775FB66BDF4134B2857DEE41F9AAF8"/>
    <w:rsid w:val="00666822"/>
  </w:style>
  <w:style w:type="paragraph" w:customStyle="1" w:styleId="9AF01C86C9E04E21BC5220FC2F0BD8EB">
    <w:name w:val="9AF01C86C9E04E21BC5220FC2F0BD8EB"/>
    <w:rsid w:val="00666822"/>
  </w:style>
  <w:style w:type="paragraph" w:customStyle="1" w:styleId="063A05007C0E4ABC8F0A8CE9AD06BF94">
    <w:name w:val="063A05007C0E4ABC8F0A8CE9AD06BF94"/>
    <w:rsid w:val="00666822"/>
  </w:style>
  <w:style w:type="paragraph" w:customStyle="1" w:styleId="43C77AC5690D4D97A1B8239828A9665C">
    <w:name w:val="43C77AC5690D4D97A1B8239828A9665C"/>
    <w:rsid w:val="00666822"/>
  </w:style>
  <w:style w:type="paragraph" w:customStyle="1" w:styleId="7A16808D732F4CC7AEBB0BB39E1295CE">
    <w:name w:val="7A16808D732F4CC7AEBB0BB39E1295CE"/>
    <w:rsid w:val="00BE7FE9"/>
  </w:style>
  <w:style w:type="paragraph" w:customStyle="1" w:styleId="D11A5BF18B5B4689A08FE53E0061B6BF">
    <w:name w:val="D11A5BF18B5B4689A08FE53E0061B6BF"/>
    <w:rsid w:val="00BE7FE9"/>
  </w:style>
  <w:style w:type="paragraph" w:customStyle="1" w:styleId="7E2EADBB7B854DB1A61CD77FAA628C4C">
    <w:name w:val="7E2EADBB7B854DB1A61CD77FAA628C4C"/>
    <w:rsid w:val="00BE7FE9"/>
  </w:style>
  <w:style w:type="paragraph" w:customStyle="1" w:styleId="F29477D1362542F5A86AAA6CA4708E23">
    <w:name w:val="F29477D1362542F5A86AAA6CA4708E23"/>
    <w:rsid w:val="00BE7FE9"/>
  </w:style>
  <w:style w:type="paragraph" w:customStyle="1" w:styleId="7BEDF2A86ED545A6B07F260EC6B8AB35">
    <w:name w:val="7BEDF2A86ED545A6B07F260EC6B8AB35"/>
    <w:rsid w:val="00BE7FE9"/>
  </w:style>
  <w:style w:type="paragraph" w:customStyle="1" w:styleId="69D047C374034D228D331C32466F20D3">
    <w:name w:val="69D047C374034D228D331C32466F20D3"/>
    <w:rsid w:val="00BE7FE9"/>
  </w:style>
  <w:style w:type="paragraph" w:customStyle="1" w:styleId="1185493C26EB420EB603F64AB409AC0C">
    <w:name w:val="1185493C26EB420EB603F64AB409AC0C"/>
    <w:rsid w:val="00BE7FE9"/>
  </w:style>
  <w:style w:type="paragraph" w:customStyle="1" w:styleId="A5117AA48D1B4D518BD9EE5FC8E7512E">
    <w:name w:val="A5117AA48D1B4D518BD9EE5FC8E7512E"/>
    <w:rsid w:val="00BE7FE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TotalTime>
  <Pages>5</Pages>
  <Words>2529</Words>
  <Characters>15230</Characters>
  <Application>Microsoft Office Word</Application>
  <DocSecurity>0</DocSecurity>
  <Lines>217</Lines>
  <Paragraphs>95</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17664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Pang Ying Han</cp:lastModifiedBy>
  <cp:revision>3</cp:revision>
  <cp:lastPrinted>2011-03-03T08:29:00Z</cp:lastPrinted>
  <dcterms:created xsi:type="dcterms:W3CDTF">2025-10-02T21:54:00Z</dcterms:created>
  <dcterms:modified xsi:type="dcterms:W3CDTF">2025-10-03T01:06:00Z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e15cef9f6d34e9718b995c33f84f047f5c4176f8d4ae2a35274cfd155ba48d54</vt:lpwstr>
  </property>
</Properties>
</file>